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8DF" w:rsidRDefault="007D78DF" w:rsidP="007D78DF">
      <w:pPr>
        <w:pStyle w:val="Ttulo1"/>
        <w:numPr>
          <w:ilvl w:val="0"/>
          <w:numId w:val="0"/>
        </w:numPr>
        <w:ind w:left="434" w:hanging="434"/>
      </w:pPr>
      <w:bookmarkStart w:id="0" w:name="_Toc293318741"/>
      <w:r w:rsidRPr="0058706D">
        <w:t xml:space="preserve">Solicitud </w:t>
      </w:r>
      <w:r>
        <w:t>de Auspicio</w:t>
      </w:r>
      <w:bookmarkEnd w:id="0"/>
    </w:p>
    <w:p w:rsidR="007D78DF" w:rsidRDefault="00C20899" w:rsidP="007D78DF">
      <w:r>
        <w:br/>
        <w:t>1.-Fecha del Pedido:</w:t>
      </w:r>
      <w:r w:rsidR="007D78DF">
        <w:t xml:space="preserve"> </w:t>
      </w:r>
    </w:p>
    <w:p w:rsidR="007D78DF" w:rsidRDefault="007D78DF" w:rsidP="007D78DF">
      <w:r>
        <w:t xml:space="preserve">2.- Nombre del Evento (*):  </w:t>
      </w:r>
    </w:p>
    <w:p w:rsidR="007D78DF" w:rsidRDefault="007D78DF" w:rsidP="007D78DF">
      <w:r>
        <w:t xml:space="preserve">3.-Entidad Organizadora. Nombre y CUIT:  </w:t>
      </w:r>
      <w:r>
        <w:tab/>
      </w:r>
      <w:r>
        <w:tab/>
      </w:r>
      <w:r>
        <w:tab/>
      </w:r>
    </w:p>
    <w:p w:rsidR="007D78DF" w:rsidRDefault="007D78DF" w:rsidP="007D78DF">
      <w:r>
        <w:t xml:space="preserve">4.- Persona responsable por la organización. Nombre y DNI:  </w:t>
      </w:r>
    </w:p>
    <w:p w:rsidR="007D78DF" w:rsidRDefault="007D78DF" w:rsidP="007D78DF">
      <w:r>
        <w:t xml:space="preserve">4.-Lugar de realización: </w:t>
      </w:r>
    </w:p>
    <w:p w:rsidR="007D78DF" w:rsidRDefault="007D78DF" w:rsidP="007D78DF">
      <w:r>
        <w:t xml:space="preserve">5.- Fechas: </w:t>
      </w:r>
    </w:p>
    <w:p w:rsidR="00C20899" w:rsidRDefault="007D78DF" w:rsidP="007D78DF">
      <w:r>
        <w:t>6.- Justificación del Pedido:</w:t>
      </w:r>
    </w:p>
    <w:p w:rsidR="007D78DF" w:rsidRDefault="007D78DF" w:rsidP="007D78DF">
      <w:r>
        <w:t xml:space="preserve"> </w:t>
      </w:r>
    </w:p>
    <w:p w:rsidR="007D78DF" w:rsidRDefault="007D78DF" w:rsidP="007D78DF">
      <w:r>
        <w:t xml:space="preserve">7. Categoría Solicitada: </w:t>
      </w:r>
    </w:p>
    <w:p w:rsidR="007D78DF" w:rsidRDefault="007D78DF" w:rsidP="007D78DF">
      <w:r>
        <w:t xml:space="preserve">8. Monto del auspicio para la categoría solicitada: </w:t>
      </w:r>
    </w:p>
    <w:p w:rsidR="00F42A59" w:rsidRDefault="00F42A59" w:rsidP="007D78DF"/>
    <w:p w:rsidR="007D78DF" w:rsidRDefault="007D78DF" w:rsidP="007D78DF">
      <w:r>
        <w:t xml:space="preserve">9. Beneficios para el auspiciante: </w:t>
      </w:r>
    </w:p>
    <w:p w:rsidR="007D78DF" w:rsidRDefault="007D78DF" w:rsidP="007D78DF"/>
    <w:p w:rsidR="007D78DF" w:rsidRDefault="007D78DF" w:rsidP="007D78DF"/>
    <w:p w:rsidR="007D78DF" w:rsidRDefault="007D78DF" w:rsidP="007D78DF">
      <w:r>
        <w:t xml:space="preserve">(*) Adjuntar a este documento toda la información de interés sobre este evento. </w:t>
      </w:r>
    </w:p>
    <w:p w:rsidR="007D78DF" w:rsidRDefault="007D78DF" w:rsidP="007D78DF"/>
    <w:p w:rsidR="007D78DF" w:rsidRDefault="007D78DF" w:rsidP="007D78DF">
      <w:r>
        <w:t xml:space="preserve">En representación de la entidad organizadora, nos comprometemos a reintegrar el monto del auspicio en caso de ser cancelada la actividad. </w:t>
      </w:r>
    </w:p>
    <w:p w:rsidR="007D78DF" w:rsidRDefault="007D78DF" w:rsidP="007D78DF"/>
    <w:p w:rsidR="007D78DF" w:rsidRDefault="007D78DF" w:rsidP="007D78DF"/>
    <w:p w:rsidR="00EC459B" w:rsidRDefault="00EC459B" w:rsidP="007D78DF"/>
    <w:p w:rsidR="007D78DF" w:rsidRDefault="007D78DF" w:rsidP="007D78DF"/>
    <w:p w:rsidR="007D78DF" w:rsidRDefault="007D78DF" w:rsidP="007D78DF"/>
    <w:p w:rsidR="007D78DF" w:rsidRDefault="007D78DF" w:rsidP="007D78DF"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</w:t>
      </w:r>
    </w:p>
    <w:p w:rsidR="007D78DF" w:rsidRPr="007D55FD" w:rsidRDefault="007D78DF" w:rsidP="007D78D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y Sello del Solicitante</w:t>
      </w:r>
      <w:bookmarkStart w:id="1" w:name="_GoBack"/>
      <w:bookmarkEnd w:id="1"/>
    </w:p>
    <w:sectPr w:rsidR="007D78DF" w:rsidRPr="007D55FD" w:rsidSect="00306541">
      <w:headerReference w:type="default" r:id="rId8"/>
      <w:footerReference w:type="default" r:id="rId9"/>
      <w:pgSz w:w="11907" w:h="16839" w:code="9"/>
      <w:pgMar w:top="1701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0D8" w:rsidRDefault="001C00D8" w:rsidP="001163D2">
      <w:pPr>
        <w:spacing w:after="0" w:line="240" w:lineRule="auto"/>
      </w:pPr>
      <w:r>
        <w:separator/>
      </w:r>
    </w:p>
  </w:endnote>
  <w:endnote w:type="continuationSeparator" w:id="0">
    <w:p w:rsidR="001C00D8" w:rsidRDefault="001C00D8" w:rsidP="00116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NeueLT Std">
    <w:altName w:val="Arial Unicode MS"/>
    <w:charset w:val="00"/>
    <w:family w:val="swiss"/>
    <w:pitch w:val="variable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5E1" w:rsidRDefault="001163D2" w:rsidP="001D4CE6">
    <w:pPr>
      <w:pStyle w:val="Piedepgina"/>
      <w:pBdr>
        <w:top w:val="single" w:sz="6" w:space="1" w:color="7F7F7F" w:themeColor="text1" w:themeTint="80"/>
      </w:pBdr>
      <w:jc w:val="center"/>
      <w:rPr>
        <w:sz w:val="20"/>
        <w:szCs w:val="20"/>
        <w:lang w:val="it-IT"/>
      </w:rPr>
    </w:pPr>
    <w:r w:rsidRPr="00A90A2B">
      <w:rPr>
        <w:sz w:val="20"/>
        <w:szCs w:val="20"/>
        <w:lang w:val="it-IT"/>
      </w:rPr>
      <w:t>Fundación Dr. Manuel Sadosky  - Av. C</w:t>
    </w:r>
    <w:r>
      <w:rPr>
        <w:sz w:val="20"/>
        <w:szCs w:val="20"/>
        <w:lang w:val="it-IT"/>
      </w:rPr>
      <w:t>ó</w:t>
    </w:r>
    <w:r w:rsidRPr="00A90A2B">
      <w:rPr>
        <w:sz w:val="20"/>
        <w:szCs w:val="20"/>
        <w:lang w:val="it-IT"/>
      </w:rPr>
      <w:t>r</w:t>
    </w:r>
    <w:r>
      <w:rPr>
        <w:sz w:val="20"/>
        <w:szCs w:val="20"/>
        <w:lang w:val="it-IT"/>
      </w:rPr>
      <w:t xml:space="preserve">doba 744 - Piso 5 - Oficina I - </w:t>
    </w:r>
    <w:r w:rsidR="004835E1">
      <w:rPr>
        <w:sz w:val="20"/>
        <w:szCs w:val="20"/>
        <w:lang w:val="it-IT"/>
      </w:rPr>
      <w:t>Ciudad Autónoma de Buenos Aires</w:t>
    </w:r>
  </w:p>
  <w:p w:rsidR="004835E1" w:rsidRPr="00A90A2B" w:rsidRDefault="004835E1" w:rsidP="001D4CE6">
    <w:pPr>
      <w:pStyle w:val="Piedepgina"/>
      <w:pBdr>
        <w:top w:val="single" w:sz="6" w:space="1" w:color="7F7F7F" w:themeColor="text1" w:themeTint="80"/>
      </w:pBdr>
      <w:jc w:val="center"/>
      <w:rPr>
        <w:sz w:val="20"/>
        <w:szCs w:val="20"/>
        <w:lang w:val="it-IT"/>
      </w:rPr>
    </w:pPr>
    <w:r>
      <w:rPr>
        <w:sz w:val="20"/>
        <w:szCs w:val="20"/>
        <w:lang w:val="it-IT"/>
      </w:rPr>
      <w:t xml:space="preserve">Tel: +54 </w:t>
    </w:r>
    <w:r w:rsidR="001163D2" w:rsidRPr="001163D2">
      <w:rPr>
        <w:sz w:val="20"/>
        <w:szCs w:val="20"/>
        <w:lang w:val="it-IT"/>
      </w:rPr>
      <w:t>11 4328-5164</w:t>
    </w:r>
    <w:r>
      <w:rPr>
        <w:sz w:val="20"/>
        <w:szCs w:val="20"/>
        <w:lang w:val="it-IT"/>
      </w:rPr>
      <w:t xml:space="preserve">     http://www.fundacionsadosky.org.ar</w:t>
    </w:r>
  </w:p>
  <w:p w:rsidR="001163D2" w:rsidRPr="004835E1" w:rsidRDefault="004835E1" w:rsidP="004835E1">
    <w:pPr>
      <w:pStyle w:val="Piedepgina"/>
      <w:tabs>
        <w:tab w:val="clear" w:pos="4419"/>
        <w:tab w:val="clear" w:pos="8838"/>
        <w:tab w:val="left" w:pos="3765"/>
      </w:tabs>
      <w:rPr>
        <w:b/>
        <w:lang w:val="it-IT"/>
      </w:rPr>
    </w:pPr>
    <w:r w:rsidRPr="004835E1">
      <w:rPr>
        <w:b/>
        <w:lang w:val="it-IT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0D8" w:rsidRDefault="001C00D8" w:rsidP="001163D2">
      <w:pPr>
        <w:spacing w:after="0" w:line="240" w:lineRule="auto"/>
      </w:pPr>
      <w:r>
        <w:separator/>
      </w:r>
    </w:p>
  </w:footnote>
  <w:footnote w:type="continuationSeparator" w:id="0">
    <w:p w:rsidR="001C00D8" w:rsidRDefault="001C00D8" w:rsidP="00116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3D2" w:rsidRPr="001163D2" w:rsidRDefault="004835E1" w:rsidP="001D4CE6">
    <w:pPr>
      <w:pStyle w:val="Encabezado"/>
      <w:pBdr>
        <w:bottom w:val="single" w:sz="4" w:space="1" w:color="7F7F7F" w:themeColor="text1" w:themeTint="80"/>
      </w:pBdr>
      <w:tabs>
        <w:tab w:val="left" w:pos="5235"/>
      </w:tabs>
      <w:rPr>
        <w:b/>
        <w:sz w:val="32"/>
        <w:lang w:val="es-ES_tradnl"/>
      </w:rPr>
    </w:pPr>
    <w:r>
      <w:rPr>
        <w:b/>
        <w:sz w:val="32"/>
        <w:lang w:val="es-ES_tradnl"/>
      </w:rPr>
      <w:tab/>
    </w:r>
    <w:r>
      <w:rPr>
        <w:b/>
        <w:sz w:val="32"/>
        <w:lang w:val="es-ES_tradnl"/>
      </w:rPr>
      <w:tab/>
    </w:r>
    <w:r>
      <w:rPr>
        <w:b/>
        <w:sz w:val="32"/>
        <w:lang w:val="es-ES_tradnl"/>
      </w:rPr>
      <w:tab/>
    </w:r>
    <w:r>
      <w:rPr>
        <w:b/>
        <w:noProof/>
        <w:sz w:val="32"/>
      </w:rPr>
      <w:drawing>
        <wp:inline distT="0" distB="0" distL="0" distR="0" wp14:anchorId="36DA5EBA" wp14:editId="7270C63B">
          <wp:extent cx="1493238" cy="495300"/>
          <wp:effectExtent l="19050" t="0" r="0" b="0"/>
          <wp:docPr id="1" name="Picture 0" descr="logo Blanc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Blanco.png"/>
                  <pic:cNvPicPr/>
                </pic:nvPicPr>
                <pic:blipFill>
                  <a:blip r:embed="rId1" cstate="screen"/>
                  <a:stretch>
                    <a:fillRect/>
                  </a:stretch>
                </pic:blipFill>
                <pic:spPr>
                  <a:xfrm>
                    <a:off x="0" y="0"/>
                    <a:ext cx="1493238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E8233A"/>
    <w:multiLevelType w:val="multilevel"/>
    <w:tmpl w:val="56BCE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962A0B"/>
    <w:multiLevelType w:val="multilevel"/>
    <w:tmpl w:val="27E4D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544F09"/>
    <w:multiLevelType w:val="multilevel"/>
    <w:tmpl w:val="B01EF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E449BA"/>
    <w:multiLevelType w:val="hybridMultilevel"/>
    <w:tmpl w:val="E5D2645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191427"/>
    <w:multiLevelType w:val="multilevel"/>
    <w:tmpl w:val="7F8EC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4907282"/>
    <w:multiLevelType w:val="multilevel"/>
    <w:tmpl w:val="4EDCA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4513A4E"/>
    <w:multiLevelType w:val="multilevel"/>
    <w:tmpl w:val="DDBE4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5ED4F04"/>
    <w:multiLevelType w:val="multilevel"/>
    <w:tmpl w:val="DB82A84E"/>
    <w:lvl w:ilvl="0">
      <w:start w:val="1"/>
      <w:numFmt w:val="decimal"/>
      <w:pStyle w:val="Ttulo1"/>
      <w:lvlText w:val="%1"/>
      <w:lvlJc w:val="left"/>
      <w:pPr>
        <w:tabs>
          <w:tab w:val="num" w:pos="792"/>
        </w:tabs>
        <w:ind w:left="792" w:hanging="432"/>
      </w:pPr>
    </w:lvl>
    <w:lvl w:ilvl="1">
      <w:start w:val="1"/>
      <w:numFmt w:val="decimal"/>
      <w:pStyle w:val="Ttulo2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1224"/>
        </w:tabs>
        <w:ind w:left="122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368"/>
        </w:tabs>
        <w:ind w:left="136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512"/>
        </w:tabs>
        <w:ind w:left="151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944"/>
        </w:tabs>
        <w:ind w:left="1944" w:hanging="1584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8DF"/>
    <w:rsid w:val="000C1776"/>
    <w:rsid w:val="001163D2"/>
    <w:rsid w:val="001C00D8"/>
    <w:rsid w:val="001C4AF6"/>
    <w:rsid w:val="001D4CE6"/>
    <w:rsid w:val="00306541"/>
    <w:rsid w:val="00381415"/>
    <w:rsid w:val="003D24CB"/>
    <w:rsid w:val="004835E1"/>
    <w:rsid w:val="004F1B84"/>
    <w:rsid w:val="004F2CD2"/>
    <w:rsid w:val="00513656"/>
    <w:rsid w:val="00583924"/>
    <w:rsid w:val="005A4554"/>
    <w:rsid w:val="006E5963"/>
    <w:rsid w:val="00713180"/>
    <w:rsid w:val="007900AA"/>
    <w:rsid w:val="007D78DF"/>
    <w:rsid w:val="00822546"/>
    <w:rsid w:val="008D6820"/>
    <w:rsid w:val="00910C4C"/>
    <w:rsid w:val="00A14FA3"/>
    <w:rsid w:val="00BA3913"/>
    <w:rsid w:val="00BA559F"/>
    <w:rsid w:val="00C20899"/>
    <w:rsid w:val="00D75B92"/>
    <w:rsid w:val="00E523BB"/>
    <w:rsid w:val="00EC459B"/>
    <w:rsid w:val="00EE5C18"/>
    <w:rsid w:val="00F07872"/>
    <w:rsid w:val="00F42A59"/>
    <w:rsid w:val="00FC5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01307F3-9977-4A40-BC3B-4145818EB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autoRedefine/>
    <w:qFormat/>
    <w:rsid w:val="007D78DF"/>
    <w:pPr>
      <w:numPr>
        <w:numId w:val="8"/>
      </w:numPr>
      <w:tabs>
        <w:tab w:val="clear" w:pos="792"/>
      </w:tabs>
      <w:spacing w:before="120" w:line="240" w:lineRule="auto"/>
      <w:ind w:left="434" w:hanging="434"/>
      <w:outlineLvl w:val="0"/>
    </w:pPr>
    <w:rPr>
      <w:rFonts w:ascii="HelveticaNeueLT Std" w:eastAsia="Times New Roman" w:hAnsi="HelveticaNeueLT Std" w:cs="Times New Roman"/>
      <w:b/>
      <w:color w:val="007C85"/>
      <w:sz w:val="26"/>
      <w:szCs w:val="26"/>
      <w:lang w:val="es-AR" w:eastAsia="en-US"/>
    </w:rPr>
  </w:style>
  <w:style w:type="paragraph" w:styleId="Ttulo2">
    <w:name w:val="heading 2"/>
    <w:basedOn w:val="Normal"/>
    <w:next w:val="Normal"/>
    <w:link w:val="Ttulo2Car"/>
    <w:qFormat/>
    <w:rsid w:val="007D78DF"/>
    <w:pPr>
      <w:numPr>
        <w:ilvl w:val="1"/>
        <w:numId w:val="8"/>
      </w:numPr>
      <w:pBdr>
        <w:bottom w:val="single" w:sz="4" w:space="1" w:color="007C85"/>
      </w:pBdr>
      <w:tabs>
        <w:tab w:val="clear" w:pos="936"/>
        <w:tab w:val="left" w:pos="360"/>
        <w:tab w:val="left" w:pos="720"/>
      </w:tabs>
      <w:spacing w:before="200" w:after="160" w:line="360" w:lineRule="exact"/>
      <w:ind w:left="392" w:hanging="392"/>
      <w:outlineLvl w:val="1"/>
    </w:pPr>
    <w:rPr>
      <w:rFonts w:ascii="HelveticaNeueLT Std" w:eastAsia="Times New Roman" w:hAnsi="HelveticaNeueLT Std" w:cs="Times New Roman"/>
      <w:b/>
      <w:color w:val="007C85"/>
      <w:sz w:val="20"/>
      <w:szCs w:val="20"/>
      <w:lang w:val="es-AR" w:eastAsia="en-US"/>
    </w:rPr>
  </w:style>
  <w:style w:type="paragraph" w:styleId="Ttulo3">
    <w:name w:val="heading 3"/>
    <w:next w:val="Normal"/>
    <w:link w:val="Ttulo3Car"/>
    <w:qFormat/>
    <w:rsid w:val="007D78DF"/>
    <w:pPr>
      <w:numPr>
        <w:ilvl w:val="2"/>
        <w:numId w:val="8"/>
      </w:numPr>
      <w:tabs>
        <w:tab w:val="clear" w:pos="1080"/>
      </w:tabs>
      <w:spacing w:before="240" w:after="120" w:line="240" w:lineRule="auto"/>
      <w:ind w:left="763" w:hanging="763"/>
      <w:outlineLvl w:val="2"/>
    </w:pPr>
    <w:rPr>
      <w:rFonts w:ascii="HelveticaNeueLT Std" w:eastAsia="Times New Roman" w:hAnsi="HelveticaNeueLT Std" w:cs="Times New Roman"/>
      <w:b/>
      <w:color w:val="4D4D4D"/>
      <w:sz w:val="20"/>
      <w:szCs w:val="20"/>
      <w:lang w:val="es-AR" w:eastAsia="en-US"/>
    </w:rPr>
  </w:style>
  <w:style w:type="paragraph" w:styleId="Ttulo4">
    <w:name w:val="heading 4"/>
    <w:basedOn w:val="Ttulo3"/>
    <w:next w:val="Normal"/>
    <w:link w:val="Ttulo4Car"/>
    <w:qFormat/>
    <w:rsid w:val="007D78DF"/>
    <w:pPr>
      <w:keepNext/>
      <w:numPr>
        <w:ilvl w:val="3"/>
      </w:numPr>
      <w:tabs>
        <w:tab w:val="clear" w:pos="1224"/>
        <w:tab w:val="left" w:pos="900"/>
      </w:tabs>
      <w:spacing w:after="60"/>
      <w:ind w:left="893" w:hanging="893"/>
      <w:outlineLvl w:val="3"/>
    </w:pPr>
    <w:rPr>
      <w:b w:val="0"/>
      <w:bCs/>
      <w:szCs w:val="28"/>
    </w:rPr>
  </w:style>
  <w:style w:type="paragraph" w:styleId="Ttulo5">
    <w:name w:val="heading 5"/>
    <w:basedOn w:val="Ttulo4"/>
    <w:next w:val="Normal"/>
    <w:link w:val="Ttulo5Car"/>
    <w:autoRedefine/>
    <w:qFormat/>
    <w:rsid w:val="007D78DF"/>
    <w:pPr>
      <w:numPr>
        <w:ilvl w:val="4"/>
      </w:numPr>
      <w:tabs>
        <w:tab w:val="clear" w:pos="900"/>
        <w:tab w:val="clear" w:pos="1368"/>
        <w:tab w:val="left" w:pos="1080"/>
      </w:tabs>
      <w:ind w:left="1080" w:hanging="1080"/>
      <w:outlineLvl w:val="4"/>
    </w:pPr>
  </w:style>
  <w:style w:type="paragraph" w:styleId="Ttulo6">
    <w:name w:val="heading 6"/>
    <w:basedOn w:val="Normal"/>
    <w:next w:val="Normal"/>
    <w:link w:val="Ttulo6Car"/>
    <w:autoRedefine/>
    <w:qFormat/>
    <w:rsid w:val="007D78DF"/>
    <w:pPr>
      <w:numPr>
        <w:ilvl w:val="5"/>
        <w:numId w:val="8"/>
      </w:numPr>
      <w:spacing w:before="240" w:after="60" w:line="240" w:lineRule="auto"/>
      <w:ind w:left="1267" w:hanging="1267"/>
      <w:outlineLvl w:val="5"/>
    </w:pPr>
    <w:rPr>
      <w:rFonts w:ascii="HelveticaNeueLT Std" w:eastAsia="Times New Roman" w:hAnsi="HelveticaNeueLT Std" w:cs="Times New Roman"/>
      <w:bCs/>
      <w:color w:val="4D4D4D"/>
      <w:sz w:val="20"/>
      <w:lang w:val="es-AR" w:eastAsia="en-US"/>
    </w:rPr>
  </w:style>
  <w:style w:type="paragraph" w:styleId="Ttulo8">
    <w:name w:val="heading 8"/>
    <w:basedOn w:val="Normal"/>
    <w:next w:val="Normal"/>
    <w:link w:val="Ttulo8Car"/>
    <w:rsid w:val="007D78DF"/>
    <w:pPr>
      <w:numPr>
        <w:ilvl w:val="7"/>
        <w:numId w:val="8"/>
      </w:numPr>
      <w:spacing w:before="240" w:after="60" w:line="36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s-AR" w:eastAsia="en-US"/>
    </w:rPr>
  </w:style>
  <w:style w:type="paragraph" w:styleId="Ttulo9">
    <w:name w:val="heading 9"/>
    <w:basedOn w:val="Normal"/>
    <w:next w:val="Normal"/>
    <w:link w:val="Ttulo9Car"/>
    <w:rsid w:val="007D78DF"/>
    <w:pPr>
      <w:numPr>
        <w:ilvl w:val="8"/>
        <w:numId w:val="8"/>
      </w:numPr>
      <w:spacing w:before="240" w:after="60" w:line="360" w:lineRule="auto"/>
      <w:outlineLvl w:val="8"/>
    </w:pPr>
    <w:rPr>
      <w:rFonts w:ascii="Arial" w:eastAsia="Times New Roman" w:hAnsi="Arial" w:cs="Arial"/>
      <w:lang w:val="es-AR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163D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163D2"/>
  </w:style>
  <w:style w:type="paragraph" w:styleId="Piedepgina">
    <w:name w:val="footer"/>
    <w:basedOn w:val="Normal"/>
    <w:link w:val="PiedepginaCar"/>
    <w:uiPriority w:val="99"/>
    <w:unhideWhenUsed/>
    <w:rsid w:val="001163D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163D2"/>
  </w:style>
  <w:style w:type="paragraph" w:styleId="Textodeglobo">
    <w:name w:val="Balloon Text"/>
    <w:basedOn w:val="Normal"/>
    <w:link w:val="TextodegloboCar"/>
    <w:uiPriority w:val="99"/>
    <w:semiHidden/>
    <w:unhideWhenUsed/>
    <w:rsid w:val="00116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63D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1163D2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BA559F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rsid w:val="007D78DF"/>
    <w:rPr>
      <w:rFonts w:ascii="HelveticaNeueLT Std" w:eastAsia="Times New Roman" w:hAnsi="HelveticaNeueLT Std" w:cs="Times New Roman"/>
      <w:b/>
      <w:color w:val="007C85"/>
      <w:sz w:val="26"/>
      <w:szCs w:val="26"/>
      <w:lang w:val="es-AR" w:eastAsia="en-US"/>
    </w:rPr>
  </w:style>
  <w:style w:type="character" w:customStyle="1" w:styleId="Ttulo2Car">
    <w:name w:val="Título 2 Car"/>
    <w:basedOn w:val="Fuentedeprrafopredeter"/>
    <w:link w:val="Ttulo2"/>
    <w:rsid w:val="007D78DF"/>
    <w:rPr>
      <w:rFonts w:ascii="HelveticaNeueLT Std" w:eastAsia="Times New Roman" w:hAnsi="HelveticaNeueLT Std" w:cs="Times New Roman"/>
      <w:b/>
      <w:color w:val="007C85"/>
      <w:sz w:val="20"/>
      <w:szCs w:val="20"/>
      <w:lang w:val="es-AR" w:eastAsia="en-US"/>
    </w:rPr>
  </w:style>
  <w:style w:type="character" w:customStyle="1" w:styleId="Ttulo3Car">
    <w:name w:val="Título 3 Car"/>
    <w:basedOn w:val="Fuentedeprrafopredeter"/>
    <w:link w:val="Ttulo3"/>
    <w:rsid w:val="007D78DF"/>
    <w:rPr>
      <w:rFonts w:ascii="HelveticaNeueLT Std" w:eastAsia="Times New Roman" w:hAnsi="HelveticaNeueLT Std" w:cs="Times New Roman"/>
      <w:b/>
      <w:color w:val="4D4D4D"/>
      <w:sz w:val="20"/>
      <w:szCs w:val="20"/>
      <w:lang w:val="es-AR" w:eastAsia="en-US"/>
    </w:rPr>
  </w:style>
  <w:style w:type="character" w:customStyle="1" w:styleId="Ttulo4Car">
    <w:name w:val="Título 4 Car"/>
    <w:basedOn w:val="Fuentedeprrafopredeter"/>
    <w:link w:val="Ttulo4"/>
    <w:rsid w:val="007D78DF"/>
    <w:rPr>
      <w:rFonts w:ascii="HelveticaNeueLT Std" w:eastAsia="Times New Roman" w:hAnsi="HelveticaNeueLT Std" w:cs="Times New Roman"/>
      <w:bCs/>
      <w:color w:val="4D4D4D"/>
      <w:sz w:val="20"/>
      <w:szCs w:val="28"/>
      <w:lang w:val="es-AR" w:eastAsia="en-US"/>
    </w:rPr>
  </w:style>
  <w:style w:type="character" w:customStyle="1" w:styleId="Ttulo5Car">
    <w:name w:val="Título 5 Car"/>
    <w:basedOn w:val="Fuentedeprrafopredeter"/>
    <w:link w:val="Ttulo5"/>
    <w:rsid w:val="007D78DF"/>
    <w:rPr>
      <w:rFonts w:ascii="HelveticaNeueLT Std" w:eastAsia="Times New Roman" w:hAnsi="HelveticaNeueLT Std" w:cs="Times New Roman"/>
      <w:bCs/>
      <w:color w:val="4D4D4D"/>
      <w:sz w:val="20"/>
      <w:szCs w:val="28"/>
      <w:lang w:val="es-AR" w:eastAsia="en-US"/>
    </w:rPr>
  </w:style>
  <w:style w:type="character" w:customStyle="1" w:styleId="Ttulo6Car">
    <w:name w:val="Título 6 Car"/>
    <w:basedOn w:val="Fuentedeprrafopredeter"/>
    <w:link w:val="Ttulo6"/>
    <w:rsid w:val="007D78DF"/>
    <w:rPr>
      <w:rFonts w:ascii="HelveticaNeueLT Std" w:eastAsia="Times New Roman" w:hAnsi="HelveticaNeueLT Std" w:cs="Times New Roman"/>
      <w:bCs/>
      <w:color w:val="4D4D4D"/>
      <w:sz w:val="20"/>
      <w:lang w:val="es-AR" w:eastAsia="en-US"/>
    </w:rPr>
  </w:style>
  <w:style w:type="character" w:customStyle="1" w:styleId="Ttulo8Car">
    <w:name w:val="Título 8 Car"/>
    <w:basedOn w:val="Fuentedeprrafopredeter"/>
    <w:link w:val="Ttulo8"/>
    <w:rsid w:val="007D78DF"/>
    <w:rPr>
      <w:rFonts w:ascii="Times New Roman" w:eastAsia="Times New Roman" w:hAnsi="Times New Roman" w:cs="Times New Roman"/>
      <w:i/>
      <w:iCs/>
      <w:sz w:val="24"/>
      <w:szCs w:val="24"/>
      <w:lang w:val="es-AR" w:eastAsia="en-US"/>
    </w:rPr>
  </w:style>
  <w:style w:type="character" w:customStyle="1" w:styleId="Ttulo9Car">
    <w:name w:val="Título 9 Car"/>
    <w:basedOn w:val="Fuentedeprrafopredeter"/>
    <w:link w:val="Ttulo9"/>
    <w:rsid w:val="007D78DF"/>
    <w:rPr>
      <w:rFonts w:ascii="Arial" w:eastAsia="Times New Roman" w:hAnsi="Arial" w:cs="Arial"/>
      <w:lang w:val="es-A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51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ago\Documents\Fundacion%20Sadosky\Templates\TemplateHojaMembretadaF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72EF3-4D52-48F9-90CF-80B68F67B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TemplateHojaMembretadaFS</Template>
  <TotalTime>1</TotalTime>
  <Pages>1</Pages>
  <Words>103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Santiago</dc:creator>
  <cp:lastModifiedBy>Viviana Iriart</cp:lastModifiedBy>
  <cp:revision>2</cp:revision>
  <dcterms:created xsi:type="dcterms:W3CDTF">2017-08-23T15:12:00Z</dcterms:created>
  <dcterms:modified xsi:type="dcterms:W3CDTF">2017-08-23T15:12:00Z</dcterms:modified>
</cp:coreProperties>
</file>