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17D6" w:rsidRPr="00E43289" w:rsidRDefault="003B17D6" w:rsidP="00476F4D">
      <w:pPr>
        <w:jc w:val="center"/>
        <w:rPr>
          <w:b/>
        </w:rPr>
      </w:pPr>
    </w:p>
    <w:p w:rsidR="001068FC" w:rsidRPr="004C02D5" w:rsidRDefault="001068FC" w:rsidP="00476F4D">
      <w:pPr>
        <w:pBdr>
          <w:top w:val="single" w:sz="4" w:space="1" w:color="000000"/>
          <w:bottom w:val="single" w:sz="4" w:space="1" w:color="000000"/>
        </w:pBdr>
        <w:jc w:val="center"/>
        <w:rPr>
          <w:b/>
          <w:sz w:val="40"/>
          <w:szCs w:val="40"/>
          <w:lang w:val="es-AR"/>
        </w:rPr>
      </w:pPr>
    </w:p>
    <w:p w:rsidR="000A2598" w:rsidRDefault="000A2598" w:rsidP="00476F4D">
      <w:pPr>
        <w:pBdr>
          <w:top w:val="single" w:sz="4" w:space="1" w:color="000000"/>
          <w:bottom w:val="single" w:sz="4" w:space="1" w:color="000000"/>
        </w:pBdr>
        <w:spacing w:before="100" w:after="100"/>
        <w:jc w:val="center"/>
        <w:rPr>
          <w:b/>
          <w:bCs/>
          <w:sz w:val="72"/>
          <w:szCs w:val="72"/>
          <w:lang w:val="es-AR"/>
        </w:rPr>
      </w:pPr>
      <w:r w:rsidRPr="000A2598">
        <w:rPr>
          <w:b/>
          <w:bCs/>
          <w:sz w:val="72"/>
          <w:szCs w:val="72"/>
          <w:lang w:val="es-AR"/>
        </w:rPr>
        <w:t>Anexo I</w:t>
      </w:r>
    </w:p>
    <w:p w:rsidR="000A2598" w:rsidRPr="000A2598" w:rsidRDefault="000A2598" w:rsidP="00476F4D">
      <w:pPr>
        <w:pBdr>
          <w:top w:val="single" w:sz="4" w:space="1" w:color="000000"/>
          <w:bottom w:val="single" w:sz="4" w:space="1" w:color="000000"/>
        </w:pBdr>
        <w:spacing w:before="100" w:after="100"/>
        <w:jc w:val="center"/>
        <w:rPr>
          <w:b/>
          <w:bCs/>
          <w:sz w:val="20"/>
          <w:lang w:val="es-AR"/>
        </w:rPr>
      </w:pPr>
    </w:p>
    <w:p w:rsidR="001068FC" w:rsidRPr="000A2598" w:rsidRDefault="001068FC" w:rsidP="00476F4D">
      <w:pPr>
        <w:pBdr>
          <w:top w:val="single" w:sz="4" w:space="1" w:color="000000"/>
          <w:bottom w:val="single" w:sz="4" w:space="1" w:color="000000"/>
        </w:pBdr>
        <w:spacing w:before="100" w:after="100"/>
        <w:jc w:val="center"/>
        <w:rPr>
          <w:b/>
          <w:bCs/>
          <w:sz w:val="50"/>
          <w:szCs w:val="50"/>
          <w:lang w:val="es-AR"/>
        </w:rPr>
      </w:pPr>
      <w:r w:rsidRPr="000A2598">
        <w:rPr>
          <w:b/>
          <w:bCs/>
          <w:sz w:val="50"/>
          <w:szCs w:val="50"/>
          <w:lang w:val="es-AR"/>
        </w:rPr>
        <w:t>SUBCOMPONENTE 2.1</w:t>
      </w:r>
    </w:p>
    <w:p w:rsidR="001068FC" w:rsidRPr="000A2598" w:rsidRDefault="001068FC" w:rsidP="00476F4D">
      <w:pPr>
        <w:pBdr>
          <w:top w:val="single" w:sz="4" w:space="1" w:color="000000"/>
          <w:bottom w:val="single" w:sz="4" w:space="1" w:color="000000"/>
        </w:pBdr>
        <w:spacing w:before="100" w:after="100"/>
        <w:jc w:val="center"/>
        <w:rPr>
          <w:b/>
          <w:bCs/>
          <w:sz w:val="20"/>
          <w:lang w:val="es-AR"/>
        </w:rPr>
      </w:pPr>
    </w:p>
    <w:p w:rsidR="001068FC" w:rsidRPr="000A2598" w:rsidRDefault="001068FC" w:rsidP="00476F4D">
      <w:pPr>
        <w:pBdr>
          <w:top w:val="single" w:sz="4" w:space="1" w:color="000000"/>
          <w:bottom w:val="single" w:sz="4" w:space="1" w:color="000000"/>
        </w:pBdr>
        <w:spacing w:before="100" w:after="100"/>
        <w:jc w:val="center"/>
        <w:rPr>
          <w:b/>
          <w:bCs/>
          <w:sz w:val="50"/>
          <w:szCs w:val="50"/>
          <w:lang w:val="es-AR"/>
        </w:rPr>
      </w:pPr>
      <w:r w:rsidRPr="000A2598">
        <w:rPr>
          <w:b/>
          <w:bCs/>
          <w:sz w:val="50"/>
          <w:szCs w:val="50"/>
          <w:lang w:val="es-AR"/>
        </w:rPr>
        <w:t>“EXPANSION DE LA INFRAESTRUCTURA EDUCATIVA”</w:t>
      </w:r>
    </w:p>
    <w:p w:rsidR="001068FC" w:rsidRPr="004C02D5" w:rsidRDefault="001068FC" w:rsidP="00476F4D">
      <w:pPr>
        <w:pBdr>
          <w:top w:val="single" w:sz="4" w:space="1" w:color="000000"/>
          <w:bottom w:val="single" w:sz="4" w:space="1" w:color="000000"/>
        </w:pBdr>
        <w:jc w:val="center"/>
        <w:rPr>
          <w:b/>
          <w:bCs/>
          <w:sz w:val="28"/>
          <w:szCs w:val="28"/>
          <w:lang w:val="es-AR"/>
        </w:rPr>
      </w:pPr>
    </w:p>
    <w:p w:rsidR="001068FC" w:rsidRPr="004C02D5" w:rsidRDefault="001068FC" w:rsidP="00476F4D">
      <w:pPr>
        <w:pBdr>
          <w:top w:val="single" w:sz="4" w:space="1" w:color="000000"/>
          <w:bottom w:val="single" w:sz="4" w:space="1" w:color="000000"/>
        </w:pBdr>
        <w:jc w:val="center"/>
        <w:rPr>
          <w:b/>
          <w:bCs/>
          <w:sz w:val="28"/>
          <w:szCs w:val="28"/>
          <w:lang w:val="es-AR"/>
        </w:rPr>
      </w:pPr>
    </w:p>
    <w:p w:rsidR="001068FC" w:rsidRDefault="001068FC" w:rsidP="001068FC">
      <w:pPr>
        <w:autoSpaceDE w:val="0"/>
        <w:autoSpaceDN w:val="0"/>
        <w:adjustRightInd w:val="0"/>
        <w:spacing w:line="360" w:lineRule="auto"/>
        <w:ind w:left="851" w:right="616"/>
        <w:jc w:val="center"/>
        <w:rPr>
          <w:sz w:val="28"/>
          <w:szCs w:val="28"/>
          <w:lang w:val="es-AR"/>
        </w:rPr>
      </w:pPr>
    </w:p>
    <w:p w:rsidR="001068FC" w:rsidRDefault="001068FC" w:rsidP="001068FC">
      <w:pPr>
        <w:autoSpaceDE w:val="0"/>
        <w:autoSpaceDN w:val="0"/>
        <w:adjustRightInd w:val="0"/>
        <w:spacing w:line="360" w:lineRule="auto"/>
        <w:ind w:left="851" w:right="616"/>
        <w:jc w:val="center"/>
        <w:rPr>
          <w:sz w:val="36"/>
          <w:szCs w:val="36"/>
          <w:lang w:val="es-AR"/>
        </w:rPr>
      </w:pPr>
      <w:r w:rsidRPr="004C02D5">
        <w:rPr>
          <w:sz w:val="28"/>
          <w:szCs w:val="28"/>
          <w:lang w:val="es-AR"/>
        </w:rPr>
        <w:t>“</w:t>
      </w:r>
      <w:r w:rsidRPr="004C02D5">
        <w:rPr>
          <w:sz w:val="36"/>
          <w:szCs w:val="36"/>
          <w:lang w:val="es-AR"/>
        </w:rPr>
        <w:t>Programa de Apoyo al Plan Nacional de Primera Infancia y a la Política de Universalización de la Educación Inicial”</w:t>
      </w:r>
    </w:p>
    <w:p w:rsidR="001068FC" w:rsidRPr="00A7311F" w:rsidRDefault="001068FC" w:rsidP="00476F4D">
      <w:pPr>
        <w:pBdr>
          <w:top w:val="single" w:sz="4" w:space="1" w:color="000000"/>
          <w:bottom w:val="single" w:sz="4" w:space="1" w:color="000000"/>
        </w:pBdr>
        <w:jc w:val="center"/>
        <w:rPr>
          <w:b/>
          <w:sz w:val="44"/>
          <w:lang w:val="es-AR"/>
        </w:rPr>
      </w:pPr>
    </w:p>
    <w:p w:rsidR="001068FC" w:rsidRPr="0092560E" w:rsidRDefault="001068FC" w:rsidP="00476F4D">
      <w:pPr>
        <w:pBdr>
          <w:top w:val="single" w:sz="4" w:space="1" w:color="000000"/>
          <w:bottom w:val="single" w:sz="4" w:space="1" w:color="000000"/>
        </w:pBdr>
        <w:jc w:val="center"/>
        <w:rPr>
          <w:b/>
          <w:sz w:val="44"/>
          <w:szCs w:val="44"/>
          <w:lang w:val="pt-BR"/>
        </w:rPr>
      </w:pPr>
      <w:r w:rsidRPr="004C02D5">
        <w:rPr>
          <w:b/>
          <w:sz w:val="44"/>
          <w:szCs w:val="44"/>
          <w:lang w:val="pt-BR"/>
        </w:rPr>
        <w:t xml:space="preserve">PRÉSTAMO BID </w:t>
      </w:r>
      <w:r>
        <w:rPr>
          <w:b/>
          <w:sz w:val="44"/>
          <w:szCs w:val="44"/>
          <w:lang w:val="pt-BR"/>
        </w:rPr>
        <w:t>N° 4229/OC-AR</w:t>
      </w:r>
    </w:p>
    <w:p w:rsidR="001068FC" w:rsidRPr="004C02D5" w:rsidRDefault="001068FC" w:rsidP="00476F4D">
      <w:pPr>
        <w:pBdr>
          <w:top w:val="single" w:sz="4" w:space="1" w:color="000000"/>
          <w:bottom w:val="single" w:sz="4" w:space="1" w:color="000000"/>
        </w:pBdr>
        <w:spacing w:before="100" w:after="100"/>
        <w:jc w:val="center"/>
        <w:rPr>
          <w:b/>
          <w:bCs/>
          <w:sz w:val="40"/>
          <w:szCs w:val="40"/>
          <w:lang w:val="pt-BR"/>
        </w:rPr>
      </w:pPr>
    </w:p>
    <w:p w:rsidR="001068FC" w:rsidRPr="00301812" w:rsidRDefault="001068FC" w:rsidP="00476F4D">
      <w:pPr>
        <w:pBdr>
          <w:top w:val="single" w:sz="4" w:space="1" w:color="000000"/>
          <w:bottom w:val="single" w:sz="4" w:space="1" w:color="000000"/>
        </w:pBdr>
        <w:jc w:val="center"/>
        <w:rPr>
          <w:b/>
          <w:sz w:val="64"/>
          <w:szCs w:val="64"/>
          <w:lang w:val="pt-BR"/>
        </w:rPr>
      </w:pPr>
      <w:r w:rsidRPr="00301812">
        <w:rPr>
          <w:b/>
          <w:bCs/>
          <w:sz w:val="64"/>
          <w:szCs w:val="64"/>
          <w:lang w:val="pt-BR"/>
        </w:rPr>
        <w:t>-PRINI I-</w:t>
      </w:r>
    </w:p>
    <w:p w:rsidR="001068FC" w:rsidRPr="004C02D5" w:rsidRDefault="001068FC" w:rsidP="00476F4D">
      <w:pPr>
        <w:pBdr>
          <w:top w:val="single" w:sz="4" w:space="1" w:color="000000"/>
          <w:bottom w:val="single" w:sz="4" w:space="1" w:color="000000"/>
        </w:pBdr>
        <w:spacing w:before="100" w:after="100"/>
        <w:jc w:val="center"/>
        <w:rPr>
          <w:b/>
          <w:bCs/>
          <w:sz w:val="40"/>
          <w:szCs w:val="40"/>
          <w:lang w:val="pt-BR"/>
        </w:rPr>
      </w:pPr>
    </w:p>
    <w:p w:rsidR="003B17D6" w:rsidRPr="001068FC" w:rsidRDefault="003B17D6" w:rsidP="00476F4D">
      <w:pPr>
        <w:rPr>
          <w:sz w:val="23"/>
          <w:lang w:val="pt-BR"/>
        </w:rPr>
      </w:pPr>
    </w:p>
    <w:p w:rsidR="00D55756" w:rsidRPr="00E43289" w:rsidRDefault="00D55756" w:rsidP="00476F4D">
      <w:pPr>
        <w:pStyle w:val="TtulodeTDC"/>
        <w:spacing w:before="360" w:after="360"/>
        <w:rPr>
          <w:rFonts w:ascii="Calibri" w:hAnsi="Calibri"/>
        </w:rPr>
      </w:pPr>
      <w:r w:rsidRPr="00F6024F">
        <w:rPr>
          <w:rFonts w:ascii="Calibri" w:hAnsi="Calibri"/>
          <w:color w:val="17365D"/>
          <w:sz w:val="40"/>
        </w:rPr>
        <w:lastRenderedPageBreak/>
        <w:t>Contenido</w:t>
      </w:r>
    </w:p>
    <w:p w:rsidR="005A7229" w:rsidRDefault="008B24FB">
      <w:pPr>
        <w:pStyle w:val="TDC1"/>
        <w:tabs>
          <w:tab w:val="right" w:leader="dot" w:pos="9345"/>
        </w:tabs>
        <w:rPr>
          <w:rFonts w:asciiTheme="minorHAnsi" w:eastAsiaTheme="minorEastAsia" w:hAnsiTheme="minorHAnsi" w:cstheme="minorBidi"/>
          <w:noProof/>
          <w:sz w:val="22"/>
          <w:szCs w:val="22"/>
          <w:lang w:val="es-AR" w:eastAsia="es-AR"/>
        </w:rPr>
      </w:pPr>
      <w:r w:rsidRPr="00E43289">
        <w:rPr>
          <w:sz w:val="20"/>
        </w:rPr>
        <w:fldChar w:fldCharType="begin"/>
      </w:r>
      <w:r w:rsidR="00D55756" w:rsidRPr="00E43289">
        <w:rPr>
          <w:sz w:val="20"/>
        </w:rPr>
        <w:instrText xml:space="preserve"> TOC \o "1-3" \h \z \u </w:instrText>
      </w:r>
      <w:r w:rsidRPr="00E43289">
        <w:rPr>
          <w:sz w:val="20"/>
        </w:rPr>
        <w:fldChar w:fldCharType="separate"/>
      </w:r>
      <w:hyperlink w:anchor="_Toc47600750" w:history="1">
        <w:r w:rsidR="005A7229" w:rsidRPr="00D92E02">
          <w:rPr>
            <w:rStyle w:val="Hipervnculo"/>
            <w:noProof/>
          </w:rPr>
          <w:t>APÉNDICES</w:t>
        </w:r>
        <w:r w:rsidR="005A7229">
          <w:rPr>
            <w:noProof/>
            <w:webHidden/>
          </w:rPr>
          <w:tab/>
        </w:r>
        <w:r w:rsidR="005A7229">
          <w:rPr>
            <w:noProof/>
            <w:webHidden/>
          </w:rPr>
          <w:fldChar w:fldCharType="begin"/>
        </w:r>
        <w:r w:rsidR="005A7229">
          <w:rPr>
            <w:noProof/>
            <w:webHidden/>
          </w:rPr>
          <w:instrText xml:space="preserve"> PAGEREF _Toc47600750 \h </w:instrText>
        </w:r>
        <w:r w:rsidR="005A7229">
          <w:rPr>
            <w:noProof/>
            <w:webHidden/>
          </w:rPr>
        </w:r>
        <w:r w:rsidR="005A7229">
          <w:rPr>
            <w:noProof/>
            <w:webHidden/>
          </w:rPr>
          <w:fldChar w:fldCharType="separate"/>
        </w:r>
        <w:r w:rsidR="005A7229">
          <w:rPr>
            <w:noProof/>
            <w:webHidden/>
          </w:rPr>
          <w:t>3</w:t>
        </w:r>
        <w:r w:rsidR="005A7229">
          <w:rPr>
            <w:noProof/>
            <w:webHidden/>
          </w:rPr>
          <w:fldChar w:fldCharType="end"/>
        </w:r>
      </w:hyperlink>
    </w:p>
    <w:p w:rsidR="005A7229" w:rsidRDefault="005A7229">
      <w:pPr>
        <w:pStyle w:val="TDC1"/>
        <w:tabs>
          <w:tab w:val="right" w:leader="dot" w:pos="9345"/>
        </w:tabs>
        <w:rPr>
          <w:rFonts w:asciiTheme="minorHAnsi" w:eastAsiaTheme="minorEastAsia" w:hAnsiTheme="minorHAnsi" w:cstheme="minorBidi"/>
          <w:noProof/>
          <w:sz w:val="22"/>
          <w:szCs w:val="22"/>
          <w:lang w:val="es-AR" w:eastAsia="es-AR"/>
        </w:rPr>
      </w:pPr>
      <w:hyperlink w:anchor="_Toc47600751" w:history="1">
        <w:r w:rsidRPr="00D92E02">
          <w:rPr>
            <w:rStyle w:val="Hipervnculo"/>
            <w:noProof/>
          </w:rPr>
          <w:t>SIGLAS Y ABREVIATURAS</w:t>
        </w:r>
        <w:r>
          <w:rPr>
            <w:noProof/>
            <w:webHidden/>
          </w:rPr>
          <w:tab/>
        </w:r>
        <w:r>
          <w:rPr>
            <w:noProof/>
            <w:webHidden/>
          </w:rPr>
          <w:fldChar w:fldCharType="begin"/>
        </w:r>
        <w:r>
          <w:rPr>
            <w:noProof/>
            <w:webHidden/>
          </w:rPr>
          <w:instrText xml:space="preserve"> PAGEREF _Toc47600751 \h </w:instrText>
        </w:r>
        <w:r>
          <w:rPr>
            <w:noProof/>
            <w:webHidden/>
          </w:rPr>
        </w:r>
        <w:r>
          <w:rPr>
            <w:noProof/>
            <w:webHidden/>
          </w:rPr>
          <w:fldChar w:fldCharType="separate"/>
        </w:r>
        <w:r>
          <w:rPr>
            <w:noProof/>
            <w:webHidden/>
          </w:rPr>
          <w:t>4</w:t>
        </w:r>
        <w:r>
          <w:rPr>
            <w:noProof/>
            <w:webHidden/>
          </w:rPr>
          <w:fldChar w:fldCharType="end"/>
        </w:r>
      </w:hyperlink>
    </w:p>
    <w:p w:rsidR="005A7229" w:rsidRDefault="005A7229">
      <w:pPr>
        <w:pStyle w:val="TDC1"/>
        <w:tabs>
          <w:tab w:val="left" w:pos="440"/>
          <w:tab w:val="right" w:leader="dot" w:pos="9345"/>
        </w:tabs>
        <w:rPr>
          <w:rFonts w:asciiTheme="minorHAnsi" w:eastAsiaTheme="minorEastAsia" w:hAnsiTheme="minorHAnsi" w:cstheme="minorBidi"/>
          <w:noProof/>
          <w:sz w:val="22"/>
          <w:szCs w:val="22"/>
          <w:lang w:val="es-AR" w:eastAsia="es-AR"/>
        </w:rPr>
      </w:pPr>
      <w:hyperlink w:anchor="_Toc47600752" w:history="1">
        <w:r w:rsidRPr="00D92E02">
          <w:rPr>
            <w:rStyle w:val="Hipervnculo"/>
            <w:noProof/>
          </w:rPr>
          <w:t>1.</w:t>
        </w:r>
        <w:r>
          <w:rPr>
            <w:rFonts w:asciiTheme="minorHAnsi" w:eastAsiaTheme="minorEastAsia" w:hAnsiTheme="minorHAnsi" w:cstheme="minorBidi"/>
            <w:noProof/>
            <w:sz w:val="22"/>
            <w:szCs w:val="22"/>
            <w:lang w:val="es-AR" w:eastAsia="es-AR"/>
          </w:rPr>
          <w:tab/>
        </w:r>
        <w:r w:rsidRPr="00D92E02">
          <w:rPr>
            <w:rStyle w:val="Hipervnculo"/>
            <w:noProof/>
          </w:rPr>
          <w:t>PROPÓSITO</w:t>
        </w:r>
        <w:r>
          <w:rPr>
            <w:noProof/>
            <w:webHidden/>
          </w:rPr>
          <w:tab/>
        </w:r>
        <w:r>
          <w:rPr>
            <w:noProof/>
            <w:webHidden/>
          </w:rPr>
          <w:fldChar w:fldCharType="begin"/>
        </w:r>
        <w:r>
          <w:rPr>
            <w:noProof/>
            <w:webHidden/>
          </w:rPr>
          <w:instrText xml:space="preserve"> PAGEREF _Toc47600752 \h </w:instrText>
        </w:r>
        <w:r>
          <w:rPr>
            <w:noProof/>
            <w:webHidden/>
          </w:rPr>
        </w:r>
        <w:r>
          <w:rPr>
            <w:noProof/>
            <w:webHidden/>
          </w:rPr>
          <w:fldChar w:fldCharType="separate"/>
        </w:r>
        <w:r>
          <w:rPr>
            <w:noProof/>
            <w:webHidden/>
          </w:rPr>
          <w:t>5</w:t>
        </w:r>
        <w:r>
          <w:rPr>
            <w:noProof/>
            <w:webHidden/>
          </w:rPr>
          <w:fldChar w:fldCharType="end"/>
        </w:r>
      </w:hyperlink>
    </w:p>
    <w:p w:rsidR="005A7229" w:rsidRDefault="005A7229">
      <w:pPr>
        <w:pStyle w:val="TDC1"/>
        <w:tabs>
          <w:tab w:val="left" w:pos="440"/>
          <w:tab w:val="right" w:leader="dot" w:pos="9345"/>
        </w:tabs>
        <w:rPr>
          <w:rFonts w:asciiTheme="minorHAnsi" w:eastAsiaTheme="minorEastAsia" w:hAnsiTheme="minorHAnsi" w:cstheme="minorBidi"/>
          <w:noProof/>
          <w:sz w:val="22"/>
          <w:szCs w:val="22"/>
          <w:lang w:val="es-AR" w:eastAsia="es-AR"/>
        </w:rPr>
      </w:pPr>
      <w:hyperlink w:anchor="_Toc47600753" w:history="1">
        <w:r w:rsidRPr="00D92E02">
          <w:rPr>
            <w:rStyle w:val="Hipervnculo"/>
            <w:noProof/>
          </w:rPr>
          <w:t>2.</w:t>
        </w:r>
        <w:r>
          <w:rPr>
            <w:rFonts w:asciiTheme="minorHAnsi" w:eastAsiaTheme="minorEastAsia" w:hAnsiTheme="minorHAnsi" w:cstheme="minorBidi"/>
            <w:noProof/>
            <w:sz w:val="22"/>
            <w:szCs w:val="22"/>
            <w:lang w:val="es-AR" w:eastAsia="es-AR"/>
          </w:rPr>
          <w:tab/>
        </w:r>
        <w:r w:rsidRPr="00D92E02">
          <w:rPr>
            <w:rStyle w:val="Hipervnculo"/>
            <w:noProof/>
          </w:rPr>
          <w:t>OBJETIVO DEL SUBCOMPONENTE</w:t>
        </w:r>
        <w:r>
          <w:rPr>
            <w:noProof/>
            <w:webHidden/>
          </w:rPr>
          <w:tab/>
        </w:r>
        <w:r>
          <w:rPr>
            <w:noProof/>
            <w:webHidden/>
          </w:rPr>
          <w:fldChar w:fldCharType="begin"/>
        </w:r>
        <w:r>
          <w:rPr>
            <w:noProof/>
            <w:webHidden/>
          </w:rPr>
          <w:instrText xml:space="preserve"> PAGEREF _Toc47600753 \h </w:instrText>
        </w:r>
        <w:r>
          <w:rPr>
            <w:noProof/>
            <w:webHidden/>
          </w:rPr>
        </w:r>
        <w:r>
          <w:rPr>
            <w:noProof/>
            <w:webHidden/>
          </w:rPr>
          <w:fldChar w:fldCharType="separate"/>
        </w:r>
        <w:r>
          <w:rPr>
            <w:noProof/>
            <w:webHidden/>
          </w:rPr>
          <w:t>6</w:t>
        </w:r>
        <w:r>
          <w:rPr>
            <w:noProof/>
            <w:webHidden/>
          </w:rPr>
          <w:fldChar w:fldCharType="end"/>
        </w:r>
      </w:hyperlink>
    </w:p>
    <w:p w:rsidR="005A7229" w:rsidRDefault="005A7229">
      <w:pPr>
        <w:pStyle w:val="TDC1"/>
        <w:tabs>
          <w:tab w:val="left" w:pos="440"/>
          <w:tab w:val="right" w:leader="dot" w:pos="9345"/>
        </w:tabs>
        <w:rPr>
          <w:rFonts w:asciiTheme="minorHAnsi" w:eastAsiaTheme="minorEastAsia" w:hAnsiTheme="minorHAnsi" w:cstheme="minorBidi"/>
          <w:noProof/>
          <w:sz w:val="22"/>
          <w:szCs w:val="22"/>
          <w:lang w:val="es-AR" w:eastAsia="es-AR"/>
        </w:rPr>
      </w:pPr>
      <w:hyperlink w:anchor="_Toc47600754" w:history="1">
        <w:r w:rsidRPr="00D92E02">
          <w:rPr>
            <w:rStyle w:val="Hipervnculo"/>
            <w:noProof/>
          </w:rPr>
          <w:t>3.</w:t>
        </w:r>
        <w:r>
          <w:rPr>
            <w:rFonts w:asciiTheme="minorHAnsi" w:eastAsiaTheme="minorEastAsia" w:hAnsiTheme="minorHAnsi" w:cstheme="minorBidi"/>
            <w:noProof/>
            <w:sz w:val="22"/>
            <w:szCs w:val="22"/>
            <w:lang w:val="es-AR" w:eastAsia="es-AR"/>
          </w:rPr>
          <w:tab/>
        </w:r>
        <w:r w:rsidRPr="00D92E02">
          <w:rPr>
            <w:rStyle w:val="Hipervnculo"/>
            <w:noProof/>
          </w:rPr>
          <w:t>ACCIONES DEL SUBCOMPONENTE</w:t>
        </w:r>
        <w:r>
          <w:rPr>
            <w:noProof/>
            <w:webHidden/>
          </w:rPr>
          <w:tab/>
        </w:r>
        <w:r>
          <w:rPr>
            <w:noProof/>
            <w:webHidden/>
          </w:rPr>
          <w:fldChar w:fldCharType="begin"/>
        </w:r>
        <w:r>
          <w:rPr>
            <w:noProof/>
            <w:webHidden/>
          </w:rPr>
          <w:instrText xml:space="preserve"> PAGEREF _Toc47600754 \h </w:instrText>
        </w:r>
        <w:r>
          <w:rPr>
            <w:noProof/>
            <w:webHidden/>
          </w:rPr>
        </w:r>
        <w:r>
          <w:rPr>
            <w:noProof/>
            <w:webHidden/>
          </w:rPr>
          <w:fldChar w:fldCharType="separate"/>
        </w:r>
        <w:r>
          <w:rPr>
            <w:noProof/>
            <w:webHidden/>
          </w:rPr>
          <w:t>7</w:t>
        </w:r>
        <w:r>
          <w:rPr>
            <w:noProof/>
            <w:webHidden/>
          </w:rPr>
          <w:fldChar w:fldCharType="end"/>
        </w:r>
      </w:hyperlink>
    </w:p>
    <w:p w:rsidR="005A7229" w:rsidRDefault="005A7229">
      <w:pPr>
        <w:pStyle w:val="TDC1"/>
        <w:tabs>
          <w:tab w:val="left" w:pos="660"/>
          <w:tab w:val="right" w:leader="dot" w:pos="9345"/>
        </w:tabs>
        <w:rPr>
          <w:rFonts w:asciiTheme="minorHAnsi" w:eastAsiaTheme="minorEastAsia" w:hAnsiTheme="minorHAnsi" w:cstheme="minorBidi"/>
          <w:noProof/>
          <w:sz w:val="22"/>
          <w:szCs w:val="22"/>
          <w:lang w:val="es-AR" w:eastAsia="es-AR"/>
        </w:rPr>
      </w:pPr>
      <w:hyperlink w:anchor="_Toc47600755" w:history="1">
        <w:r w:rsidRPr="00D92E02">
          <w:rPr>
            <w:rStyle w:val="Hipervnculo"/>
            <w:noProof/>
          </w:rPr>
          <w:t>3.1.</w:t>
        </w:r>
        <w:r>
          <w:rPr>
            <w:rFonts w:asciiTheme="minorHAnsi" w:eastAsiaTheme="minorEastAsia" w:hAnsiTheme="minorHAnsi" w:cstheme="minorBidi"/>
            <w:noProof/>
            <w:sz w:val="22"/>
            <w:szCs w:val="22"/>
            <w:lang w:val="es-AR" w:eastAsia="es-AR"/>
          </w:rPr>
          <w:tab/>
        </w:r>
        <w:r w:rsidRPr="00D92E02">
          <w:rPr>
            <w:rStyle w:val="Hipervnculo"/>
            <w:noProof/>
          </w:rPr>
          <w:t>Construcción de edificios de nivel inicial y dotación de mobiliario</w:t>
        </w:r>
        <w:r>
          <w:rPr>
            <w:noProof/>
            <w:webHidden/>
          </w:rPr>
          <w:tab/>
        </w:r>
        <w:r>
          <w:rPr>
            <w:noProof/>
            <w:webHidden/>
          </w:rPr>
          <w:fldChar w:fldCharType="begin"/>
        </w:r>
        <w:r>
          <w:rPr>
            <w:noProof/>
            <w:webHidden/>
          </w:rPr>
          <w:instrText xml:space="preserve"> PAGEREF _Toc47600755 \h </w:instrText>
        </w:r>
        <w:r>
          <w:rPr>
            <w:noProof/>
            <w:webHidden/>
          </w:rPr>
        </w:r>
        <w:r>
          <w:rPr>
            <w:noProof/>
            <w:webHidden/>
          </w:rPr>
          <w:fldChar w:fldCharType="separate"/>
        </w:r>
        <w:r>
          <w:rPr>
            <w:noProof/>
            <w:webHidden/>
          </w:rPr>
          <w:t>7</w:t>
        </w:r>
        <w:r>
          <w:rPr>
            <w:noProof/>
            <w:webHidden/>
          </w:rPr>
          <w:fldChar w:fldCharType="end"/>
        </w:r>
      </w:hyperlink>
    </w:p>
    <w:p w:rsidR="005A7229" w:rsidRDefault="005A7229">
      <w:pPr>
        <w:pStyle w:val="TDC1"/>
        <w:tabs>
          <w:tab w:val="left" w:pos="880"/>
          <w:tab w:val="right" w:leader="dot" w:pos="9345"/>
        </w:tabs>
        <w:rPr>
          <w:rFonts w:asciiTheme="minorHAnsi" w:eastAsiaTheme="minorEastAsia" w:hAnsiTheme="minorHAnsi" w:cstheme="minorBidi"/>
          <w:noProof/>
          <w:sz w:val="22"/>
          <w:szCs w:val="22"/>
          <w:lang w:val="es-AR" w:eastAsia="es-AR"/>
        </w:rPr>
      </w:pPr>
      <w:hyperlink w:anchor="_Toc47600756" w:history="1">
        <w:r w:rsidRPr="00D92E02">
          <w:rPr>
            <w:rStyle w:val="Hipervnculo"/>
            <w:noProof/>
          </w:rPr>
          <w:t>3.1.1.</w:t>
        </w:r>
        <w:r>
          <w:rPr>
            <w:rFonts w:asciiTheme="minorHAnsi" w:eastAsiaTheme="minorEastAsia" w:hAnsiTheme="minorHAnsi" w:cstheme="minorBidi"/>
            <w:noProof/>
            <w:sz w:val="22"/>
            <w:szCs w:val="22"/>
            <w:lang w:val="es-AR" w:eastAsia="es-AR"/>
          </w:rPr>
          <w:tab/>
        </w:r>
        <w:r w:rsidRPr="00D92E02">
          <w:rPr>
            <w:rStyle w:val="Hipervnculo"/>
            <w:noProof/>
          </w:rPr>
          <w:t>Características de la infraestructura y modalidad de contratación</w:t>
        </w:r>
        <w:r>
          <w:rPr>
            <w:noProof/>
            <w:webHidden/>
          </w:rPr>
          <w:tab/>
        </w:r>
        <w:r>
          <w:rPr>
            <w:noProof/>
            <w:webHidden/>
          </w:rPr>
          <w:fldChar w:fldCharType="begin"/>
        </w:r>
        <w:r>
          <w:rPr>
            <w:noProof/>
            <w:webHidden/>
          </w:rPr>
          <w:instrText xml:space="preserve"> PAGEREF _Toc47600756 \h </w:instrText>
        </w:r>
        <w:r>
          <w:rPr>
            <w:noProof/>
            <w:webHidden/>
          </w:rPr>
        </w:r>
        <w:r>
          <w:rPr>
            <w:noProof/>
            <w:webHidden/>
          </w:rPr>
          <w:fldChar w:fldCharType="separate"/>
        </w:r>
        <w:r>
          <w:rPr>
            <w:noProof/>
            <w:webHidden/>
          </w:rPr>
          <w:t>7</w:t>
        </w:r>
        <w:r>
          <w:rPr>
            <w:noProof/>
            <w:webHidden/>
          </w:rPr>
          <w:fldChar w:fldCharType="end"/>
        </w:r>
      </w:hyperlink>
    </w:p>
    <w:p w:rsidR="005A7229" w:rsidRDefault="005A7229">
      <w:pPr>
        <w:pStyle w:val="TDC1"/>
        <w:tabs>
          <w:tab w:val="left" w:pos="880"/>
          <w:tab w:val="right" w:leader="dot" w:pos="9345"/>
        </w:tabs>
        <w:rPr>
          <w:rFonts w:asciiTheme="minorHAnsi" w:eastAsiaTheme="minorEastAsia" w:hAnsiTheme="minorHAnsi" w:cstheme="minorBidi"/>
          <w:noProof/>
          <w:sz w:val="22"/>
          <w:szCs w:val="22"/>
          <w:lang w:val="es-AR" w:eastAsia="es-AR"/>
        </w:rPr>
      </w:pPr>
      <w:hyperlink w:anchor="_Toc47600757" w:history="1">
        <w:r w:rsidRPr="00D92E02">
          <w:rPr>
            <w:rStyle w:val="Hipervnculo"/>
            <w:noProof/>
          </w:rPr>
          <w:t>3.1.2.</w:t>
        </w:r>
        <w:r>
          <w:rPr>
            <w:rFonts w:asciiTheme="minorHAnsi" w:eastAsiaTheme="minorEastAsia" w:hAnsiTheme="minorHAnsi" w:cstheme="minorBidi"/>
            <w:noProof/>
            <w:sz w:val="22"/>
            <w:szCs w:val="22"/>
            <w:lang w:val="es-AR" w:eastAsia="es-AR"/>
          </w:rPr>
          <w:tab/>
        </w:r>
        <w:r w:rsidRPr="00D92E02">
          <w:rPr>
            <w:rStyle w:val="Hipervnculo"/>
            <w:noProof/>
          </w:rPr>
          <w:t>Criterios de elegibilidad generales para todas las obras</w:t>
        </w:r>
        <w:r>
          <w:rPr>
            <w:noProof/>
            <w:webHidden/>
          </w:rPr>
          <w:tab/>
        </w:r>
        <w:r>
          <w:rPr>
            <w:noProof/>
            <w:webHidden/>
          </w:rPr>
          <w:fldChar w:fldCharType="begin"/>
        </w:r>
        <w:r>
          <w:rPr>
            <w:noProof/>
            <w:webHidden/>
          </w:rPr>
          <w:instrText xml:space="preserve"> PAGEREF _Toc47600757 \h </w:instrText>
        </w:r>
        <w:r>
          <w:rPr>
            <w:noProof/>
            <w:webHidden/>
          </w:rPr>
        </w:r>
        <w:r>
          <w:rPr>
            <w:noProof/>
            <w:webHidden/>
          </w:rPr>
          <w:fldChar w:fldCharType="separate"/>
        </w:r>
        <w:r>
          <w:rPr>
            <w:noProof/>
            <w:webHidden/>
          </w:rPr>
          <w:t>8</w:t>
        </w:r>
        <w:r>
          <w:rPr>
            <w:noProof/>
            <w:webHidden/>
          </w:rPr>
          <w:fldChar w:fldCharType="end"/>
        </w:r>
      </w:hyperlink>
    </w:p>
    <w:p w:rsidR="005A7229" w:rsidRDefault="005A7229">
      <w:pPr>
        <w:pStyle w:val="TDC1"/>
        <w:tabs>
          <w:tab w:val="left" w:pos="880"/>
          <w:tab w:val="right" w:leader="dot" w:pos="9345"/>
        </w:tabs>
        <w:rPr>
          <w:rFonts w:asciiTheme="minorHAnsi" w:eastAsiaTheme="minorEastAsia" w:hAnsiTheme="minorHAnsi" w:cstheme="minorBidi"/>
          <w:noProof/>
          <w:sz w:val="22"/>
          <w:szCs w:val="22"/>
          <w:lang w:val="es-AR" w:eastAsia="es-AR"/>
        </w:rPr>
      </w:pPr>
      <w:hyperlink w:anchor="_Toc47600758" w:history="1">
        <w:r w:rsidRPr="00D92E02">
          <w:rPr>
            <w:rStyle w:val="Hipervnculo"/>
            <w:noProof/>
          </w:rPr>
          <w:t>3.1.3.</w:t>
        </w:r>
        <w:r>
          <w:rPr>
            <w:rFonts w:asciiTheme="minorHAnsi" w:eastAsiaTheme="minorEastAsia" w:hAnsiTheme="minorHAnsi" w:cstheme="minorBidi"/>
            <w:noProof/>
            <w:sz w:val="22"/>
            <w:szCs w:val="22"/>
            <w:lang w:val="es-AR" w:eastAsia="es-AR"/>
          </w:rPr>
          <w:tab/>
        </w:r>
        <w:r w:rsidRPr="00D92E02">
          <w:rPr>
            <w:rStyle w:val="Hipervnculo"/>
            <w:noProof/>
          </w:rPr>
          <w:t>Inversiones elegibles</w:t>
        </w:r>
        <w:r>
          <w:rPr>
            <w:noProof/>
            <w:webHidden/>
          </w:rPr>
          <w:tab/>
        </w:r>
        <w:r>
          <w:rPr>
            <w:noProof/>
            <w:webHidden/>
          </w:rPr>
          <w:fldChar w:fldCharType="begin"/>
        </w:r>
        <w:r>
          <w:rPr>
            <w:noProof/>
            <w:webHidden/>
          </w:rPr>
          <w:instrText xml:space="preserve"> PAGEREF _Toc47600758 \h </w:instrText>
        </w:r>
        <w:r>
          <w:rPr>
            <w:noProof/>
            <w:webHidden/>
          </w:rPr>
        </w:r>
        <w:r>
          <w:rPr>
            <w:noProof/>
            <w:webHidden/>
          </w:rPr>
          <w:fldChar w:fldCharType="separate"/>
        </w:r>
        <w:r>
          <w:rPr>
            <w:noProof/>
            <w:webHidden/>
          </w:rPr>
          <w:t>9</w:t>
        </w:r>
        <w:r>
          <w:rPr>
            <w:noProof/>
            <w:webHidden/>
          </w:rPr>
          <w:fldChar w:fldCharType="end"/>
        </w:r>
      </w:hyperlink>
    </w:p>
    <w:p w:rsidR="005A7229" w:rsidRDefault="005A7229">
      <w:pPr>
        <w:pStyle w:val="TDC1"/>
        <w:tabs>
          <w:tab w:val="left" w:pos="880"/>
          <w:tab w:val="right" w:leader="dot" w:pos="9345"/>
        </w:tabs>
        <w:rPr>
          <w:rFonts w:asciiTheme="minorHAnsi" w:eastAsiaTheme="minorEastAsia" w:hAnsiTheme="minorHAnsi" w:cstheme="minorBidi"/>
          <w:noProof/>
          <w:sz w:val="22"/>
          <w:szCs w:val="22"/>
          <w:lang w:val="es-AR" w:eastAsia="es-AR"/>
        </w:rPr>
      </w:pPr>
      <w:hyperlink w:anchor="_Toc47600759" w:history="1">
        <w:r w:rsidRPr="00D92E02">
          <w:rPr>
            <w:rStyle w:val="Hipervnculo"/>
            <w:noProof/>
          </w:rPr>
          <w:t>3.1.4.</w:t>
        </w:r>
        <w:r>
          <w:rPr>
            <w:rFonts w:asciiTheme="minorHAnsi" w:eastAsiaTheme="minorEastAsia" w:hAnsiTheme="minorHAnsi" w:cstheme="minorBidi"/>
            <w:noProof/>
            <w:sz w:val="22"/>
            <w:szCs w:val="22"/>
            <w:lang w:val="es-AR" w:eastAsia="es-AR"/>
          </w:rPr>
          <w:tab/>
        </w:r>
        <w:r w:rsidRPr="00D92E02">
          <w:rPr>
            <w:rStyle w:val="Hipervnculo"/>
            <w:noProof/>
          </w:rPr>
          <w:t>Ejecución</w:t>
        </w:r>
        <w:r>
          <w:rPr>
            <w:noProof/>
            <w:webHidden/>
          </w:rPr>
          <w:tab/>
        </w:r>
        <w:r>
          <w:rPr>
            <w:noProof/>
            <w:webHidden/>
          </w:rPr>
          <w:fldChar w:fldCharType="begin"/>
        </w:r>
        <w:r>
          <w:rPr>
            <w:noProof/>
            <w:webHidden/>
          </w:rPr>
          <w:instrText xml:space="preserve"> PAGEREF _Toc47600759 \h </w:instrText>
        </w:r>
        <w:r>
          <w:rPr>
            <w:noProof/>
            <w:webHidden/>
          </w:rPr>
        </w:r>
        <w:r>
          <w:rPr>
            <w:noProof/>
            <w:webHidden/>
          </w:rPr>
          <w:fldChar w:fldCharType="separate"/>
        </w:r>
        <w:r>
          <w:rPr>
            <w:noProof/>
            <w:webHidden/>
          </w:rPr>
          <w:t>9</w:t>
        </w:r>
        <w:r>
          <w:rPr>
            <w:noProof/>
            <w:webHidden/>
          </w:rPr>
          <w:fldChar w:fldCharType="end"/>
        </w:r>
      </w:hyperlink>
    </w:p>
    <w:p w:rsidR="005A7229" w:rsidRDefault="005A7229">
      <w:pPr>
        <w:pStyle w:val="TDC1"/>
        <w:tabs>
          <w:tab w:val="left" w:pos="880"/>
          <w:tab w:val="right" w:leader="dot" w:pos="9345"/>
        </w:tabs>
        <w:rPr>
          <w:rFonts w:asciiTheme="minorHAnsi" w:eastAsiaTheme="minorEastAsia" w:hAnsiTheme="minorHAnsi" w:cstheme="minorBidi"/>
          <w:noProof/>
          <w:sz w:val="22"/>
          <w:szCs w:val="22"/>
          <w:lang w:val="es-AR" w:eastAsia="es-AR"/>
        </w:rPr>
      </w:pPr>
      <w:hyperlink w:anchor="_Toc47600760" w:history="1">
        <w:r w:rsidRPr="00D92E02">
          <w:rPr>
            <w:rStyle w:val="Hipervnculo"/>
            <w:noProof/>
          </w:rPr>
          <w:t>3.1.5.</w:t>
        </w:r>
        <w:r>
          <w:rPr>
            <w:rFonts w:asciiTheme="minorHAnsi" w:eastAsiaTheme="minorEastAsia" w:hAnsiTheme="minorHAnsi" w:cstheme="minorBidi"/>
            <w:noProof/>
            <w:sz w:val="22"/>
            <w:szCs w:val="22"/>
            <w:lang w:val="es-AR" w:eastAsia="es-AR"/>
          </w:rPr>
          <w:tab/>
        </w:r>
        <w:r w:rsidRPr="00D92E02">
          <w:rPr>
            <w:rStyle w:val="Hipervnculo"/>
            <w:noProof/>
          </w:rPr>
          <w:t>Mecanismos de Coordinación</w:t>
        </w:r>
        <w:r>
          <w:rPr>
            <w:noProof/>
            <w:webHidden/>
          </w:rPr>
          <w:tab/>
        </w:r>
        <w:r>
          <w:rPr>
            <w:noProof/>
            <w:webHidden/>
          </w:rPr>
          <w:fldChar w:fldCharType="begin"/>
        </w:r>
        <w:r>
          <w:rPr>
            <w:noProof/>
            <w:webHidden/>
          </w:rPr>
          <w:instrText xml:space="preserve"> PAGEREF _Toc47600760 \h </w:instrText>
        </w:r>
        <w:r>
          <w:rPr>
            <w:noProof/>
            <w:webHidden/>
          </w:rPr>
        </w:r>
        <w:r>
          <w:rPr>
            <w:noProof/>
            <w:webHidden/>
          </w:rPr>
          <w:fldChar w:fldCharType="separate"/>
        </w:r>
        <w:r>
          <w:rPr>
            <w:noProof/>
            <w:webHidden/>
          </w:rPr>
          <w:t>15</w:t>
        </w:r>
        <w:r>
          <w:rPr>
            <w:noProof/>
            <w:webHidden/>
          </w:rPr>
          <w:fldChar w:fldCharType="end"/>
        </w:r>
      </w:hyperlink>
    </w:p>
    <w:p w:rsidR="005A7229" w:rsidRDefault="005A7229">
      <w:pPr>
        <w:pStyle w:val="TDC1"/>
        <w:tabs>
          <w:tab w:val="left" w:pos="880"/>
          <w:tab w:val="right" w:leader="dot" w:pos="9345"/>
        </w:tabs>
        <w:rPr>
          <w:rFonts w:asciiTheme="minorHAnsi" w:eastAsiaTheme="minorEastAsia" w:hAnsiTheme="minorHAnsi" w:cstheme="minorBidi"/>
          <w:noProof/>
          <w:sz w:val="22"/>
          <w:szCs w:val="22"/>
          <w:lang w:val="es-AR" w:eastAsia="es-AR"/>
        </w:rPr>
      </w:pPr>
      <w:hyperlink w:anchor="_Toc47600761" w:history="1">
        <w:r w:rsidRPr="00D92E02">
          <w:rPr>
            <w:rStyle w:val="Hipervnculo"/>
            <w:noProof/>
          </w:rPr>
          <w:t>3.1.6.</w:t>
        </w:r>
        <w:r>
          <w:rPr>
            <w:rFonts w:asciiTheme="minorHAnsi" w:eastAsiaTheme="minorEastAsia" w:hAnsiTheme="minorHAnsi" w:cstheme="minorBidi"/>
            <w:noProof/>
            <w:sz w:val="22"/>
            <w:szCs w:val="22"/>
            <w:lang w:val="es-AR" w:eastAsia="es-AR"/>
          </w:rPr>
          <w:tab/>
        </w:r>
        <w:r w:rsidRPr="00D92E02">
          <w:rPr>
            <w:rStyle w:val="Hipervnculo"/>
            <w:noProof/>
          </w:rPr>
          <w:t>Procedimientos de Gestión</w:t>
        </w:r>
        <w:r>
          <w:rPr>
            <w:noProof/>
            <w:webHidden/>
          </w:rPr>
          <w:tab/>
        </w:r>
        <w:r>
          <w:rPr>
            <w:noProof/>
            <w:webHidden/>
          </w:rPr>
          <w:fldChar w:fldCharType="begin"/>
        </w:r>
        <w:r>
          <w:rPr>
            <w:noProof/>
            <w:webHidden/>
          </w:rPr>
          <w:instrText xml:space="preserve"> PAGEREF _Toc47600761 \h </w:instrText>
        </w:r>
        <w:r>
          <w:rPr>
            <w:noProof/>
            <w:webHidden/>
          </w:rPr>
        </w:r>
        <w:r>
          <w:rPr>
            <w:noProof/>
            <w:webHidden/>
          </w:rPr>
          <w:fldChar w:fldCharType="separate"/>
        </w:r>
        <w:r>
          <w:rPr>
            <w:noProof/>
            <w:webHidden/>
          </w:rPr>
          <w:t>16</w:t>
        </w:r>
        <w:r>
          <w:rPr>
            <w:noProof/>
            <w:webHidden/>
          </w:rPr>
          <w:fldChar w:fldCharType="end"/>
        </w:r>
      </w:hyperlink>
    </w:p>
    <w:p w:rsidR="005A7229" w:rsidRDefault="005A7229">
      <w:pPr>
        <w:pStyle w:val="TDC1"/>
        <w:tabs>
          <w:tab w:val="left" w:pos="880"/>
          <w:tab w:val="right" w:leader="dot" w:pos="9345"/>
        </w:tabs>
        <w:rPr>
          <w:rFonts w:asciiTheme="minorHAnsi" w:eastAsiaTheme="minorEastAsia" w:hAnsiTheme="minorHAnsi" w:cstheme="minorBidi"/>
          <w:noProof/>
          <w:sz w:val="22"/>
          <w:szCs w:val="22"/>
          <w:lang w:val="es-AR" w:eastAsia="es-AR"/>
        </w:rPr>
      </w:pPr>
      <w:hyperlink w:anchor="_Toc47600762" w:history="1">
        <w:r w:rsidRPr="00D92E02">
          <w:rPr>
            <w:rStyle w:val="Hipervnculo"/>
            <w:noProof/>
          </w:rPr>
          <w:t>3.1.7.</w:t>
        </w:r>
        <w:r>
          <w:rPr>
            <w:rFonts w:asciiTheme="minorHAnsi" w:eastAsiaTheme="minorEastAsia" w:hAnsiTheme="minorHAnsi" w:cstheme="minorBidi"/>
            <w:noProof/>
            <w:sz w:val="22"/>
            <w:szCs w:val="22"/>
            <w:lang w:val="es-AR" w:eastAsia="es-AR"/>
          </w:rPr>
          <w:tab/>
        </w:r>
        <w:r w:rsidRPr="00D92E02">
          <w:rPr>
            <w:rStyle w:val="Hipervnculo"/>
            <w:noProof/>
          </w:rPr>
          <w:t>Mantenimiento de las obras</w:t>
        </w:r>
        <w:r>
          <w:rPr>
            <w:noProof/>
            <w:webHidden/>
          </w:rPr>
          <w:tab/>
        </w:r>
        <w:r>
          <w:rPr>
            <w:noProof/>
            <w:webHidden/>
          </w:rPr>
          <w:fldChar w:fldCharType="begin"/>
        </w:r>
        <w:r>
          <w:rPr>
            <w:noProof/>
            <w:webHidden/>
          </w:rPr>
          <w:instrText xml:space="preserve"> PAGEREF _Toc47600762 \h </w:instrText>
        </w:r>
        <w:r>
          <w:rPr>
            <w:noProof/>
            <w:webHidden/>
          </w:rPr>
        </w:r>
        <w:r>
          <w:rPr>
            <w:noProof/>
            <w:webHidden/>
          </w:rPr>
          <w:fldChar w:fldCharType="separate"/>
        </w:r>
        <w:r>
          <w:rPr>
            <w:noProof/>
            <w:webHidden/>
          </w:rPr>
          <w:t>20</w:t>
        </w:r>
        <w:r>
          <w:rPr>
            <w:noProof/>
            <w:webHidden/>
          </w:rPr>
          <w:fldChar w:fldCharType="end"/>
        </w:r>
      </w:hyperlink>
    </w:p>
    <w:p w:rsidR="005A7229" w:rsidRDefault="005A7229">
      <w:pPr>
        <w:pStyle w:val="TDC1"/>
        <w:tabs>
          <w:tab w:val="left" w:pos="880"/>
          <w:tab w:val="right" w:leader="dot" w:pos="9345"/>
        </w:tabs>
        <w:rPr>
          <w:rFonts w:asciiTheme="minorHAnsi" w:eastAsiaTheme="minorEastAsia" w:hAnsiTheme="minorHAnsi" w:cstheme="minorBidi"/>
          <w:noProof/>
          <w:sz w:val="22"/>
          <w:szCs w:val="22"/>
          <w:lang w:val="es-AR" w:eastAsia="es-AR"/>
        </w:rPr>
      </w:pPr>
      <w:hyperlink w:anchor="_Toc47600763" w:history="1">
        <w:r w:rsidRPr="00D92E02">
          <w:rPr>
            <w:rStyle w:val="Hipervnculo"/>
            <w:noProof/>
          </w:rPr>
          <w:t>3.1.8.</w:t>
        </w:r>
        <w:r>
          <w:rPr>
            <w:rFonts w:asciiTheme="minorHAnsi" w:eastAsiaTheme="minorEastAsia" w:hAnsiTheme="minorHAnsi" w:cstheme="minorBidi"/>
            <w:noProof/>
            <w:sz w:val="22"/>
            <w:szCs w:val="22"/>
            <w:lang w:val="es-AR" w:eastAsia="es-AR"/>
          </w:rPr>
          <w:tab/>
        </w:r>
        <w:r w:rsidRPr="00D92E02">
          <w:rPr>
            <w:rStyle w:val="Hipervnculo"/>
            <w:noProof/>
          </w:rPr>
          <w:t>Aspectos Sociales y Ambientales</w:t>
        </w:r>
        <w:r>
          <w:rPr>
            <w:noProof/>
            <w:webHidden/>
          </w:rPr>
          <w:tab/>
        </w:r>
        <w:r>
          <w:rPr>
            <w:noProof/>
            <w:webHidden/>
          </w:rPr>
          <w:fldChar w:fldCharType="begin"/>
        </w:r>
        <w:r>
          <w:rPr>
            <w:noProof/>
            <w:webHidden/>
          </w:rPr>
          <w:instrText xml:space="preserve"> PAGEREF _Toc47600763 \h </w:instrText>
        </w:r>
        <w:r>
          <w:rPr>
            <w:noProof/>
            <w:webHidden/>
          </w:rPr>
        </w:r>
        <w:r>
          <w:rPr>
            <w:noProof/>
            <w:webHidden/>
          </w:rPr>
          <w:fldChar w:fldCharType="separate"/>
        </w:r>
        <w:r>
          <w:rPr>
            <w:noProof/>
            <w:webHidden/>
          </w:rPr>
          <w:t>21</w:t>
        </w:r>
        <w:r>
          <w:rPr>
            <w:noProof/>
            <w:webHidden/>
          </w:rPr>
          <w:fldChar w:fldCharType="end"/>
        </w:r>
      </w:hyperlink>
    </w:p>
    <w:p w:rsidR="005A7229" w:rsidRDefault="005A7229">
      <w:pPr>
        <w:pStyle w:val="TDC1"/>
        <w:tabs>
          <w:tab w:val="left" w:pos="660"/>
          <w:tab w:val="right" w:leader="dot" w:pos="9345"/>
        </w:tabs>
        <w:rPr>
          <w:rFonts w:asciiTheme="minorHAnsi" w:eastAsiaTheme="minorEastAsia" w:hAnsiTheme="minorHAnsi" w:cstheme="minorBidi"/>
          <w:noProof/>
          <w:sz w:val="22"/>
          <w:szCs w:val="22"/>
          <w:lang w:val="es-AR" w:eastAsia="es-AR"/>
        </w:rPr>
      </w:pPr>
      <w:hyperlink w:anchor="_Toc47600764" w:history="1">
        <w:r w:rsidRPr="00D92E02">
          <w:rPr>
            <w:rStyle w:val="Hipervnculo"/>
            <w:noProof/>
          </w:rPr>
          <w:t>3.2.</w:t>
        </w:r>
        <w:r>
          <w:rPr>
            <w:rFonts w:asciiTheme="minorHAnsi" w:eastAsiaTheme="minorEastAsia" w:hAnsiTheme="minorHAnsi" w:cstheme="minorBidi"/>
            <w:noProof/>
            <w:sz w:val="22"/>
            <w:szCs w:val="22"/>
            <w:lang w:val="es-AR" w:eastAsia="es-AR"/>
          </w:rPr>
          <w:tab/>
        </w:r>
        <w:r w:rsidRPr="00D92E02">
          <w:rPr>
            <w:rStyle w:val="Hipervnculo"/>
            <w:noProof/>
          </w:rPr>
          <w:t>Adquisición de equipamiento pedagógico para los edificios de nivel inicial</w:t>
        </w:r>
        <w:r>
          <w:rPr>
            <w:noProof/>
            <w:webHidden/>
          </w:rPr>
          <w:tab/>
        </w:r>
        <w:r>
          <w:rPr>
            <w:noProof/>
            <w:webHidden/>
          </w:rPr>
          <w:fldChar w:fldCharType="begin"/>
        </w:r>
        <w:r>
          <w:rPr>
            <w:noProof/>
            <w:webHidden/>
          </w:rPr>
          <w:instrText xml:space="preserve"> PAGEREF _Toc47600764 \h </w:instrText>
        </w:r>
        <w:r>
          <w:rPr>
            <w:noProof/>
            <w:webHidden/>
          </w:rPr>
        </w:r>
        <w:r>
          <w:rPr>
            <w:noProof/>
            <w:webHidden/>
          </w:rPr>
          <w:fldChar w:fldCharType="separate"/>
        </w:r>
        <w:r>
          <w:rPr>
            <w:noProof/>
            <w:webHidden/>
          </w:rPr>
          <w:t>23</w:t>
        </w:r>
        <w:r>
          <w:rPr>
            <w:noProof/>
            <w:webHidden/>
          </w:rPr>
          <w:fldChar w:fldCharType="end"/>
        </w:r>
      </w:hyperlink>
    </w:p>
    <w:p w:rsidR="005A7229" w:rsidRDefault="005A7229">
      <w:pPr>
        <w:pStyle w:val="TDC1"/>
        <w:tabs>
          <w:tab w:val="left" w:pos="660"/>
          <w:tab w:val="right" w:leader="dot" w:pos="9345"/>
        </w:tabs>
        <w:rPr>
          <w:rFonts w:asciiTheme="minorHAnsi" w:eastAsiaTheme="minorEastAsia" w:hAnsiTheme="minorHAnsi" w:cstheme="minorBidi"/>
          <w:noProof/>
          <w:sz w:val="22"/>
          <w:szCs w:val="22"/>
          <w:lang w:val="es-AR" w:eastAsia="es-AR"/>
        </w:rPr>
      </w:pPr>
      <w:hyperlink w:anchor="_Toc47600765" w:history="1">
        <w:r w:rsidRPr="00D92E02">
          <w:rPr>
            <w:rStyle w:val="Hipervnculo"/>
            <w:noProof/>
          </w:rPr>
          <w:t>3.3.</w:t>
        </w:r>
        <w:r>
          <w:rPr>
            <w:rFonts w:asciiTheme="minorHAnsi" w:eastAsiaTheme="minorEastAsia" w:hAnsiTheme="minorHAnsi" w:cstheme="minorBidi"/>
            <w:noProof/>
            <w:sz w:val="22"/>
            <w:szCs w:val="22"/>
            <w:lang w:val="es-AR" w:eastAsia="es-AR"/>
          </w:rPr>
          <w:tab/>
        </w:r>
        <w:r w:rsidRPr="00D92E02">
          <w:rPr>
            <w:rStyle w:val="Hipervnculo"/>
            <w:noProof/>
          </w:rPr>
          <w:t>Fortalecimiento de los procesos de ubicación de los nuevos edificios de nivel inicial</w:t>
        </w:r>
        <w:r>
          <w:rPr>
            <w:noProof/>
            <w:webHidden/>
          </w:rPr>
          <w:tab/>
        </w:r>
        <w:r>
          <w:rPr>
            <w:noProof/>
            <w:webHidden/>
          </w:rPr>
          <w:fldChar w:fldCharType="begin"/>
        </w:r>
        <w:r>
          <w:rPr>
            <w:noProof/>
            <w:webHidden/>
          </w:rPr>
          <w:instrText xml:space="preserve"> PAGEREF _Toc47600765 \h </w:instrText>
        </w:r>
        <w:r>
          <w:rPr>
            <w:noProof/>
            <w:webHidden/>
          </w:rPr>
        </w:r>
        <w:r>
          <w:rPr>
            <w:noProof/>
            <w:webHidden/>
          </w:rPr>
          <w:fldChar w:fldCharType="separate"/>
        </w:r>
        <w:r>
          <w:rPr>
            <w:noProof/>
            <w:webHidden/>
          </w:rPr>
          <w:t>25</w:t>
        </w:r>
        <w:r>
          <w:rPr>
            <w:noProof/>
            <w:webHidden/>
          </w:rPr>
          <w:fldChar w:fldCharType="end"/>
        </w:r>
      </w:hyperlink>
    </w:p>
    <w:p w:rsidR="005A7229" w:rsidRDefault="005A7229">
      <w:pPr>
        <w:pStyle w:val="TDC1"/>
        <w:tabs>
          <w:tab w:val="left" w:pos="440"/>
          <w:tab w:val="right" w:leader="dot" w:pos="9345"/>
        </w:tabs>
        <w:rPr>
          <w:rFonts w:asciiTheme="minorHAnsi" w:eastAsiaTheme="minorEastAsia" w:hAnsiTheme="minorHAnsi" w:cstheme="minorBidi"/>
          <w:noProof/>
          <w:sz w:val="22"/>
          <w:szCs w:val="22"/>
          <w:lang w:val="es-AR" w:eastAsia="es-AR"/>
        </w:rPr>
      </w:pPr>
      <w:hyperlink w:anchor="_Toc47600766" w:history="1">
        <w:r w:rsidRPr="00D92E02">
          <w:rPr>
            <w:rStyle w:val="Hipervnculo"/>
            <w:noProof/>
          </w:rPr>
          <w:t>4.</w:t>
        </w:r>
        <w:r>
          <w:rPr>
            <w:rFonts w:asciiTheme="minorHAnsi" w:eastAsiaTheme="minorEastAsia" w:hAnsiTheme="minorHAnsi" w:cstheme="minorBidi"/>
            <w:noProof/>
            <w:sz w:val="22"/>
            <w:szCs w:val="22"/>
            <w:lang w:val="es-AR" w:eastAsia="es-AR"/>
          </w:rPr>
          <w:tab/>
        </w:r>
        <w:r w:rsidRPr="00D92E02">
          <w:rPr>
            <w:rStyle w:val="Hipervnculo"/>
            <w:noProof/>
          </w:rPr>
          <w:t>INFORMACIÓN COMPLEMENTARIA</w:t>
        </w:r>
        <w:r>
          <w:rPr>
            <w:noProof/>
            <w:webHidden/>
          </w:rPr>
          <w:tab/>
        </w:r>
        <w:r>
          <w:rPr>
            <w:noProof/>
            <w:webHidden/>
          </w:rPr>
          <w:fldChar w:fldCharType="begin"/>
        </w:r>
        <w:r>
          <w:rPr>
            <w:noProof/>
            <w:webHidden/>
          </w:rPr>
          <w:instrText xml:space="preserve"> PAGEREF _Toc47600766 \h </w:instrText>
        </w:r>
        <w:r>
          <w:rPr>
            <w:noProof/>
            <w:webHidden/>
          </w:rPr>
        </w:r>
        <w:r>
          <w:rPr>
            <w:noProof/>
            <w:webHidden/>
          </w:rPr>
          <w:fldChar w:fldCharType="separate"/>
        </w:r>
        <w:r>
          <w:rPr>
            <w:noProof/>
            <w:webHidden/>
          </w:rPr>
          <w:t>26</w:t>
        </w:r>
        <w:r>
          <w:rPr>
            <w:noProof/>
            <w:webHidden/>
          </w:rPr>
          <w:fldChar w:fldCharType="end"/>
        </w:r>
      </w:hyperlink>
    </w:p>
    <w:p w:rsidR="005A7229" w:rsidRDefault="005A7229">
      <w:pPr>
        <w:pStyle w:val="TDC2"/>
        <w:tabs>
          <w:tab w:val="right" w:leader="dot" w:pos="9345"/>
        </w:tabs>
        <w:rPr>
          <w:rFonts w:asciiTheme="minorHAnsi" w:eastAsiaTheme="minorEastAsia" w:hAnsiTheme="minorHAnsi" w:cstheme="minorBidi"/>
          <w:noProof/>
          <w:sz w:val="22"/>
          <w:szCs w:val="22"/>
          <w:lang w:val="es-AR" w:eastAsia="es-AR"/>
        </w:rPr>
      </w:pPr>
      <w:hyperlink w:anchor="_Toc47600767" w:history="1">
        <w:r w:rsidRPr="00D92E02">
          <w:rPr>
            <w:rStyle w:val="Hipervnculo"/>
            <w:noProof/>
          </w:rPr>
          <w:t>ETAPA I: Elegibilidad de las obras y llamado a Licitación</w:t>
        </w:r>
        <w:r>
          <w:rPr>
            <w:noProof/>
            <w:webHidden/>
          </w:rPr>
          <w:tab/>
        </w:r>
        <w:r>
          <w:rPr>
            <w:noProof/>
            <w:webHidden/>
          </w:rPr>
          <w:fldChar w:fldCharType="begin"/>
        </w:r>
        <w:r>
          <w:rPr>
            <w:noProof/>
            <w:webHidden/>
          </w:rPr>
          <w:instrText xml:space="preserve"> PAGEREF _Toc47600767 \h </w:instrText>
        </w:r>
        <w:r>
          <w:rPr>
            <w:noProof/>
            <w:webHidden/>
          </w:rPr>
        </w:r>
        <w:r>
          <w:rPr>
            <w:noProof/>
            <w:webHidden/>
          </w:rPr>
          <w:fldChar w:fldCharType="separate"/>
        </w:r>
        <w:r>
          <w:rPr>
            <w:noProof/>
            <w:webHidden/>
          </w:rPr>
          <w:t>26</w:t>
        </w:r>
        <w:r>
          <w:rPr>
            <w:noProof/>
            <w:webHidden/>
          </w:rPr>
          <w:fldChar w:fldCharType="end"/>
        </w:r>
      </w:hyperlink>
    </w:p>
    <w:p w:rsidR="005A7229" w:rsidRDefault="005A7229">
      <w:pPr>
        <w:pStyle w:val="TDC2"/>
        <w:tabs>
          <w:tab w:val="right" w:leader="dot" w:pos="9345"/>
        </w:tabs>
        <w:rPr>
          <w:rFonts w:asciiTheme="minorHAnsi" w:eastAsiaTheme="minorEastAsia" w:hAnsiTheme="minorHAnsi" w:cstheme="minorBidi"/>
          <w:noProof/>
          <w:sz w:val="22"/>
          <w:szCs w:val="22"/>
          <w:lang w:val="es-AR" w:eastAsia="es-AR"/>
        </w:rPr>
      </w:pPr>
      <w:hyperlink w:anchor="_Toc47600768" w:history="1">
        <w:r w:rsidRPr="00D92E02">
          <w:rPr>
            <w:rStyle w:val="Hipervnculo"/>
            <w:noProof/>
          </w:rPr>
          <w:t>ETAPA II: Proceso Licitatorio y adjudicación</w:t>
        </w:r>
        <w:r>
          <w:rPr>
            <w:noProof/>
            <w:webHidden/>
          </w:rPr>
          <w:tab/>
        </w:r>
        <w:r>
          <w:rPr>
            <w:noProof/>
            <w:webHidden/>
          </w:rPr>
          <w:fldChar w:fldCharType="begin"/>
        </w:r>
        <w:r>
          <w:rPr>
            <w:noProof/>
            <w:webHidden/>
          </w:rPr>
          <w:instrText xml:space="preserve"> PAGEREF _Toc47600768 \h </w:instrText>
        </w:r>
        <w:r>
          <w:rPr>
            <w:noProof/>
            <w:webHidden/>
          </w:rPr>
        </w:r>
        <w:r>
          <w:rPr>
            <w:noProof/>
            <w:webHidden/>
          </w:rPr>
          <w:fldChar w:fldCharType="separate"/>
        </w:r>
        <w:r>
          <w:rPr>
            <w:noProof/>
            <w:webHidden/>
          </w:rPr>
          <w:t>27</w:t>
        </w:r>
        <w:r>
          <w:rPr>
            <w:noProof/>
            <w:webHidden/>
          </w:rPr>
          <w:fldChar w:fldCharType="end"/>
        </w:r>
      </w:hyperlink>
    </w:p>
    <w:p w:rsidR="005A7229" w:rsidRDefault="005A7229">
      <w:pPr>
        <w:pStyle w:val="TDC2"/>
        <w:tabs>
          <w:tab w:val="right" w:leader="dot" w:pos="9345"/>
        </w:tabs>
        <w:rPr>
          <w:rFonts w:asciiTheme="minorHAnsi" w:eastAsiaTheme="minorEastAsia" w:hAnsiTheme="minorHAnsi" w:cstheme="minorBidi"/>
          <w:noProof/>
          <w:sz w:val="22"/>
          <w:szCs w:val="22"/>
          <w:lang w:val="es-AR" w:eastAsia="es-AR"/>
        </w:rPr>
      </w:pPr>
      <w:hyperlink w:anchor="_Toc47600769" w:history="1">
        <w:r w:rsidRPr="00D92E02">
          <w:rPr>
            <w:rStyle w:val="Hipervnculo"/>
            <w:noProof/>
          </w:rPr>
          <w:t>ETAPA II: Gestión de Reclamos de oferentes</w:t>
        </w:r>
        <w:r>
          <w:rPr>
            <w:noProof/>
            <w:webHidden/>
          </w:rPr>
          <w:tab/>
        </w:r>
        <w:r>
          <w:rPr>
            <w:noProof/>
            <w:webHidden/>
          </w:rPr>
          <w:fldChar w:fldCharType="begin"/>
        </w:r>
        <w:r>
          <w:rPr>
            <w:noProof/>
            <w:webHidden/>
          </w:rPr>
          <w:instrText xml:space="preserve"> PAGEREF _Toc47600769 \h </w:instrText>
        </w:r>
        <w:r>
          <w:rPr>
            <w:noProof/>
            <w:webHidden/>
          </w:rPr>
        </w:r>
        <w:r>
          <w:rPr>
            <w:noProof/>
            <w:webHidden/>
          </w:rPr>
          <w:fldChar w:fldCharType="separate"/>
        </w:r>
        <w:r>
          <w:rPr>
            <w:noProof/>
            <w:webHidden/>
          </w:rPr>
          <w:t>29</w:t>
        </w:r>
        <w:r>
          <w:rPr>
            <w:noProof/>
            <w:webHidden/>
          </w:rPr>
          <w:fldChar w:fldCharType="end"/>
        </w:r>
      </w:hyperlink>
    </w:p>
    <w:p w:rsidR="005A7229" w:rsidRDefault="005A7229">
      <w:pPr>
        <w:pStyle w:val="TDC2"/>
        <w:tabs>
          <w:tab w:val="right" w:leader="dot" w:pos="9345"/>
        </w:tabs>
        <w:rPr>
          <w:rFonts w:asciiTheme="minorHAnsi" w:eastAsiaTheme="minorEastAsia" w:hAnsiTheme="minorHAnsi" w:cstheme="minorBidi"/>
          <w:noProof/>
          <w:sz w:val="22"/>
          <w:szCs w:val="22"/>
          <w:lang w:val="es-AR" w:eastAsia="es-AR"/>
        </w:rPr>
      </w:pPr>
      <w:hyperlink w:anchor="_Toc47600770" w:history="1">
        <w:r w:rsidRPr="00D92E02">
          <w:rPr>
            <w:rStyle w:val="Hipervnculo"/>
            <w:noProof/>
          </w:rPr>
          <w:t>ETAPA III: Firma del Contrato e Inicio de Obra</w:t>
        </w:r>
        <w:r>
          <w:rPr>
            <w:noProof/>
            <w:webHidden/>
          </w:rPr>
          <w:tab/>
        </w:r>
        <w:r>
          <w:rPr>
            <w:noProof/>
            <w:webHidden/>
          </w:rPr>
          <w:fldChar w:fldCharType="begin"/>
        </w:r>
        <w:r>
          <w:rPr>
            <w:noProof/>
            <w:webHidden/>
          </w:rPr>
          <w:instrText xml:space="preserve"> PAGEREF _Toc47600770 \h </w:instrText>
        </w:r>
        <w:r>
          <w:rPr>
            <w:noProof/>
            <w:webHidden/>
          </w:rPr>
        </w:r>
        <w:r>
          <w:rPr>
            <w:noProof/>
            <w:webHidden/>
          </w:rPr>
          <w:fldChar w:fldCharType="separate"/>
        </w:r>
        <w:r>
          <w:rPr>
            <w:noProof/>
            <w:webHidden/>
          </w:rPr>
          <w:t>30</w:t>
        </w:r>
        <w:r>
          <w:rPr>
            <w:noProof/>
            <w:webHidden/>
          </w:rPr>
          <w:fldChar w:fldCharType="end"/>
        </w:r>
      </w:hyperlink>
    </w:p>
    <w:p w:rsidR="005A7229" w:rsidRDefault="005A7229">
      <w:pPr>
        <w:pStyle w:val="TDC2"/>
        <w:tabs>
          <w:tab w:val="right" w:leader="dot" w:pos="9345"/>
        </w:tabs>
        <w:rPr>
          <w:rFonts w:asciiTheme="minorHAnsi" w:eastAsiaTheme="minorEastAsia" w:hAnsiTheme="minorHAnsi" w:cstheme="minorBidi"/>
          <w:noProof/>
          <w:sz w:val="22"/>
          <w:szCs w:val="22"/>
          <w:lang w:val="es-AR" w:eastAsia="es-AR"/>
        </w:rPr>
      </w:pPr>
      <w:hyperlink w:anchor="_Toc47600771" w:history="1">
        <w:r w:rsidRPr="00D92E02">
          <w:rPr>
            <w:rStyle w:val="Hipervnculo"/>
            <w:noProof/>
          </w:rPr>
          <w:t>ETAPA IV: Circuitos de aprobación y pago de certificados.</w:t>
        </w:r>
        <w:r>
          <w:rPr>
            <w:noProof/>
            <w:webHidden/>
          </w:rPr>
          <w:tab/>
        </w:r>
        <w:r>
          <w:rPr>
            <w:noProof/>
            <w:webHidden/>
          </w:rPr>
          <w:fldChar w:fldCharType="begin"/>
        </w:r>
        <w:r>
          <w:rPr>
            <w:noProof/>
            <w:webHidden/>
          </w:rPr>
          <w:instrText xml:space="preserve"> PAGEREF _Toc47600771 \h </w:instrText>
        </w:r>
        <w:r>
          <w:rPr>
            <w:noProof/>
            <w:webHidden/>
          </w:rPr>
        </w:r>
        <w:r>
          <w:rPr>
            <w:noProof/>
            <w:webHidden/>
          </w:rPr>
          <w:fldChar w:fldCharType="separate"/>
        </w:r>
        <w:r>
          <w:rPr>
            <w:noProof/>
            <w:webHidden/>
          </w:rPr>
          <w:t>32</w:t>
        </w:r>
        <w:r>
          <w:rPr>
            <w:noProof/>
            <w:webHidden/>
          </w:rPr>
          <w:fldChar w:fldCharType="end"/>
        </w:r>
      </w:hyperlink>
    </w:p>
    <w:p w:rsidR="005A7229" w:rsidRDefault="005A7229">
      <w:pPr>
        <w:pStyle w:val="TDC2"/>
        <w:tabs>
          <w:tab w:val="right" w:leader="dot" w:pos="9345"/>
        </w:tabs>
        <w:rPr>
          <w:rFonts w:asciiTheme="minorHAnsi" w:eastAsiaTheme="minorEastAsia" w:hAnsiTheme="minorHAnsi" w:cstheme="minorBidi"/>
          <w:noProof/>
          <w:sz w:val="22"/>
          <w:szCs w:val="22"/>
          <w:lang w:val="es-AR" w:eastAsia="es-AR"/>
        </w:rPr>
      </w:pPr>
      <w:hyperlink w:anchor="_Toc47600772" w:history="1">
        <w:r w:rsidRPr="00D92E02">
          <w:rPr>
            <w:rStyle w:val="Hipervnculo"/>
            <w:noProof/>
          </w:rPr>
          <w:t>ETAPA V: Circuitos de aprobación y pago de redeterminaciones.</w:t>
        </w:r>
        <w:r>
          <w:rPr>
            <w:noProof/>
            <w:webHidden/>
          </w:rPr>
          <w:tab/>
        </w:r>
        <w:r>
          <w:rPr>
            <w:noProof/>
            <w:webHidden/>
          </w:rPr>
          <w:fldChar w:fldCharType="begin"/>
        </w:r>
        <w:r>
          <w:rPr>
            <w:noProof/>
            <w:webHidden/>
          </w:rPr>
          <w:instrText xml:space="preserve"> PAGEREF _Toc47600772 \h </w:instrText>
        </w:r>
        <w:r>
          <w:rPr>
            <w:noProof/>
            <w:webHidden/>
          </w:rPr>
        </w:r>
        <w:r>
          <w:rPr>
            <w:noProof/>
            <w:webHidden/>
          </w:rPr>
          <w:fldChar w:fldCharType="separate"/>
        </w:r>
        <w:r>
          <w:rPr>
            <w:noProof/>
            <w:webHidden/>
          </w:rPr>
          <w:t>33</w:t>
        </w:r>
        <w:r>
          <w:rPr>
            <w:noProof/>
            <w:webHidden/>
          </w:rPr>
          <w:fldChar w:fldCharType="end"/>
        </w:r>
      </w:hyperlink>
    </w:p>
    <w:p w:rsidR="00D55756" w:rsidRPr="00E43289" w:rsidRDefault="008B24FB" w:rsidP="00476F4D">
      <w:pPr>
        <w:rPr>
          <w:sz w:val="20"/>
        </w:rPr>
      </w:pPr>
      <w:r w:rsidRPr="00E43289">
        <w:rPr>
          <w:sz w:val="20"/>
        </w:rPr>
        <w:fldChar w:fldCharType="end"/>
      </w:r>
    </w:p>
    <w:p w:rsidR="004715F1" w:rsidRPr="00E43289" w:rsidRDefault="004715F1" w:rsidP="00476F4D">
      <w:pPr>
        <w:spacing w:line="240" w:lineRule="auto"/>
        <w:jc w:val="left"/>
        <w:rPr>
          <w:rFonts w:cs="Arial"/>
          <w:b/>
          <w:bCs/>
          <w:kern w:val="32"/>
          <w:sz w:val="26"/>
          <w:szCs w:val="32"/>
        </w:rPr>
      </w:pPr>
      <w:bookmarkStart w:id="0" w:name="_Toc456708976"/>
      <w:bookmarkStart w:id="1" w:name="_Toc456710996"/>
    </w:p>
    <w:p w:rsidR="006F1B43" w:rsidRPr="00E43289" w:rsidRDefault="006F1B43">
      <w:pPr>
        <w:spacing w:line="240" w:lineRule="auto"/>
        <w:jc w:val="left"/>
        <w:rPr>
          <w:b/>
          <w:color w:val="17365D"/>
          <w:kern w:val="32"/>
          <w:sz w:val="40"/>
        </w:rPr>
      </w:pPr>
      <w:r w:rsidRPr="00E43289">
        <w:br w:type="page"/>
      </w:r>
      <w:bookmarkStart w:id="2" w:name="_Toc47096474"/>
    </w:p>
    <w:p w:rsidR="003B17D6" w:rsidRPr="00F6024F" w:rsidRDefault="00BC22CE" w:rsidP="00476F4D">
      <w:pPr>
        <w:pStyle w:val="Ttulo1"/>
        <w:rPr>
          <w:rFonts w:cs="Times New Roman"/>
          <w:szCs w:val="40"/>
        </w:rPr>
      </w:pPr>
      <w:bookmarkStart w:id="3" w:name="_Toc47600750"/>
      <w:r w:rsidRPr="00F6024F">
        <w:rPr>
          <w:rFonts w:cs="Times New Roman"/>
          <w:szCs w:val="40"/>
        </w:rPr>
        <w:lastRenderedPageBreak/>
        <w:t>APÉNDICE</w:t>
      </w:r>
      <w:r w:rsidR="003B17D6" w:rsidRPr="00F6024F">
        <w:rPr>
          <w:rFonts w:cs="Times New Roman"/>
          <w:szCs w:val="40"/>
        </w:rPr>
        <w:t>S</w:t>
      </w:r>
      <w:bookmarkEnd w:id="0"/>
      <w:bookmarkEnd w:id="1"/>
      <w:bookmarkEnd w:id="2"/>
      <w:bookmarkEnd w:id="3"/>
    </w:p>
    <w:p w:rsidR="003B17D6" w:rsidRPr="00E43289" w:rsidRDefault="003B17D6" w:rsidP="00476F4D"/>
    <w:p w:rsidR="00ED4984" w:rsidRPr="000B3031" w:rsidRDefault="003E7206" w:rsidP="00476F4D">
      <w:pPr>
        <w:suppressAutoHyphens/>
        <w:spacing w:line="240" w:lineRule="auto"/>
        <w:ind w:left="993" w:hanging="993"/>
        <w:jc w:val="left"/>
        <w:rPr>
          <w:kern w:val="1"/>
          <w:szCs w:val="24"/>
          <w:lang w:val="es-AR" w:eastAsia="en-US"/>
        </w:rPr>
      </w:pPr>
      <w:bookmarkStart w:id="4" w:name="_Hlk46570583"/>
      <w:r w:rsidRPr="000B3031">
        <w:rPr>
          <w:kern w:val="1"/>
          <w:szCs w:val="24"/>
          <w:lang w:val="es-AR" w:eastAsia="en-US"/>
        </w:rPr>
        <w:t>APÉNDICE</w:t>
      </w:r>
      <w:r w:rsidR="000D1961">
        <w:rPr>
          <w:kern w:val="1"/>
          <w:szCs w:val="24"/>
          <w:lang w:val="es-AR" w:eastAsia="en-US"/>
        </w:rPr>
        <w:t xml:space="preserve"> </w:t>
      </w:r>
      <w:r w:rsidR="003B17D6" w:rsidRPr="000B3031">
        <w:rPr>
          <w:kern w:val="1"/>
          <w:szCs w:val="24"/>
          <w:lang w:val="es-AR" w:eastAsia="en-US"/>
        </w:rPr>
        <w:t>I:</w:t>
      </w:r>
      <w:r w:rsidR="003B17D6" w:rsidRPr="000B3031">
        <w:rPr>
          <w:kern w:val="1"/>
          <w:szCs w:val="24"/>
          <w:lang w:val="es-AR" w:eastAsia="en-US"/>
        </w:rPr>
        <w:tab/>
      </w:r>
      <w:r w:rsidR="00ED4984" w:rsidRPr="000B3031">
        <w:rPr>
          <w:kern w:val="1"/>
          <w:szCs w:val="24"/>
          <w:lang w:val="es-AR" w:eastAsia="en-US"/>
        </w:rPr>
        <w:t>Informe de Gestión Ambiental y Social.</w:t>
      </w:r>
    </w:p>
    <w:p w:rsidR="00965966" w:rsidRPr="00FE64B7" w:rsidRDefault="003E7206" w:rsidP="00476F4D">
      <w:pPr>
        <w:suppressAutoHyphens/>
        <w:spacing w:line="240" w:lineRule="auto"/>
        <w:ind w:left="993" w:hanging="993"/>
        <w:jc w:val="left"/>
        <w:rPr>
          <w:strike/>
          <w:kern w:val="1"/>
          <w:lang w:val="es-AR"/>
        </w:rPr>
      </w:pPr>
      <w:r w:rsidRPr="000B3031">
        <w:rPr>
          <w:kern w:val="1"/>
          <w:szCs w:val="24"/>
          <w:lang w:val="es-AR" w:eastAsia="en-US"/>
        </w:rPr>
        <w:t>APÉNDICE</w:t>
      </w:r>
      <w:r w:rsidR="00965966" w:rsidRPr="000B3031">
        <w:rPr>
          <w:kern w:val="1"/>
          <w:szCs w:val="24"/>
          <w:lang w:val="es-AR" w:eastAsia="en-US"/>
        </w:rPr>
        <w:t xml:space="preserve"> II:</w:t>
      </w:r>
      <w:r w:rsidR="00965966" w:rsidRPr="000B3031">
        <w:rPr>
          <w:kern w:val="1"/>
          <w:szCs w:val="24"/>
          <w:lang w:val="es-AR" w:eastAsia="en-US"/>
        </w:rPr>
        <w:tab/>
      </w:r>
      <w:r w:rsidR="00965966" w:rsidRPr="003D6E6B">
        <w:rPr>
          <w:kern w:val="1"/>
          <w:lang w:val="es-AR"/>
        </w:rPr>
        <w:t>Resolución Ministerial Nro. 1304/13.</w:t>
      </w:r>
    </w:p>
    <w:bookmarkEnd w:id="4"/>
    <w:p w:rsidR="001D1C63" w:rsidRPr="000B3031" w:rsidRDefault="001D1C63" w:rsidP="00476F4D">
      <w:pPr>
        <w:suppressAutoHyphens/>
        <w:spacing w:line="240" w:lineRule="auto"/>
        <w:ind w:left="993" w:hanging="993"/>
        <w:jc w:val="left"/>
        <w:rPr>
          <w:kern w:val="1"/>
          <w:szCs w:val="24"/>
          <w:lang w:val="es-AR" w:eastAsia="en-US"/>
        </w:rPr>
      </w:pPr>
    </w:p>
    <w:p w:rsidR="003B17D6" w:rsidRPr="000B3031" w:rsidRDefault="003B17D6" w:rsidP="00476F4D">
      <w:pPr>
        <w:suppressAutoHyphens/>
        <w:spacing w:line="240" w:lineRule="auto"/>
        <w:ind w:left="993" w:hanging="993"/>
        <w:jc w:val="left"/>
        <w:rPr>
          <w:kern w:val="1"/>
          <w:szCs w:val="24"/>
          <w:lang w:val="es-AR" w:eastAsia="en-US"/>
        </w:rPr>
      </w:pPr>
    </w:p>
    <w:p w:rsidR="00D119C8" w:rsidRPr="00E43289" w:rsidRDefault="00D119C8" w:rsidP="00476F4D">
      <w:pPr>
        <w:rPr>
          <w:szCs w:val="24"/>
        </w:rPr>
      </w:pPr>
    </w:p>
    <w:p w:rsidR="00D119C8" w:rsidRPr="0097604E" w:rsidRDefault="00D119C8" w:rsidP="00476F4D">
      <w:pPr>
        <w:rPr>
          <w:szCs w:val="24"/>
        </w:rPr>
      </w:pPr>
    </w:p>
    <w:p w:rsidR="00D119C8" w:rsidRPr="00E43289" w:rsidRDefault="00D119C8" w:rsidP="00476F4D">
      <w:pPr>
        <w:rPr>
          <w:szCs w:val="24"/>
        </w:rPr>
      </w:pPr>
    </w:p>
    <w:p w:rsidR="00D119C8" w:rsidRPr="00E43289" w:rsidRDefault="00D119C8" w:rsidP="00476F4D">
      <w:pPr>
        <w:rPr>
          <w:szCs w:val="24"/>
        </w:rPr>
      </w:pPr>
    </w:p>
    <w:p w:rsidR="00D119C8" w:rsidRPr="00E43289" w:rsidRDefault="00D119C8" w:rsidP="00476F4D">
      <w:pPr>
        <w:rPr>
          <w:szCs w:val="24"/>
        </w:rPr>
      </w:pPr>
    </w:p>
    <w:p w:rsidR="00D119C8" w:rsidRPr="00E43289" w:rsidRDefault="00D119C8" w:rsidP="00476F4D">
      <w:pPr>
        <w:rPr>
          <w:szCs w:val="24"/>
        </w:rPr>
      </w:pPr>
    </w:p>
    <w:p w:rsidR="00D119C8" w:rsidRPr="00E43289" w:rsidRDefault="00D119C8" w:rsidP="00476F4D">
      <w:pPr>
        <w:rPr>
          <w:szCs w:val="24"/>
        </w:rPr>
      </w:pPr>
    </w:p>
    <w:p w:rsidR="00D119C8" w:rsidRPr="00E43289" w:rsidRDefault="00D119C8" w:rsidP="003B17D6">
      <w:pPr>
        <w:rPr>
          <w:szCs w:val="24"/>
        </w:rPr>
      </w:pPr>
    </w:p>
    <w:p w:rsidR="00D119C8" w:rsidRPr="00E43289" w:rsidRDefault="00D119C8" w:rsidP="003B17D6">
      <w:pPr>
        <w:rPr>
          <w:szCs w:val="24"/>
        </w:rPr>
      </w:pPr>
    </w:p>
    <w:p w:rsidR="00D119C8" w:rsidRPr="00E43289" w:rsidRDefault="00D119C8" w:rsidP="003B17D6">
      <w:pPr>
        <w:rPr>
          <w:szCs w:val="24"/>
        </w:rPr>
      </w:pPr>
    </w:p>
    <w:p w:rsidR="00D119C8" w:rsidRPr="00E43289" w:rsidRDefault="00D119C8" w:rsidP="003B17D6">
      <w:pPr>
        <w:rPr>
          <w:szCs w:val="24"/>
        </w:rPr>
      </w:pPr>
    </w:p>
    <w:p w:rsidR="00D119C8" w:rsidRPr="00E43289" w:rsidRDefault="00D119C8" w:rsidP="003B17D6">
      <w:pPr>
        <w:rPr>
          <w:szCs w:val="24"/>
        </w:rPr>
      </w:pPr>
    </w:p>
    <w:p w:rsidR="00D119C8" w:rsidRPr="00E43289" w:rsidRDefault="00D119C8">
      <w:pPr>
        <w:spacing w:line="240" w:lineRule="auto"/>
        <w:jc w:val="left"/>
        <w:rPr>
          <w:szCs w:val="24"/>
        </w:rPr>
      </w:pPr>
      <w:r w:rsidRPr="00E43289">
        <w:rPr>
          <w:szCs w:val="24"/>
        </w:rPr>
        <w:br w:type="page"/>
      </w:r>
    </w:p>
    <w:p w:rsidR="00671DC4" w:rsidRPr="00F37FD1" w:rsidRDefault="003341B8" w:rsidP="00476F4D">
      <w:pPr>
        <w:pStyle w:val="Ttulo1"/>
        <w:rPr>
          <w:rFonts w:cs="Times New Roman"/>
          <w:szCs w:val="40"/>
        </w:rPr>
      </w:pPr>
      <w:bookmarkStart w:id="5" w:name="_Toc47096475"/>
      <w:bookmarkStart w:id="6" w:name="_Toc47600751"/>
      <w:r w:rsidRPr="00F37FD1">
        <w:rPr>
          <w:rFonts w:cs="Times New Roman"/>
          <w:szCs w:val="40"/>
        </w:rPr>
        <w:lastRenderedPageBreak/>
        <w:t>SIGLAS Y ABREVIATURAS</w:t>
      </w:r>
      <w:bookmarkEnd w:id="5"/>
      <w:bookmarkEnd w:id="6"/>
    </w:p>
    <w:p w:rsidR="00D119C8" w:rsidRPr="00F37FD1" w:rsidRDefault="00D119C8" w:rsidP="00476F4D">
      <w:r w:rsidRPr="00F37FD1">
        <w:t>A continuación se incluye el significado de las siglas utilizadas en este Reglamento:</w:t>
      </w:r>
    </w:p>
    <w:tbl>
      <w:tblPr>
        <w:tblW w:w="878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237"/>
        <w:gridCol w:w="7548"/>
      </w:tblGrid>
      <w:tr w:rsidR="00D119C8" w:rsidRPr="000638B7" w:rsidTr="00BE60F9">
        <w:trPr>
          <w:trHeight w:val="284"/>
          <w:tblHeader/>
        </w:trPr>
        <w:tc>
          <w:tcPr>
            <w:tcW w:w="1237" w:type="dxa"/>
            <w:shd w:val="clear" w:color="auto" w:fill="E0E0E0"/>
            <w:vAlign w:val="center"/>
          </w:tcPr>
          <w:p w:rsidR="00D119C8" w:rsidRPr="00AB2E9D" w:rsidRDefault="00D119C8" w:rsidP="00476F4D">
            <w:pPr>
              <w:spacing w:before="0" w:after="0" w:line="240" w:lineRule="auto"/>
              <w:rPr>
                <w:b/>
                <w:bCs/>
                <w:smallCaps/>
                <w:sz w:val="20"/>
              </w:rPr>
            </w:pPr>
            <w:r w:rsidRPr="00AB2E9D">
              <w:rPr>
                <w:b/>
                <w:bCs/>
                <w:smallCaps/>
                <w:sz w:val="20"/>
              </w:rPr>
              <w:t>Sigla</w:t>
            </w:r>
          </w:p>
        </w:tc>
        <w:tc>
          <w:tcPr>
            <w:tcW w:w="7548" w:type="dxa"/>
            <w:shd w:val="clear" w:color="auto" w:fill="E0E0E0"/>
            <w:vAlign w:val="center"/>
          </w:tcPr>
          <w:p w:rsidR="00D119C8" w:rsidRPr="00AB2E9D" w:rsidRDefault="00D119C8" w:rsidP="00476F4D">
            <w:pPr>
              <w:spacing w:before="0" w:after="0" w:line="240" w:lineRule="auto"/>
              <w:jc w:val="center"/>
              <w:rPr>
                <w:sz w:val="20"/>
              </w:rPr>
            </w:pPr>
            <w:r w:rsidRPr="00AB2E9D">
              <w:rPr>
                <w:b/>
                <w:bCs/>
                <w:smallCaps/>
                <w:sz w:val="20"/>
              </w:rPr>
              <w:t>Significado</w:t>
            </w:r>
          </w:p>
        </w:tc>
      </w:tr>
      <w:tr w:rsidR="00B647FC" w:rsidRPr="000638B7" w:rsidTr="00BE60F9">
        <w:tc>
          <w:tcPr>
            <w:tcW w:w="1237" w:type="dxa"/>
            <w:shd w:val="clear" w:color="auto" w:fill="auto"/>
          </w:tcPr>
          <w:p w:rsidR="00B647FC" w:rsidRPr="00AB2E9D" w:rsidRDefault="00B647FC" w:rsidP="00476F4D">
            <w:pPr>
              <w:pStyle w:val="TimesNewRoman10pt"/>
              <w:spacing w:before="0" w:after="0"/>
              <w:rPr>
                <w:rFonts w:ascii="Calibri" w:hAnsi="Calibri"/>
                <w:sz w:val="20"/>
              </w:rPr>
            </w:pPr>
            <w:r w:rsidRPr="00AB2E9D">
              <w:rPr>
                <w:rFonts w:ascii="Calibri" w:hAnsi="Calibri"/>
                <w:sz w:val="20"/>
              </w:rPr>
              <w:t>ARD</w:t>
            </w:r>
          </w:p>
        </w:tc>
        <w:tc>
          <w:tcPr>
            <w:tcW w:w="7548" w:type="dxa"/>
            <w:shd w:val="clear" w:color="auto" w:fill="auto"/>
          </w:tcPr>
          <w:p w:rsidR="00B647FC" w:rsidRPr="00AB2E9D" w:rsidRDefault="00B647FC" w:rsidP="00476F4D">
            <w:pPr>
              <w:pStyle w:val="TimesNewRoman10pt"/>
              <w:spacing w:before="0" w:after="0"/>
              <w:rPr>
                <w:rFonts w:ascii="Calibri" w:hAnsi="Calibri"/>
                <w:sz w:val="20"/>
              </w:rPr>
            </w:pPr>
            <w:r w:rsidRPr="00AB2E9D">
              <w:rPr>
                <w:rFonts w:ascii="Calibri" w:hAnsi="Calibri"/>
                <w:sz w:val="20"/>
              </w:rPr>
              <w:t>Acta de Recepción Definitiva</w:t>
            </w:r>
          </w:p>
        </w:tc>
      </w:tr>
      <w:tr w:rsidR="00D119C8" w:rsidRPr="000638B7" w:rsidTr="00BE60F9">
        <w:tc>
          <w:tcPr>
            <w:tcW w:w="1237" w:type="dxa"/>
            <w:shd w:val="clear" w:color="auto" w:fill="auto"/>
          </w:tcPr>
          <w:p w:rsidR="00D119C8" w:rsidRPr="00AB2E9D" w:rsidRDefault="00D119C8" w:rsidP="00476F4D">
            <w:pPr>
              <w:pStyle w:val="TimesNewRoman10pt"/>
              <w:spacing w:before="0" w:after="0"/>
              <w:rPr>
                <w:rFonts w:ascii="Calibri" w:hAnsi="Calibri"/>
                <w:sz w:val="20"/>
              </w:rPr>
            </w:pPr>
            <w:r w:rsidRPr="00AB2E9D">
              <w:rPr>
                <w:rFonts w:ascii="Calibri" w:hAnsi="Calibri"/>
                <w:sz w:val="20"/>
              </w:rPr>
              <w:t>BID / Banco</w:t>
            </w:r>
          </w:p>
        </w:tc>
        <w:tc>
          <w:tcPr>
            <w:tcW w:w="7548" w:type="dxa"/>
            <w:shd w:val="clear" w:color="auto" w:fill="auto"/>
          </w:tcPr>
          <w:p w:rsidR="00D119C8" w:rsidRPr="00AB2E9D" w:rsidRDefault="00D119C8" w:rsidP="00476F4D">
            <w:pPr>
              <w:pStyle w:val="TimesNewRoman10pt"/>
              <w:spacing w:before="0" w:after="0"/>
              <w:rPr>
                <w:rFonts w:ascii="Calibri" w:hAnsi="Calibri"/>
                <w:sz w:val="20"/>
              </w:rPr>
            </w:pPr>
            <w:r w:rsidRPr="00AB2E9D">
              <w:rPr>
                <w:rFonts w:ascii="Calibri" w:hAnsi="Calibri"/>
                <w:sz w:val="20"/>
              </w:rPr>
              <w:t>Banco Interamericano de Desarrollo</w:t>
            </w:r>
          </w:p>
        </w:tc>
      </w:tr>
      <w:tr w:rsidR="00D119C8" w:rsidRPr="000638B7" w:rsidTr="00BE60F9">
        <w:tc>
          <w:tcPr>
            <w:tcW w:w="1237" w:type="dxa"/>
            <w:shd w:val="clear" w:color="auto" w:fill="auto"/>
          </w:tcPr>
          <w:p w:rsidR="00D119C8" w:rsidRPr="00AB2E9D" w:rsidRDefault="00D119C8" w:rsidP="00476F4D">
            <w:pPr>
              <w:pStyle w:val="TimesNewRoman10pt"/>
              <w:spacing w:before="0" w:after="0"/>
              <w:rPr>
                <w:rFonts w:ascii="Calibri" w:hAnsi="Calibri"/>
                <w:sz w:val="20"/>
              </w:rPr>
            </w:pPr>
            <w:r w:rsidRPr="00AB2E9D">
              <w:rPr>
                <w:rFonts w:ascii="Calibri" w:hAnsi="Calibri"/>
                <w:sz w:val="20"/>
              </w:rPr>
              <w:t>DAyEE</w:t>
            </w:r>
          </w:p>
        </w:tc>
        <w:tc>
          <w:tcPr>
            <w:tcW w:w="7548" w:type="dxa"/>
            <w:shd w:val="clear" w:color="auto" w:fill="auto"/>
          </w:tcPr>
          <w:p w:rsidR="00D119C8" w:rsidRPr="00AB2E9D" w:rsidRDefault="00D119C8" w:rsidP="00476F4D">
            <w:pPr>
              <w:pStyle w:val="TimesNewRoman10pt"/>
              <w:spacing w:before="0" w:after="0"/>
              <w:rPr>
                <w:rFonts w:ascii="Calibri" w:hAnsi="Calibri"/>
                <w:sz w:val="20"/>
              </w:rPr>
            </w:pPr>
            <w:r w:rsidRPr="00AB2E9D">
              <w:rPr>
                <w:rFonts w:ascii="Calibri" w:hAnsi="Calibri"/>
                <w:sz w:val="20"/>
              </w:rPr>
              <w:t>Departamento de Arquitectura y Equipamiento Escolar (de la DGI del ME)</w:t>
            </w:r>
          </w:p>
        </w:tc>
      </w:tr>
      <w:tr w:rsidR="00E11A64" w:rsidRPr="000638B7" w:rsidTr="00BE60F9">
        <w:tc>
          <w:tcPr>
            <w:tcW w:w="1237" w:type="dxa"/>
            <w:shd w:val="clear" w:color="auto" w:fill="auto"/>
          </w:tcPr>
          <w:p w:rsidR="00E11A64" w:rsidRPr="00AB2E9D" w:rsidRDefault="00E11A64" w:rsidP="00F6024F">
            <w:pPr>
              <w:pStyle w:val="TimesNewRoman10pt"/>
              <w:spacing w:before="0" w:after="0"/>
              <w:rPr>
                <w:rFonts w:ascii="Calibri" w:hAnsi="Calibri"/>
                <w:sz w:val="20"/>
              </w:rPr>
            </w:pPr>
            <w:r>
              <w:rPr>
                <w:rFonts w:ascii="Calibri" w:hAnsi="Calibri"/>
                <w:sz w:val="20"/>
              </w:rPr>
              <w:t>DC</w:t>
            </w:r>
          </w:p>
        </w:tc>
        <w:tc>
          <w:tcPr>
            <w:tcW w:w="7548" w:type="dxa"/>
            <w:shd w:val="clear" w:color="auto" w:fill="auto"/>
          </w:tcPr>
          <w:p w:rsidR="00E11A64" w:rsidRPr="00AB2E9D" w:rsidRDefault="00E11A64" w:rsidP="00F6024F">
            <w:pPr>
              <w:pStyle w:val="TimesNewRoman10pt"/>
              <w:spacing w:before="0" w:after="0"/>
              <w:rPr>
                <w:rFonts w:ascii="Calibri" w:hAnsi="Calibri"/>
                <w:sz w:val="20"/>
              </w:rPr>
            </w:pPr>
            <w:r>
              <w:rPr>
                <w:rFonts w:ascii="Calibri" w:hAnsi="Calibri"/>
                <w:sz w:val="20"/>
              </w:rPr>
              <w:t>Dirección de Contrataciones (del ME)</w:t>
            </w:r>
          </w:p>
        </w:tc>
      </w:tr>
      <w:tr w:rsidR="00D119C8" w:rsidRPr="000638B7" w:rsidTr="00BE60F9">
        <w:tc>
          <w:tcPr>
            <w:tcW w:w="1237" w:type="dxa"/>
            <w:shd w:val="clear" w:color="auto" w:fill="auto"/>
          </w:tcPr>
          <w:p w:rsidR="00D119C8" w:rsidRPr="00AB2E9D" w:rsidRDefault="00D119C8" w:rsidP="00476F4D">
            <w:pPr>
              <w:pStyle w:val="TimesNewRoman10pt"/>
              <w:spacing w:before="0" w:after="0"/>
              <w:rPr>
                <w:rFonts w:ascii="Calibri" w:hAnsi="Calibri"/>
                <w:sz w:val="20"/>
              </w:rPr>
            </w:pPr>
            <w:r w:rsidRPr="00AB2E9D">
              <w:rPr>
                <w:rFonts w:ascii="Calibri" w:hAnsi="Calibri"/>
                <w:sz w:val="20"/>
              </w:rPr>
              <w:t>DEL</w:t>
            </w:r>
          </w:p>
        </w:tc>
        <w:tc>
          <w:tcPr>
            <w:tcW w:w="7548" w:type="dxa"/>
            <w:shd w:val="clear" w:color="auto" w:fill="auto"/>
          </w:tcPr>
          <w:p w:rsidR="00D119C8" w:rsidRPr="00AB2E9D" w:rsidRDefault="00D119C8" w:rsidP="00476F4D">
            <w:pPr>
              <w:pStyle w:val="TimesNewRoman10pt"/>
              <w:spacing w:before="0" w:after="0"/>
              <w:rPr>
                <w:rFonts w:ascii="Calibri" w:hAnsi="Calibri"/>
                <w:sz w:val="20"/>
              </w:rPr>
            </w:pPr>
            <w:r w:rsidRPr="00AB2E9D">
              <w:rPr>
                <w:rFonts w:ascii="Calibri" w:hAnsi="Calibri"/>
                <w:sz w:val="20"/>
              </w:rPr>
              <w:t>Documentos Estándar de Licitación</w:t>
            </w:r>
          </w:p>
        </w:tc>
      </w:tr>
      <w:tr w:rsidR="00E11A64" w:rsidRPr="000638B7" w:rsidTr="00BE60F9">
        <w:tc>
          <w:tcPr>
            <w:tcW w:w="1237" w:type="dxa"/>
            <w:shd w:val="clear" w:color="auto" w:fill="auto"/>
          </w:tcPr>
          <w:p w:rsidR="00E11A64" w:rsidRDefault="00E11A64" w:rsidP="00F6024F">
            <w:pPr>
              <w:pStyle w:val="TimesNewRoman10pt"/>
              <w:spacing w:before="0" w:after="0"/>
              <w:rPr>
                <w:rFonts w:ascii="Calibri" w:hAnsi="Calibri"/>
                <w:sz w:val="20"/>
              </w:rPr>
            </w:pPr>
            <w:r>
              <w:rPr>
                <w:rFonts w:ascii="Calibri" w:hAnsi="Calibri"/>
                <w:sz w:val="20"/>
              </w:rPr>
              <w:t>DGAJ</w:t>
            </w:r>
          </w:p>
        </w:tc>
        <w:tc>
          <w:tcPr>
            <w:tcW w:w="7548" w:type="dxa"/>
            <w:shd w:val="clear" w:color="auto" w:fill="auto"/>
          </w:tcPr>
          <w:p w:rsidR="00E11A64" w:rsidRDefault="00E11A64" w:rsidP="00F6024F">
            <w:pPr>
              <w:pStyle w:val="TimesNewRoman10pt"/>
              <w:spacing w:before="0" w:after="0"/>
              <w:rPr>
                <w:rFonts w:ascii="Calibri" w:hAnsi="Calibri"/>
                <w:sz w:val="20"/>
              </w:rPr>
            </w:pPr>
            <w:r w:rsidRPr="00E11A64">
              <w:rPr>
                <w:rFonts w:ascii="Calibri" w:hAnsi="Calibri"/>
                <w:sz w:val="20"/>
              </w:rPr>
              <w:t>Dirección General de Asuntos Jurídicos</w:t>
            </w:r>
          </w:p>
        </w:tc>
      </w:tr>
      <w:tr w:rsidR="00505C28" w:rsidRPr="000638B7" w:rsidTr="00BE60F9">
        <w:tc>
          <w:tcPr>
            <w:tcW w:w="1237" w:type="dxa"/>
            <w:shd w:val="clear" w:color="auto" w:fill="auto"/>
          </w:tcPr>
          <w:p w:rsidR="00505C28" w:rsidRPr="00AB2E9D" w:rsidRDefault="00505C28" w:rsidP="00476F4D">
            <w:pPr>
              <w:pStyle w:val="TimesNewRoman10pt"/>
              <w:spacing w:before="0" w:after="0"/>
              <w:rPr>
                <w:rFonts w:ascii="Calibri" w:hAnsi="Calibri"/>
                <w:sz w:val="20"/>
              </w:rPr>
            </w:pPr>
            <w:r>
              <w:rPr>
                <w:rFonts w:ascii="Calibri" w:hAnsi="Calibri"/>
                <w:sz w:val="20"/>
              </w:rPr>
              <w:t>DGCyE</w:t>
            </w:r>
          </w:p>
        </w:tc>
        <w:tc>
          <w:tcPr>
            <w:tcW w:w="7548" w:type="dxa"/>
            <w:shd w:val="clear" w:color="auto" w:fill="auto"/>
          </w:tcPr>
          <w:p w:rsidR="00505C28" w:rsidRPr="00AB2E9D" w:rsidRDefault="00505C28" w:rsidP="00476F4D">
            <w:pPr>
              <w:pStyle w:val="TimesNewRoman10pt"/>
              <w:spacing w:before="0" w:after="0"/>
              <w:rPr>
                <w:rFonts w:ascii="Calibri" w:hAnsi="Calibri"/>
                <w:sz w:val="20"/>
              </w:rPr>
            </w:pPr>
            <w:r>
              <w:rPr>
                <w:rFonts w:ascii="Calibri" w:hAnsi="Calibri"/>
                <w:sz w:val="20"/>
              </w:rPr>
              <w:t>Dirección General de Cultura y Educación</w:t>
            </w:r>
          </w:p>
        </w:tc>
      </w:tr>
      <w:tr w:rsidR="00D119C8" w:rsidRPr="000638B7" w:rsidTr="00BE60F9">
        <w:tc>
          <w:tcPr>
            <w:tcW w:w="1237" w:type="dxa"/>
            <w:shd w:val="clear" w:color="auto" w:fill="auto"/>
          </w:tcPr>
          <w:p w:rsidR="00D119C8" w:rsidRPr="00AB2E9D" w:rsidRDefault="00D119C8" w:rsidP="00476F4D">
            <w:pPr>
              <w:pStyle w:val="TimesNewRoman10pt"/>
              <w:spacing w:before="0" w:after="0"/>
              <w:rPr>
                <w:rFonts w:ascii="Calibri" w:hAnsi="Calibri"/>
                <w:sz w:val="20"/>
              </w:rPr>
            </w:pPr>
            <w:r w:rsidRPr="00AB2E9D">
              <w:rPr>
                <w:rFonts w:ascii="Calibri" w:hAnsi="Calibri"/>
                <w:sz w:val="20"/>
              </w:rPr>
              <w:t>DGI</w:t>
            </w:r>
          </w:p>
        </w:tc>
        <w:tc>
          <w:tcPr>
            <w:tcW w:w="7548" w:type="dxa"/>
            <w:shd w:val="clear" w:color="auto" w:fill="auto"/>
          </w:tcPr>
          <w:p w:rsidR="00D119C8" w:rsidRPr="00AB2E9D" w:rsidRDefault="00D119C8" w:rsidP="00476F4D">
            <w:pPr>
              <w:pStyle w:val="TimesNewRoman10pt"/>
              <w:spacing w:before="0" w:after="0"/>
              <w:rPr>
                <w:rFonts w:ascii="Calibri" w:hAnsi="Calibri"/>
                <w:sz w:val="20"/>
              </w:rPr>
            </w:pPr>
            <w:r w:rsidRPr="00AB2E9D">
              <w:rPr>
                <w:rFonts w:ascii="Calibri" w:hAnsi="Calibri"/>
                <w:sz w:val="20"/>
              </w:rPr>
              <w:t>Dirección General de Infraestructura</w:t>
            </w:r>
          </w:p>
        </w:tc>
      </w:tr>
      <w:tr w:rsidR="00E11A64" w:rsidRPr="000638B7" w:rsidTr="00BE60F9">
        <w:tc>
          <w:tcPr>
            <w:tcW w:w="1237" w:type="dxa"/>
            <w:shd w:val="clear" w:color="auto" w:fill="auto"/>
          </w:tcPr>
          <w:p w:rsidR="00E11A64" w:rsidRDefault="00E11A64" w:rsidP="00E11A64">
            <w:pPr>
              <w:pStyle w:val="TimesNewRoman10pt"/>
              <w:spacing w:before="0" w:after="0"/>
              <w:rPr>
                <w:rFonts w:ascii="Calibri" w:hAnsi="Calibri"/>
                <w:sz w:val="20"/>
              </w:rPr>
            </w:pPr>
            <w:r>
              <w:rPr>
                <w:rFonts w:ascii="Calibri" w:hAnsi="Calibri"/>
                <w:sz w:val="20"/>
              </w:rPr>
              <w:t>DGPPSE</w:t>
            </w:r>
          </w:p>
        </w:tc>
        <w:tc>
          <w:tcPr>
            <w:tcW w:w="7548" w:type="dxa"/>
            <w:shd w:val="clear" w:color="auto" w:fill="auto"/>
          </w:tcPr>
          <w:p w:rsidR="00E11A64" w:rsidRDefault="00E11A64" w:rsidP="00F6024F">
            <w:pPr>
              <w:pStyle w:val="TimesNewRoman10pt"/>
              <w:spacing w:before="0" w:after="0"/>
              <w:rPr>
                <w:rFonts w:ascii="Calibri" w:hAnsi="Calibri"/>
                <w:sz w:val="20"/>
              </w:rPr>
            </w:pPr>
            <w:r>
              <w:rPr>
                <w:rFonts w:ascii="Calibri" w:hAnsi="Calibri"/>
                <w:sz w:val="20"/>
              </w:rPr>
              <w:t>Dirección General de Programas y Proyectos Sectoriales y Especiales</w:t>
            </w:r>
          </w:p>
        </w:tc>
      </w:tr>
      <w:tr w:rsidR="009D4FAB" w:rsidRPr="000638B7" w:rsidTr="00BE60F9">
        <w:tc>
          <w:tcPr>
            <w:tcW w:w="1237" w:type="dxa"/>
            <w:shd w:val="clear" w:color="auto" w:fill="auto"/>
          </w:tcPr>
          <w:p w:rsidR="009D4FAB" w:rsidRPr="00AB2E9D" w:rsidRDefault="009D4FAB" w:rsidP="00476F4D">
            <w:pPr>
              <w:pStyle w:val="TimesNewRoman10pt"/>
              <w:spacing w:before="0" w:after="0"/>
              <w:rPr>
                <w:rFonts w:ascii="Calibri" w:hAnsi="Calibri"/>
                <w:sz w:val="20"/>
              </w:rPr>
            </w:pPr>
            <w:r>
              <w:rPr>
                <w:rFonts w:ascii="Calibri" w:hAnsi="Calibri"/>
                <w:sz w:val="20"/>
              </w:rPr>
              <w:t>DNP</w:t>
            </w:r>
          </w:p>
        </w:tc>
        <w:tc>
          <w:tcPr>
            <w:tcW w:w="7548" w:type="dxa"/>
            <w:shd w:val="clear" w:color="auto" w:fill="auto"/>
          </w:tcPr>
          <w:p w:rsidR="009D4FAB" w:rsidRPr="00AB2E9D" w:rsidRDefault="009D4FAB" w:rsidP="00476F4D">
            <w:pPr>
              <w:pStyle w:val="TimesNewRoman10pt"/>
              <w:spacing w:before="0" w:after="0"/>
              <w:rPr>
                <w:rFonts w:ascii="Calibri" w:hAnsi="Calibri"/>
                <w:sz w:val="20"/>
              </w:rPr>
            </w:pPr>
            <w:r>
              <w:rPr>
                <w:rFonts w:ascii="Calibri" w:hAnsi="Calibri"/>
                <w:sz w:val="20"/>
              </w:rPr>
              <w:t>Dirección Nacional de Planeamiento</w:t>
            </w:r>
          </w:p>
        </w:tc>
      </w:tr>
      <w:tr w:rsidR="00D119C8" w:rsidRPr="000638B7" w:rsidTr="00BE60F9">
        <w:tc>
          <w:tcPr>
            <w:tcW w:w="1237" w:type="dxa"/>
            <w:shd w:val="clear" w:color="auto" w:fill="auto"/>
          </w:tcPr>
          <w:p w:rsidR="00D119C8" w:rsidRPr="00AB2E9D" w:rsidRDefault="00D119C8" w:rsidP="00476F4D">
            <w:pPr>
              <w:pStyle w:val="TimesNewRoman10pt"/>
              <w:spacing w:before="0" w:after="0"/>
              <w:rPr>
                <w:rFonts w:ascii="Calibri" w:hAnsi="Calibri"/>
                <w:sz w:val="20"/>
              </w:rPr>
            </w:pPr>
            <w:r w:rsidRPr="00AB2E9D">
              <w:rPr>
                <w:rFonts w:ascii="Calibri" w:hAnsi="Calibri"/>
                <w:sz w:val="20"/>
              </w:rPr>
              <w:t>DSFyFO</w:t>
            </w:r>
          </w:p>
        </w:tc>
        <w:tc>
          <w:tcPr>
            <w:tcW w:w="7548" w:type="dxa"/>
            <w:shd w:val="clear" w:color="auto" w:fill="auto"/>
          </w:tcPr>
          <w:p w:rsidR="00D119C8" w:rsidRPr="00AB2E9D" w:rsidRDefault="00D119C8" w:rsidP="00476F4D">
            <w:pPr>
              <w:pStyle w:val="TimesNewRoman10pt"/>
              <w:spacing w:before="0" w:after="0"/>
              <w:rPr>
                <w:rFonts w:ascii="Calibri" w:hAnsi="Calibri"/>
                <w:sz w:val="20"/>
              </w:rPr>
            </w:pPr>
            <w:r w:rsidRPr="00AB2E9D">
              <w:rPr>
                <w:rFonts w:ascii="Calibri" w:hAnsi="Calibri"/>
                <w:sz w:val="20"/>
              </w:rPr>
              <w:t>Departamento de Seguimiento Físico y Financiero de Obras (de la DGI del ME)</w:t>
            </w:r>
          </w:p>
        </w:tc>
      </w:tr>
      <w:tr w:rsidR="00D119C8" w:rsidRPr="000638B7" w:rsidTr="00BE60F9">
        <w:tc>
          <w:tcPr>
            <w:tcW w:w="1237" w:type="dxa"/>
            <w:shd w:val="clear" w:color="auto" w:fill="auto"/>
          </w:tcPr>
          <w:p w:rsidR="00D119C8" w:rsidRPr="00AB2E9D" w:rsidRDefault="00D119C8" w:rsidP="00476F4D">
            <w:pPr>
              <w:pStyle w:val="TimesNewRoman10pt"/>
              <w:spacing w:before="0" w:after="0"/>
              <w:rPr>
                <w:rFonts w:ascii="Calibri" w:hAnsi="Calibri"/>
                <w:sz w:val="20"/>
              </w:rPr>
            </w:pPr>
            <w:r w:rsidRPr="00AB2E9D">
              <w:rPr>
                <w:rFonts w:ascii="Calibri" w:hAnsi="Calibri"/>
                <w:sz w:val="20"/>
              </w:rPr>
              <w:t>MR</w:t>
            </w:r>
          </w:p>
        </w:tc>
        <w:tc>
          <w:tcPr>
            <w:tcW w:w="7548" w:type="dxa"/>
            <w:shd w:val="clear" w:color="auto" w:fill="auto"/>
          </w:tcPr>
          <w:p w:rsidR="00D119C8" w:rsidRPr="00AB2E9D" w:rsidRDefault="00D119C8" w:rsidP="00476F4D">
            <w:pPr>
              <w:pStyle w:val="TimesNewRoman10pt"/>
              <w:spacing w:before="0" w:after="0"/>
              <w:rPr>
                <w:rFonts w:ascii="Calibri" w:hAnsi="Calibri"/>
                <w:sz w:val="20"/>
              </w:rPr>
            </w:pPr>
            <w:r w:rsidRPr="00AB2E9D">
              <w:rPr>
                <w:rFonts w:ascii="Calibri" w:hAnsi="Calibri"/>
                <w:sz w:val="20"/>
              </w:rPr>
              <w:t>Matriz de Resultados</w:t>
            </w:r>
          </w:p>
        </w:tc>
      </w:tr>
      <w:tr w:rsidR="00D119C8" w:rsidRPr="000638B7" w:rsidTr="00BE60F9">
        <w:tc>
          <w:tcPr>
            <w:tcW w:w="1237" w:type="dxa"/>
            <w:shd w:val="clear" w:color="auto" w:fill="auto"/>
          </w:tcPr>
          <w:p w:rsidR="00D119C8" w:rsidRPr="00AB2E9D" w:rsidRDefault="00D119C8" w:rsidP="00476F4D">
            <w:pPr>
              <w:pStyle w:val="TimesNewRoman10pt"/>
              <w:spacing w:before="0" w:after="0"/>
              <w:rPr>
                <w:rFonts w:ascii="Calibri" w:hAnsi="Calibri"/>
                <w:sz w:val="20"/>
              </w:rPr>
            </w:pPr>
            <w:r w:rsidRPr="00AB2E9D">
              <w:rPr>
                <w:rFonts w:ascii="Calibri" w:hAnsi="Calibri"/>
                <w:sz w:val="20"/>
              </w:rPr>
              <w:t>MMRI</w:t>
            </w:r>
          </w:p>
        </w:tc>
        <w:tc>
          <w:tcPr>
            <w:tcW w:w="7548" w:type="dxa"/>
            <w:shd w:val="clear" w:color="auto" w:fill="auto"/>
          </w:tcPr>
          <w:p w:rsidR="00D119C8" w:rsidRPr="00AB2E9D" w:rsidRDefault="00D119C8" w:rsidP="00476F4D">
            <w:pPr>
              <w:pStyle w:val="TimesNewRoman10pt"/>
              <w:spacing w:before="0" w:after="0"/>
              <w:rPr>
                <w:rFonts w:ascii="Calibri" w:hAnsi="Calibri"/>
                <w:sz w:val="20"/>
              </w:rPr>
            </w:pPr>
            <w:r w:rsidRPr="00AB2E9D">
              <w:rPr>
                <w:rFonts w:ascii="Calibri" w:hAnsi="Calibri"/>
                <w:sz w:val="20"/>
              </w:rPr>
              <w:t>Matriz de Mitigación de Riesgos</w:t>
            </w:r>
          </w:p>
        </w:tc>
      </w:tr>
      <w:tr w:rsidR="00D119C8" w:rsidRPr="000638B7" w:rsidTr="00BE60F9">
        <w:tc>
          <w:tcPr>
            <w:tcW w:w="1237" w:type="dxa"/>
            <w:shd w:val="clear" w:color="auto" w:fill="auto"/>
          </w:tcPr>
          <w:p w:rsidR="00D119C8" w:rsidRPr="00AB2E9D" w:rsidRDefault="00D119C8" w:rsidP="00476F4D">
            <w:pPr>
              <w:pStyle w:val="TimesNewRoman10pt"/>
              <w:spacing w:before="0" w:after="0"/>
              <w:rPr>
                <w:rFonts w:ascii="Calibri" w:hAnsi="Calibri"/>
                <w:sz w:val="20"/>
              </w:rPr>
            </w:pPr>
            <w:r w:rsidRPr="00AB2E9D">
              <w:rPr>
                <w:rFonts w:ascii="Calibri" w:hAnsi="Calibri"/>
                <w:sz w:val="20"/>
              </w:rPr>
              <w:t>ME</w:t>
            </w:r>
          </w:p>
        </w:tc>
        <w:tc>
          <w:tcPr>
            <w:tcW w:w="7548" w:type="dxa"/>
            <w:shd w:val="clear" w:color="auto" w:fill="auto"/>
          </w:tcPr>
          <w:p w:rsidR="00D119C8" w:rsidRPr="00AB2E9D" w:rsidRDefault="00D119C8" w:rsidP="00476F4D">
            <w:pPr>
              <w:pStyle w:val="TimesNewRoman10pt"/>
              <w:spacing w:before="0" w:after="0"/>
              <w:rPr>
                <w:rFonts w:ascii="Calibri" w:hAnsi="Calibri"/>
                <w:sz w:val="20"/>
              </w:rPr>
            </w:pPr>
            <w:r w:rsidRPr="00AB2E9D">
              <w:rPr>
                <w:rFonts w:ascii="Calibri" w:hAnsi="Calibri"/>
                <w:sz w:val="20"/>
              </w:rPr>
              <w:t xml:space="preserve">Ministerio de Educación </w:t>
            </w:r>
          </w:p>
        </w:tc>
      </w:tr>
      <w:tr w:rsidR="00D119C8" w:rsidRPr="000638B7" w:rsidTr="00BE60F9">
        <w:tc>
          <w:tcPr>
            <w:tcW w:w="1237" w:type="dxa"/>
            <w:shd w:val="clear" w:color="auto" w:fill="auto"/>
          </w:tcPr>
          <w:p w:rsidR="00D119C8" w:rsidRPr="00AB2E9D" w:rsidRDefault="00D119C8" w:rsidP="00476F4D">
            <w:pPr>
              <w:pStyle w:val="TimesNewRoman10pt"/>
              <w:spacing w:before="0" w:after="0"/>
              <w:rPr>
                <w:rFonts w:ascii="Calibri" w:hAnsi="Calibri"/>
                <w:sz w:val="20"/>
              </w:rPr>
            </w:pPr>
            <w:r w:rsidRPr="00AB2E9D">
              <w:rPr>
                <w:rFonts w:ascii="Calibri" w:hAnsi="Calibri"/>
                <w:sz w:val="20"/>
              </w:rPr>
              <w:t>NBI</w:t>
            </w:r>
          </w:p>
        </w:tc>
        <w:tc>
          <w:tcPr>
            <w:tcW w:w="7548" w:type="dxa"/>
            <w:shd w:val="clear" w:color="auto" w:fill="auto"/>
          </w:tcPr>
          <w:p w:rsidR="00D119C8" w:rsidRPr="00AB2E9D" w:rsidRDefault="00D119C8" w:rsidP="00476F4D">
            <w:pPr>
              <w:pStyle w:val="TimesNewRoman10pt"/>
              <w:spacing w:before="0" w:after="0"/>
              <w:rPr>
                <w:rFonts w:ascii="Calibri" w:hAnsi="Calibri"/>
                <w:sz w:val="20"/>
              </w:rPr>
            </w:pPr>
            <w:r w:rsidRPr="00AB2E9D">
              <w:rPr>
                <w:rFonts w:ascii="Calibri" w:hAnsi="Calibri"/>
                <w:sz w:val="20"/>
              </w:rPr>
              <w:t>Necesidades Básicas Insatisfechas</w:t>
            </w:r>
          </w:p>
        </w:tc>
      </w:tr>
      <w:tr w:rsidR="00A42744" w:rsidRPr="000638B7" w:rsidTr="00BE60F9">
        <w:tc>
          <w:tcPr>
            <w:tcW w:w="1237" w:type="dxa"/>
            <w:shd w:val="clear" w:color="auto" w:fill="auto"/>
          </w:tcPr>
          <w:p w:rsidR="00A42744" w:rsidRPr="00AB2E9D" w:rsidRDefault="00A42744" w:rsidP="00476F4D">
            <w:pPr>
              <w:pStyle w:val="TimesNewRoman10pt"/>
              <w:spacing w:before="0" w:after="0"/>
              <w:rPr>
                <w:rFonts w:ascii="Calibri" w:hAnsi="Calibri"/>
                <w:sz w:val="20"/>
              </w:rPr>
            </w:pPr>
            <w:r>
              <w:rPr>
                <w:rFonts w:ascii="Calibri" w:hAnsi="Calibri"/>
                <w:sz w:val="20"/>
              </w:rPr>
              <w:t>OE</w:t>
            </w:r>
          </w:p>
        </w:tc>
        <w:tc>
          <w:tcPr>
            <w:tcW w:w="7548" w:type="dxa"/>
            <w:shd w:val="clear" w:color="auto" w:fill="auto"/>
          </w:tcPr>
          <w:p w:rsidR="00A42744" w:rsidRPr="00AB2E9D" w:rsidRDefault="00A42744" w:rsidP="00476F4D">
            <w:pPr>
              <w:pStyle w:val="TimesNewRoman10pt"/>
              <w:spacing w:before="0" w:after="0"/>
              <w:rPr>
                <w:rFonts w:ascii="Calibri" w:hAnsi="Calibri"/>
                <w:sz w:val="20"/>
              </w:rPr>
            </w:pPr>
            <w:r>
              <w:rPr>
                <w:rFonts w:ascii="Calibri" w:hAnsi="Calibri"/>
                <w:sz w:val="20"/>
              </w:rPr>
              <w:t>Organismo Ejecutor</w:t>
            </w:r>
          </w:p>
        </w:tc>
      </w:tr>
      <w:tr w:rsidR="00E67B43" w:rsidRPr="000638B7" w:rsidTr="00BE60F9">
        <w:tc>
          <w:tcPr>
            <w:tcW w:w="1237" w:type="dxa"/>
            <w:shd w:val="clear" w:color="auto" w:fill="auto"/>
          </w:tcPr>
          <w:p w:rsidR="00E67B43" w:rsidRPr="00AB2E9D" w:rsidRDefault="00E67B43" w:rsidP="00476F4D">
            <w:pPr>
              <w:pStyle w:val="TimesNewRoman10pt"/>
              <w:spacing w:before="0" w:after="0"/>
              <w:rPr>
                <w:rFonts w:ascii="Calibri" w:hAnsi="Calibri"/>
                <w:sz w:val="20"/>
              </w:rPr>
            </w:pPr>
            <w:r w:rsidRPr="00AB2E9D">
              <w:rPr>
                <w:rFonts w:ascii="Calibri" w:hAnsi="Calibri"/>
                <w:sz w:val="20"/>
              </w:rPr>
              <w:t>ONC</w:t>
            </w:r>
          </w:p>
        </w:tc>
        <w:tc>
          <w:tcPr>
            <w:tcW w:w="7548" w:type="dxa"/>
            <w:shd w:val="clear" w:color="auto" w:fill="auto"/>
          </w:tcPr>
          <w:p w:rsidR="00E67B43" w:rsidRPr="00AB2E9D" w:rsidRDefault="00E67B43" w:rsidP="00476F4D">
            <w:pPr>
              <w:pStyle w:val="TimesNewRoman10pt"/>
              <w:spacing w:before="0" w:after="0"/>
              <w:rPr>
                <w:rFonts w:ascii="Calibri" w:hAnsi="Calibri"/>
                <w:sz w:val="20"/>
              </w:rPr>
            </w:pPr>
            <w:r w:rsidRPr="00AB2E9D">
              <w:rPr>
                <w:rFonts w:ascii="Calibri" w:hAnsi="Calibri"/>
                <w:sz w:val="20"/>
              </w:rPr>
              <w:t>Oficina Nacional de Contrataciones</w:t>
            </w:r>
          </w:p>
        </w:tc>
      </w:tr>
      <w:tr w:rsidR="00E11A64" w:rsidRPr="000638B7" w:rsidTr="00BE60F9">
        <w:tc>
          <w:tcPr>
            <w:tcW w:w="1237" w:type="dxa"/>
            <w:shd w:val="clear" w:color="auto" w:fill="auto"/>
          </w:tcPr>
          <w:p w:rsidR="00E11A64" w:rsidRPr="00AB2E9D" w:rsidRDefault="00E11A64" w:rsidP="00F6024F">
            <w:pPr>
              <w:pStyle w:val="TimesNewRoman10pt"/>
              <w:spacing w:before="0" w:after="0"/>
              <w:rPr>
                <w:rFonts w:ascii="Calibri" w:hAnsi="Calibri"/>
                <w:sz w:val="20"/>
              </w:rPr>
            </w:pPr>
            <w:r w:rsidRPr="00E11A64">
              <w:rPr>
                <w:rFonts w:ascii="Calibri" w:hAnsi="Calibri"/>
                <w:sz w:val="20"/>
              </w:rPr>
              <w:t>PCP</w:t>
            </w:r>
          </w:p>
        </w:tc>
        <w:tc>
          <w:tcPr>
            <w:tcW w:w="7548" w:type="dxa"/>
            <w:shd w:val="clear" w:color="auto" w:fill="auto"/>
          </w:tcPr>
          <w:p w:rsidR="00E11A64" w:rsidRPr="00AB2E9D" w:rsidRDefault="00E11A64" w:rsidP="00F6024F">
            <w:pPr>
              <w:pStyle w:val="TimesNewRoman10pt"/>
              <w:spacing w:before="0" w:after="0"/>
              <w:rPr>
                <w:rFonts w:ascii="Calibri" w:hAnsi="Calibri"/>
                <w:sz w:val="20"/>
              </w:rPr>
            </w:pPr>
            <w:r>
              <w:rPr>
                <w:rFonts w:ascii="Calibri" w:hAnsi="Calibri"/>
                <w:sz w:val="20"/>
              </w:rPr>
              <w:t>Pliego de condiciones particulares</w:t>
            </w:r>
          </w:p>
        </w:tc>
      </w:tr>
      <w:tr w:rsidR="00D119C8" w:rsidRPr="000638B7" w:rsidTr="00BE60F9">
        <w:tc>
          <w:tcPr>
            <w:tcW w:w="1237" w:type="dxa"/>
            <w:shd w:val="clear" w:color="auto" w:fill="auto"/>
          </w:tcPr>
          <w:p w:rsidR="00D119C8" w:rsidRPr="00AB2E9D" w:rsidRDefault="00D119C8" w:rsidP="00476F4D">
            <w:pPr>
              <w:pStyle w:val="TimesNewRoman10pt"/>
              <w:spacing w:before="0" w:after="0"/>
              <w:rPr>
                <w:rFonts w:ascii="Calibri" w:hAnsi="Calibri"/>
                <w:sz w:val="20"/>
              </w:rPr>
            </w:pPr>
            <w:r w:rsidRPr="00AB2E9D">
              <w:rPr>
                <w:rFonts w:ascii="Calibri" w:hAnsi="Calibri"/>
                <w:sz w:val="20"/>
              </w:rPr>
              <w:t>PMR</w:t>
            </w:r>
          </w:p>
        </w:tc>
        <w:tc>
          <w:tcPr>
            <w:tcW w:w="7548" w:type="dxa"/>
            <w:shd w:val="clear" w:color="auto" w:fill="auto"/>
          </w:tcPr>
          <w:p w:rsidR="00D119C8" w:rsidRPr="00AB2E9D" w:rsidRDefault="00D119C8" w:rsidP="00476F4D">
            <w:pPr>
              <w:pStyle w:val="TimesNewRoman10pt"/>
              <w:spacing w:before="0" w:after="0"/>
              <w:rPr>
                <w:rFonts w:ascii="Calibri" w:hAnsi="Calibri"/>
                <w:sz w:val="20"/>
              </w:rPr>
            </w:pPr>
            <w:r w:rsidRPr="00AB2E9D">
              <w:rPr>
                <w:rFonts w:ascii="Calibri" w:hAnsi="Calibri"/>
                <w:sz w:val="20"/>
              </w:rPr>
              <w:t>Informe de Monitore</w:t>
            </w:r>
            <w:r w:rsidR="00AE0DCC" w:rsidRPr="00AB2E9D">
              <w:rPr>
                <w:rFonts w:ascii="Calibri" w:hAnsi="Calibri"/>
                <w:sz w:val="20"/>
              </w:rPr>
              <w:t>o</w:t>
            </w:r>
          </w:p>
        </w:tc>
      </w:tr>
      <w:tr w:rsidR="00D119C8" w:rsidRPr="000638B7" w:rsidTr="00BE60F9">
        <w:tc>
          <w:tcPr>
            <w:tcW w:w="1237" w:type="dxa"/>
            <w:shd w:val="clear" w:color="auto" w:fill="auto"/>
          </w:tcPr>
          <w:p w:rsidR="00D119C8" w:rsidRPr="00AB2E9D" w:rsidRDefault="00D119C8" w:rsidP="00476F4D">
            <w:pPr>
              <w:pStyle w:val="TimesNewRoman10pt"/>
              <w:spacing w:before="0" w:after="0"/>
              <w:rPr>
                <w:rFonts w:ascii="Calibri" w:hAnsi="Calibri"/>
                <w:sz w:val="20"/>
              </w:rPr>
            </w:pPr>
            <w:r w:rsidRPr="00AB2E9D">
              <w:rPr>
                <w:rFonts w:ascii="Calibri" w:hAnsi="Calibri"/>
                <w:sz w:val="20"/>
              </w:rPr>
              <w:t>POA</w:t>
            </w:r>
          </w:p>
        </w:tc>
        <w:tc>
          <w:tcPr>
            <w:tcW w:w="7548" w:type="dxa"/>
            <w:shd w:val="clear" w:color="auto" w:fill="auto"/>
          </w:tcPr>
          <w:p w:rsidR="00D119C8" w:rsidRPr="00AB2E9D" w:rsidRDefault="00D119C8" w:rsidP="00476F4D">
            <w:pPr>
              <w:pStyle w:val="TimesNewRoman10pt"/>
              <w:spacing w:before="0" w:after="0"/>
              <w:rPr>
                <w:rFonts w:ascii="Calibri" w:hAnsi="Calibri"/>
                <w:sz w:val="20"/>
              </w:rPr>
            </w:pPr>
            <w:r w:rsidRPr="00AB2E9D">
              <w:rPr>
                <w:rFonts w:ascii="Calibri" w:hAnsi="Calibri"/>
                <w:sz w:val="20"/>
              </w:rPr>
              <w:t>Plan Operativo Anual</w:t>
            </w:r>
          </w:p>
        </w:tc>
      </w:tr>
      <w:tr w:rsidR="00AE0DCC" w:rsidRPr="000638B7" w:rsidTr="00BE60F9">
        <w:tc>
          <w:tcPr>
            <w:tcW w:w="1237" w:type="dxa"/>
            <w:shd w:val="clear" w:color="auto" w:fill="auto"/>
          </w:tcPr>
          <w:p w:rsidR="00AE0DCC" w:rsidRPr="00AB2E9D" w:rsidRDefault="00AE0DCC" w:rsidP="00476F4D">
            <w:pPr>
              <w:pStyle w:val="TimesNewRoman10pt"/>
              <w:spacing w:before="0" w:after="0"/>
              <w:rPr>
                <w:rFonts w:ascii="Calibri" w:hAnsi="Calibri"/>
                <w:sz w:val="20"/>
              </w:rPr>
            </w:pPr>
            <w:r w:rsidRPr="00AB2E9D">
              <w:rPr>
                <w:rFonts w:ascii="Calibri" w:hAnsi="Calibri"/>
                <w:sz w:val="20"/>
              </w:rPr>
              <w:t>POF</w:t>
            </w:r>
          </w:p>
        </w:tc>
        <w:tc>
          <w:tcPr>
            <w:tcW w:w="7548" w:type="dxa"/>
            <w:shd w:val="clear" w:color="auto" w:fill="auto"/>
          </w:tcPr>
          <w:p w:rsidR="00AE0DCC" w:rsidRPr="00AB2E9D" w:rsidRDefault="00AE0DCC" w:rsidP="00476F4D">
            <w:pPr>
              <w:pStyle w:val="TimesNewRoman10pt"/>
              <w:spacing w:before="0" w:after="0"/>
              <w:rPr>
                <w:rFonts w:ascii="Calibri" w:hAnsi="Calibri"/>
                <w:sz w:val="20"/>
              </w:rPr>
            </w:pPr>
            <w:r w:rsidRPr="00AB2E9D">
              <w:rPr>
                <w:rFonts w:ascii="Calibri" w:hAnsi="Calibri"/>
                <w:sz w:val="20"/>
              </w:rPr>
              <w:t>Planta Operativa Funcional</w:t>
            </w:r>
          </w:p>
        </w:tc>
      </w:tr>
      <w:tr w:rsidR="00D119C8" w:rsidRPr="000638B7" w:rsidTr="00BE60F9">
        <w:tc>
          <w:tcPr>
            <w:tcW w:w="1237" w:type="dxa"/>
            <w:shd w:val="clear" w:color="auto" w:fill="auto"/>
          </w:tcPr>
          <w:p w:rsidR="00D119C8" w:rsidRPr="00AB2E9D" w:rsidRDefault="00D119C8" w:rsidP="00476F4D">
            <w:pPr>
              <w:pStyle w:val="TimesNewRoman10pt"/>
              <w:spacing w:before="0" w:after="0"/>
              <w:rPr>
                <w:rFonts w:ascii="Calibri" w:hAnsi="Calibri"/>
                <w:sz w:val="20"/>
              </w:rPr>
            </w:pPr>
            <w:r w:rsidRPr="00AB2E9D">
              <w:rPr>
                <w:rFonts w:ascii="Calibri" w:hAnsi="Calibri"/>
                <w:sz w:val="20"/>
              </w:rPr>
              <w:t>Préstamo</w:t>
            </w:r>
          </w:p>
        </w:tc>
        <w:tc>
          <w:tcPr>
            <w:tcW w:w="7548" w:type="dxa"/>
            <w:shd w:val="clear" w:color="auto" w:fill="auto"/>
          </w:tcPr>
          <w:p w:rsidR="00D119C8" w:rsidRPr="00AB2E9D" w:rsidRDefault="00D119C8" w:rsidP="00476F4D">
            <w:pPr>
              <w:pStyle w:val="TimesNewRoman10pt"/>
              <w:spacing w:before="0" w:after="0"/>
              <w:rPr>
                <w:rFonts w:ascii="Calibri" w:hAnsi="Calibri"/>
                <w:sz w:val="20"/>
              </w:rPr>
            </w:pPr>
            <w:r w:rsidRPr="00AB2E9D">
              <w:rPr>
                <w:rFonts w:ascii="Calibri" w:hAnsi="Calibri"/>
                <w:sz w:val="20"/>
              </w:rPr>
              <w:t xml:space="preserve">Es el préstamo </w:t>
            </w:r>
            <w:r w:rsidR="009A7FAB" w:rsidRPr="00AB2E9D">
              <w:rPr>
                <w:rFonts w:ascii="Calibri" w:hAnsi="Calibri"/>
                <w:sz w:val="20"/>
              </w:rPr>
              <w:t>4229/OC-AR</w:t>
            </w:r>
          </w:p>
        </w:tc>
      </w:tr>
      <w:tr w:rsidR="00D119C8" w:rsidRPr="000638B7" w:rsidTr="00AB2E9D">
        <w:tc>
          <w:tcPr>
            <w:tcW w:w="1237" w:type="dxa"/>
            <w:shd w:val="clear" w:color="auto" w:fill="auto"/>
            <w:vAlign w:val="center"/>
          </w:tcPr>
          <w:p w:rsidR="00D119C8" w:rsidRPr="00AB2E9D" w:rsidRDefault="00AE0DCC" w:rsidP="00476F4D">
            <w:pPr>
              <w:pStyle w:val="TimesNewRoman10pt"/>
              <w:spacing w:before="0" w:after="0"/>
              <w:rPr>
                <w:rFonts w:ascii="Calibri" w:hAnsi="Calibri"/>
                <w:sz w:val="20"/>
              </w:rPr>
            </w:pPr>
            <w:r w:rsidRPr="00AB2E9D">
              <w:rPr>
                <w:rFonts w:ascii="Calibri" w:hAnsi="Calibri"/>
                <w:sz w:val="20"/>
              </w:rPr>
              <w:t>PRINI I</w:t>
            </w:r>
          </w:p>
        </w:tc>
        <w:tc>
          <w:tcPr>
            <w:tcW w:w="7548" w:type="dxa"/>
            <w:shd w:val="clear" w:color="auto" w:fill="auto"/>
          </w:tcPr>
          <w:p w:rsidR="00D119C8" w:rsidRPr="00AB2E9D" w:rsidRDefault="00AE0DCC" w:rsidP="00476F4D">
            <w:pPr>
              <w:pStyle w:val="TimesNewRoman10pt"/>
              <w:spacing w:before="0" w:after="0"/>
              <w:rPr>
                <w:rFonts w:ascii="Calibri" w:hAnsi="Calibri"/>
                <w:sz w:val="20"/>
              </w:rPr>
            </w:pPr>
            <w:r w:rsidRPr="00AB2E9D">
              <w:rPr>
                <w:rFonts w:ascii="Calibri" w:hAnsi="Calibri"/>
                <w:sz w:val="20"/>
              </w:rPr>
              <w:t>Programa de Apoyo al Plan Nacional de Primera Infancia y a la Política de Universalización de la Educación Inicial 1</w:t>
            </w:r>
          </w:p>
        </w:tc>
      </w:tr>
      <w:tr w:rsidR="0077023C" w:rsidRPr="000638B7" w:rsidTr="00BE60F9">
        <w:tc>
          <w:tcPr>
            <w:tcW w:w="1237" w:type="dxa"/>
            <w:shd w:val="clear" w:color="auto" w:fill="auto"/>
          </w:tcPr>
          <w:p w:rsidR="0077023C" w:rsidRPr="00AB2E9D" w:rsidRDefault="0077023C" w:rsidP="00476F4D">
            <w:pPr>
              <w:pStyle w:val="TimesNewRoman10pt"/>
              <w:spacing w:before="0" w:after="0"/>
              <w:rPr>
                <w:rFonts w:ascii="Calibri" w:hAnsi="Calibri"/>
                <w:sz w:val="20"/>
              </w:rPr>
            </w:pPr>
            <w:r w:rsidRPr="00AB2E9D">
              <w:rPr>
                <w:rFonts w:ascii="Calibri" w:hAnsi="Calibri"/>
                <w:sz w:val="20"/>
              </w:rPr>
              <w:t>RM</w:t>
            </w:r>
          </w:p>
        </w:tc>
        <w:tc>
          <w:tcPr>
            <w:tcW w:w="7548" w:type="dxa"/>
            <w:shd w:val="clear" w:color="auto" w:fill="auto"/>
          </w:tcPr>
          <w:p w:rsidR="0077023C" w:rsidRPr="00AB2E9D" w:rsidRDefault="0077023C" w:rsidP="00476F4D">
            <w:pPr>
              <w:pStyle w:val="TimesNewRoman10pt"/>
              <w:spacing w:before="0" w:after="0"/>
              <w:rPr>
                <w:rFonts w:ascii="Calibri" w:hAnsi="Calibri"/>
                <w:sz w:val="20"/>
              </w:rPr>
            </w:pPr>
            <w:r w:rsidRPr="00AB2E9D">
              <w:rPr>
                <w:rFonts w:ascii="Calibri" w:hAnsi="Calibri"/>
                <w:sz w:val="20"/>
              </w:rPr>
              <w:t>Resolución Ministerial</w:t>
            </w:r>
          </w:p>
        </w:tc>
      </w:tr>
      <w:tr w:rsidR="00D119C8" w:rsidRPr="000638B7" w:rsidTr="00BE60F9">
        <w:tc>
          <w:tcPr>
            <w:tcW w:w="1237" w:type="dxa"/>
            <w:shd w:val="clear" w:color="auto" w:fill="auto"/>
          </w:tcPr>
          <w:p w:rsidR="00D119C8" w:rsidRPr="00AB2E9D" w:rsidRDefault="00D119C8" w:rsidP="00476F4D">
            <w:pPr>
              <w:pStyle w:val="TimesNewRoman10pt"/>
              <w:spacing w:before="0" w:after="0"/>
              <w:rPr>
                <w:rFonts w:ascii="Calibri" w:hAnsi="Calibri"/>
                <w:sz w:val="20"/>
              </w:rPr>
            </w:pPr>
            <w:r w:rsidRPr="00AB2E9D">
              <w:rPr>
                <w:rFonts w:ascii="Calibri" w:hAnsi="Calibri"/>
                <w:sz w:val="20"/>
              </w:rPr>
              <w:t>R</w:t>
            </w:r>
            <w:r w:rsidR="00AE0DCC" w:rsidRPr="00AB2E9D">
              <w:rPr>
                <w:rFonts w:ascii="Calibri" w:hAnsi="Calibri"/>
                <w:sz w:val="20"/>
              </w:rPr>
              <w:t>.</w:t>
            </w:r>
            <w:r w:rsidRPr="00AB2E9D">
              <w:rPr>
                <w:rFonts w:ascii="Calibri" w:hAnsi="Calibri"/>
                <w:sz w:val="20"/>
              </w:rPr>
              <w:t>O</w:t>
            </w:r>
            <w:r w:rsidR="00AE0DCC" w:rsidRPr="00AB2E9D">
              <w:rPr>
                <w:rFonts w:ascii="Calibri" w:hAnsi="Calibri"/>
                <w:sz w:val="20"/>
              </w:rPr>
              <w:t>.</w:t>
            </w:r>
          </w:p>
        </w:tc>
        <w:tc>
          <w:tcPr>
            <w:tcW w:w="7548" w:type="dxa"/>
            <w:shd w:val="clear" w:color="auto" w:fill="auto"/>
          </w:tcPr>
          <w:p w:rsidR="00D119C8" w:rsidRPr="00AB2E9D" w:rsidRDefault="00D119C8" w:rsidP="00476F4D">
            <w:pPr>
              <w:pStyle w:val="TimesNewRoman10pt"/>
              <w:spacing w:before="0" w:after="0"/>
              <w:rPr>
                <w:rFonts w:ascii="Calibri" w:hAnsi="Calibri"/>
                <w:sz w:val="20"/>
              </w:rPr>
            </w:pPr>
            <w:r w:rsidRPr="00AB2E9D">
              <w:rPr>
                <w:rFonts w:ascii="Calibri" w:hAnsi="Calibri"/>
                <w:sz w:val="20"/>
              </w:rPr>
              <w:t>Reglamento Operativo</w:t>
            </w:r>
          </w:p>
        </w:tc>
      </w:tr>
      <w:tr w:rsidR="008F6D5D" w:rsidRPr="000638B7" w:rsidTr="00BE60F9">
        <w:tc>
          <w:tcPr>
            <w:tcW w:w="1237" w:type="dxa"/>
            <w:shd w:val="clear" w:color="auto" w:fill="auto"/>
          </w:tcPr>
          <w:p w:rsidR="008F6D5D" w:rsidRPr="00AB2E9D" w:rsidRDefault="008F6D5D" w:rsidP="00F6024F">
            <w:pPr>
              <w:pStyle w:val="TimesNewRoman10pt"/>
              <w:spacing w:before="0" w:after="0"/>
              <w:rPr>
                <w:rFonts w:ascii="Calibri" w:hAnsi="Calibri"/>
                <w:sz w:val="20"/>
              </w:rPr>
            </w:pPr>
            <w:r>
              <w:rPr>
                <w:rFonts w:ascii="Calibri" w:hAnsi="Calibri"/>
                <w:sz w:val="20"/>
              </w:rPr>
              <w:t>SE</w:t>
            </w:r>
          </w:p>
        </w:tc>
        <w:tc>
          <w:tcPr>
            <w:tcW w:w="7548" w:type="dxa"/>
            <w:shd w:val="clear" w:color="auto" w:fill="auto"/>
          </w:tcPr>
          <w:p w:rsidR="008F6D5D" w:rsidRPr="00AB2E9D" w:rsidRDefault="008F6D5D" w:rsidP="00F6024F">
            <w:pPr>
              <w:pStyle w:val="TimesNewRoman10pt"/>
              <w:spacing w:before="0" w:after="0"/>
              <w:rPr>
                <w:rFonts w:ascii="Calibri" w:hAnsi="Calibri"/>
                <w:sz w:val="20"/>
              </w:rPr>
            </w:pPr>
            <w:r>
              <w:rPr>
                <w:rFonts w:ascii="Calibri" w:hAnsi="Calibri"/>
                <w:sz w:val="20"/>
              </w:rPr>
              <w:t>Secretaría de Educación</w:t>
            </w:r>
          </w:p>
        </w:tc>
      </w:tr>
      <w:tr w:rsidR="00D119C8" w:rsidRPr="000638B7" w:rsidTr="00BE60F9">
        <w:tc>
          <w:tcPr>
            <w:tcW w:w="1237" w:type="dxa"/>
            <w:shd w:val="clear" w:color="auto" w:fill="auto"/>
          </w:tcPr>
          <w:p w:rsidR="00D119C8" w:rsidRPr="00AB2E9D" w:rsidRDefault="00D119C8" w:rsidP="00476F4D">
            <w:pPr>
              <w:pStyle w:val="TimesNewRoman10pt"/>
              <w:spacing w:before="0" w:after="0"/>
              <w:rPr>
                <w:rFonts w:ascii="Calibri" w:hAnsi="Calibri"/>
                <w:sz w:val="20"/>
              </w:rPr>
            </w:pPr>
            <w:r w:rsidRPr="00AB2E9D">
              <w:rPr>
                <w:rFonts w:ascii="Calibri" w:hAnsi="Calibri"/>
                <w:sz w:val="20"/>
              </w:rPr>
              <w:t>SICE</w:t>
            </w:r>
          </w:p>
        </w:tc>
        <w:tc>
          <w:tcPr>
            <w:tcW w:w="7548" w:type="dxa"/>
            <w:shd w:val="clear" w:color="auto" w:fill="auto"/>
          </w:tcPr>
          <w:p w:rsidR="00D119C8" w:rsidRPr="00AB2E9D" w:rsidRDefault="00D119C8" w:rsidP="00476F4D">
            <w:pPr>
              <w:pStyle w:val="TimesNewRoman10pt"/>
              <w:spacing w:before="0" w:after="0"/>
              <w:rPr>
                <w:rFonts w:ascii="Calibri" w:hAnsi="Calibri"/>
                <w:sz w:val="20"/>
              </w:rPr>
            </w:pPr>
            <w:r w:rsidRPr="00AB2E9D">
              <w:rPr>
                <w:rFonts w:ascii="Calibri" w:hAnsi="Calibri"/>
                <w:sz w:val="20"/>
              </w:rPr>
              <w:t>Secretaría de Innovación y Calidad Educativa</w:t>
            </w:r>
          </w:p>
        </w:tc>
      </w:tr>
      <w:tr w:rsidR="008F6D5D" w:rsidRPr="000638B7" w:rsidTr="00BE60F9">
        <w:tc>
          <w:tcPr>
            <w:tcW w:w="1237" w:type="dxa"/>
            <w:shd w:val="clear" w:color="auto" w:fill="auto"/>
          </w:tcPr>
          <w:p w:rsidR="008F6D5D" w:rsidRDefault="008F6D5D" w:rsidP="00F6024F">
            <w:pPr>
              <w:pStyle w:val="TimesNewRoman10pt"/>
              <w:spacing w:before="0" w:after="0"/>
              <w:rPr>
                <w:rFonts w:ascii="Calibri" w:hAnsi="Calibri"/>
                <w:sz w:val="20"/>
              </w:rPr>
            </w:pPr>
            <w:r>
              <w:rPr>
                <w:rFonts w:ascii="Calibri" w:hAnsi="Calibri"/>
                <w:sz w:val="20"/>
              </w:rPr>
              <w:t>SSGA</w:t>
            </w:r>
          </w:p>
        </w:tc>
        <w:tc>
          <w:tcPr>
            <w:tcW w:w="7548" w:type="dxa"/>
            <w:shd w:val="clear" w:color="auto" w:fill="auto"/>
          </w:tcPr>
          <w:p w:rsidR="008F6D5D" w:rsidRDefault="008F6D5D" w:rsidP="008F6D5D">
            <w:pPr>
              <w:pStyle w:val="TimesNewRoman10pt"/>
              <w:spacing w:before="0" w:after="0"/>
              <w:rPr>
                <w:rFonts w:ascii="Calibri" w:hAnsi="Calibri"/>
                <w:sz w:val="20"/>
              </w:rPr>
            </w:pPr>
            <w:r>
              <w:rPr>
                <w:rFonts w:ascii="Calibri" w:hAnsi="Calibri"/>
                <w:sz w:val="20"/>
              </w:rPr>
              <w:t>Subsecretaría de Gestión Administrativa</w:t>
            </w:r>
          </w:p>
        </w:tc>
      </w:tr>
      <w:tr w:rsidR="00E11A64" w:rsidRPr="000638B7" w:rsidTr="00BE60F9">
        <w:tc>
          <w:tcPr>
            <w:tcW w:w="1237" w:type="dxa"/>
            <w:shd w:val="clear" w:color="auto" w:fill="auto"/>
          </w:tcPr>
          <w:p w:rsidR="00E11A64" w:rsidRDefault="00E11A64" w:rsidP="00F6024F">
            <w:pPr>
              <w:pStyle w:val="TimesNewRoman10pt"/>
              <w:spacing w:before="0" w:after="0"/>
              <w:rPr>
                <w:rFonts w:ascii="Calibri" w:hAnsi="Calibri"/>
                <w:sz w:val="20"/>
              </w:rPr>
            </w:pPr>
            <w:r>
              <w:rPr>
                <w:rFonts w:ascii="Calibri" w:hAnsi="Calibri"/>
                <w:sz w:val="20"/>
              </w:rPr>
              <w:t>TIC</w:t>
            </w:r>
          </w:p>
        </w:tc>
        <w:tc>
          <w:tcPr>
            <w:tcW w:w="7548" w:type="dxa"/>
            <w:shd w:val="clear" w:color="auto" w:fill="auto"/>
          </w:tcPr>
          <w:p w:rsidR="00E11A64" w:rsidRDefault="00E11A64" w:rsidP="008F6D5D">
            <w:pPr>
              <w:pStyle w:val="TimesNewRoman10pt"/>
              <w:spacing w:before="0" w:after="0"/>
              <w:rPr>
                <w:rFonts w:ascii="Calibri" w:hAnsi="Calibri"/>
                <w:sz w:val="20"/>
              </w:rPr>
            </w:pPr>
            <w:r>
              <w:rPr>
                <w:rFonts w:ascii="Calibri" w:hAnsi="Calibri"/>
                <w:sz w:val="20"/>
              </w:rPr>
              <w:t>Tecnología de la información y las comunicaciones</w:t>
            </w:r>
          </w:p>
        </w:tc>
      </w:tr>
      <w:tr w:rsidR="008F6D5D" w:rsidRPr="000638B7" w:rsidTr="00BE60F9">
        <w:tc>
          <w:tcPr>
            <w:tcW w:w="1237" w:type="dxa"/>
            <w:shd w:val="clear" w:color="auto" w:fill="auto"/>
          </w:tcPr>
          <w:p w:rsidR="008F6D5D" w:rsidRDefault="008F6D5D" w:rsidP="00F6024F">
            <w:pPr>
              <w:pStyle w:val="TimesNewRoman10pt"/>
              <w:spacing w:before="0" w:after="0"/>
              <w:rPr>
                <w:rFonts w:ascii="Calibri" w:hAnsi="Calibri"/>
                <w:sz w:val="20"/>
              </w:rPr>
            </w:pPr>
            <w:r>
              <w:rPr>
                <w:rFonts w:ascii="Calibri" w:hAnsi="Calibri"/>
                <w:sz w:val="20"/>
              </w:rPr>
              <w:t>UAT</w:t>
            </w:r>
          </w:p>
        </w:tc>
        <w:tc>
          <w:tcPr>
            <w:tcW w:w="7548" w:type="dxa"/>
            <w:shd w:val="clear" w:color="auto" w:fill="auto"/>
          </w:tcPr>
          <w:p w:rsidR="008F6D5D" w:rsidRDefault="008F6D5D" w:rsidP="008F6D5D">
            <w:pPr>
              <w:pStyle w:val="TimesNewRoman10pt"/>
              <w:spacing w:before="0" w:after="0"/>
              <w:rPr>
                <w:rFonts w:ascii="Calibri" w:hAnsi="Calibri"/>
                <w:sz w:val="20"/>
              </w:rPr>
            </w:pPr>
            <w:r>
              <w:rPr>
                <w:rFonts w:ascii="Calibri" w:hAnsi="Calibri"/>
                <w:sz w:val="20"/>
              </w:rPr>
              <w:t>U</w:t>
            </w:r>
            <w:r w:rsidRPr="008F6D5D">
              <w:rPr>
                <w:rFonts w:ascii="Calibri" w:hAnsi="Calibri"/>
                <w:sz w:val="20"/>
              </w:rPr>
              <w:t xml:space="preserve">nidad de </w:t>
            </w:r>
            <w:r>
              <w:rPr>
                <w:rFonts w:ascii="Calibri" w:hAnsi="Calibri"/>
                <w:sz w:val="20"/>
              </w:rPr>
              <w:t>A</w:t>
            </w:r>
            <w:r w:rsidRPr="008F6D5D">
              <w:rPr>
                <w:rFonts w:ascii="Calibri" w:hAnsi="Calibri"/>
                <w:sz w:val="20"/>
              </w:rPr>
              <w:t xml:space="preserve">nálisis </w:t>
            </w:r>
            <w:r>
              <w:rPr>
                <w:rFonts w:ascii="Calibri" w:hAnsi="Calibri"/>
                <w:sz w:val="20"/>
              </w:rPr>
              <w:t>T</w:t>
            </w:r>
            <w:r w:rsidRPr="008F6D5D">
              <w:rPr>
                <w:rFonts w:ascii="Calibri" w:hAnsi="Calibri"/>
                <w:sz w:val="20"/>
              </w:rPr>
              <w:t>erritorial</w:t>
            </w:r>
          </w:p>
        </w:tc>
      </w:tr>
      <w:tr w:rsidR="008F6D5D" w:rsidRPr="000638B7" w:rsidTr="00BE60F9">
        <w:tc>
          <w:tcPr>
            <w:tcW w:w="1237" w:type="dxa"/>
            <w:shd w:val="clear" w:color="auto" w:fill="auto"/>
          </w:tcPr>
          <w:p w:rsidR="008F6D5D" w:rsidRPr="00AB2E9D" w:rsidRDefault="008F6D5D" w:rsidP="00F6024F">
            <w:pPr>
              <w:pStyle w:val="TimesNewRoman10pt"/>
              <w:spacing w:before="0" w:after="0"/>
              <w:rPr>
                <w:rFonts w:ascii="Calibri" w:hAnsi="Calibri"/>
                <w:sz w:val="20"/>
              </w:rPr>
            </w:pPr>
            <w:r>
              <w:rPr>
                <w:rFonts w:ascii="Calibri" w:hAnsi="Calibri"/>
                <w:sz w:val="20"/>
              </w:rPr>
              <w:t>UCP</w:t>
            </w:r>
          </w:p>
        </w:tc>
        <w:tc>
          <w:tcPr>
            <w:tcW w:w="7548" w:type="dxa"/>
            <w:shd w:val="clear" w:color="auto" w:fill="auto"/>
          </w:tcPr>
          <w:p w:rsidR="008F6D5D" w:rsidRPr="00AB2E9D" w:rsidRDefault="008F6D5D" w:rsidP="00F6024F">
            <w:pPr>
              <w:pStyle w:val="TimesNewRoman10pt"/>
              <w:spacing w:before="0" w:after="0"/>
              <w:rPr>
                <w:rFonts w:ascii="Calibri" w:hAnsi="Calibri"/>
                <w:sz w:val="20"/>
              </w:rPr>
            </w:pPr>
            <w:r>
              <w:rPr>
                <w:rFonts w:ascii="Calibri" w:hAnsi="Calibri"/>
                <w:sz w:val="20"/>
              </w:rPr>
              <w:t>Unidad Coordinadora Provincial</w:t>
            </w:r>
          </w:p>
        </w:tc>
      </w:tr>
      <w:tr w:rsidR="00D119C8" w:rsidRPr="000638B7" w:rsidTr="00BE60F9">
        <w:tc>
          <w:tcPr>
            <w:tcW w:w="1237" w:type="dxa"/>
            <w:shd w:val="clear" w:color="auto" w:fill="auto"/>
          </w:tcPr>
          <w:p w:rsidR="00D119C8" w:rsidRPr="00AB2E9D" w:rsidRDefault="00D119C8" w:rsidP="00476F4D">
            <w:pPr>
              <w:pStyle w:val="TimesNewRoman10pt"/>
              <w:spacing w:before="0" w:after="0"/>
              <w:rPr>
                <w:rFonts w:ascii="Calibri" w:hAnsi="Calibri"/>
                <w:sz w:val="20"/>
              </w:rPr>
            </w:pPr>
            <w:r w:rsidRPr="00AB2E9D">
              <w:rPr>
                <w:rFonts w:ascii="Calibri" w:hAnsi="Calibri"/>
                <w:sz w:val="20"/>
              </w:rPr>
              <w:t>UEC</w:t>
            </w:r>
          </w:p>
        </w:tc>
        <w:tc>
          <w:tcPr>
            <w:tcW w:w="7548" w:type="dxa"/>
            <w:shd w:val="clear" w:color="auto" w:fill="auto"/>
          </w:tcPr>
          <w:p w:rsidR="00D119C8" w:rsidRPr="00AB2E9D" w:rsidRDefault="00D119C8" w:rsidP="00476F4D">
            <w:pPr>
              <w:pStyle w:val="TimesNewRoman10pt"/>
              <w:spacing w:before="0" w:after="0"/>
              <w:rPr>
                <w:rFonts w:ascii="Calibri" w:hAnsi="Calibri"/>
                <w:sz w:val="20"/>
              </w:rPr>
            </w:pPr>
            <w:r w:rsidRPr="00AB2E9D">
              <w:rPr>
                <w:rFonts w:ascii="Calibri" w:hAnsi="Calibri"/>
                <w:sz w:val="20"/>
              </w:rPr>
              <w:t>Unidad Ejecutora Central</w:t>
            </w:r>
          </w:p>
        </w:tc>
      </w:tr>
      <w:tr w:rsidR="00E11A64" w:rsidRPr="000638B7" w:rsidTr="00BE60F9">
        <w:tc>
          <w:tcPr>
            <w:tcW w:w="1237" w:type="dxa"/>
            <w:shd w:val="clear" w:color="auto" w:fill="auto"/>
          </w:tcPr>
          <w:p w:rsidR="00E11A64" w:rsidRPr="00AB2E9D" w:rsidRDefault="00E11A64" w:rsidP="00F6024F">
            <w:pPr>
              <w:pStyle w:val="TimesNewRoman10pt"/>
              <w:spacing w:before="0" w:after="0"/>
              <w:rPr>
                <w:rFonts w:ascii="Calibri" w:hAnsi="Calibri"/>
                <w:sz w:val="20"/>
              </w:rPr>
            </w:pPr>
            <w:r>
              <w:rPr>
                <w:rFonts w:ascii="Calibri" w:hAnsi="Calibri"/>
                <w:sz w:val="20"/>
              </w:rPr>
              <w:t>UTE</w:t>
            </w:r>
          </w:p>
        </w:tc>
        <w:tc>
          <w:tcPr>
            <w:tcW w:w="7548" w:type="dxa"/>
            <w:shd w:val="clear" w:color="auto" w:fill="auto"/>
          </w:tcPr>
          <w:p w:rsidR="00E11A64" w:rsidRPr="00AB2E9D" w:rsidRDefault="00E11A64" w:rsidP="00F6024F">
            <w:pPr>
              <w:pStyle w:val="TimesNewRoman10pt"/>
              <w:spacing w:before="0" w:after="0"/>
              <w:rPr>
                <w:rFonts w:ascii="Calibri" w:hAnsi="Calibri"/>
                <w:sz w:val="20"/>
              </w:rPr>
            </w:pPr>
            <w:r>
              <w:rPr>
                <w:rFonts w:ascii="Calibri" w:hAnsi="Calibri"/>
                <w:sz w:val="20"/>
              </w:rPr>
              <w:t>Unión Transitoria de empresas</w:t>
            </w:r>
          </w:p>
        </w:tc>
      </w:tr>
    </w:tbl>
    <w:p w:rsidR="00F70AAD" w:rsidRPr="00E43289" w:rsidRDefault="00F70AAD" w:rsidP="00F6024F">
      <w:pPr>
        <w:tabs>
          <w:tab w:val="left" w:pos="1276"/>
        </w:tabs>
        <w:spacing w:before="0" w:after="0" w:line="240" w:lineRule="auto"/>
      </w:pPr>
    </w:p>
    <w:p w:rsidR="003B17D6" w:rsidRPr="00E43289" w:rsidRDefault="003B17D6">
      <w:pPr>
        <w:spacing w:line="240" w:lineRule="auto"/>
        <w:jc w:val="left"/>
        <w:rPr>
          <w:b/>
        </w:rPr>
      </w:pPr>
    </w:p>
    <w:p w:rsidR="00643E8C" w:rsidRDefault="00643E8C">
      <w:pPr>
        <w:spacing w:before="0" w:after="0" w:line="240" w:lineRule="auto"/>
        <w:jc w:val="left"/>
        <w:rPr>
          <w:b/>
          <w:color w:val="17365D"/>
          <w:kern w:val="32"/>
          <w:sz w:val="40"/>
        </w:rPr>
      </w:pPr>
      <w:r>
        <w:rPr>
          <w:szCs w:val="40"/>
        </w:rPr>
        <w:br w:type="page"/>
      </w:r>
    </w:p>
    <w:p w:rsidR="00040071" w:rsidRPr="00EC0AEE" w:rsidRDefault="002A5621" w:rsidP="00476F4D">
      <w:pPr>
        <w:pStyle w:val="Ttulo1"/>
        <w:numPr>
          <w:ilvl w:val="0"/>
          <w:numId w:val="6"/>
        </w:numPr>
        <w:pBdr>
          <w:bottom w:val="single" w:sz="4" w:space="0" w:color="365F91"/>
        </w:pBdr>
        <w:ind w:left="0" w:firstLine="349"/>
        <w:rPr>
          <w:rFonts w:cs="Times New Roman"/>
          <w:szCs w:val="40"/>
        </w:rPr>
      </w:pPr>
      <w:bookmarkStart w:id="7" w:name="_Toc83184468"/>
      <w:bookmarkStart w:id="8" w:name="_Toc47096476"/>
      <w:bookmarkStart w:id="9" w:name="_Toc47600752"/>
      <w:r w:rsidRPr="00EC0AEE">
        <w:rPr>
          <w:rFonts w:cs="Times New Roman"/>
          <w:szCs w:val="40"/>
        </w:rPr>
        <w:lastRenderedPageBreak/>
        <w:t>PROPÓSITO</w:t>
      </w:r>
      <w:bookmarkEnd w:id="7"/>
      <w:bookmarkEnd w:id="8"/>
      <w:bookmarkEnd w:id="9"/>
    </w:p>
    <w:p w:rsidR="001E46D5" w:rsidRPr="00095B21" w:rsidRDefault="00040071" w:rsidP="00476F4D">
      <w:pPr>
        <w:rPr>
          <w:lang w:val="es-ES_tradnl"/>
        </w:rPr>
      </w:pPr>
      <w:r w:rsidRPr="00297A0D">
        <w:t xml:space="preserve">El propósito de este </w:t>
      </w:r>
      <w:r w:rsidR="001E46D5">
        <w:t xml:space="preserve">ANEXO I del </w:t>
      </w:r>
      <w:r w:rsidR="00241EBB" w:rsidRPr="00297A0D">
        <w:t>Reglamento Operativo</w:t>
      </w:r>
      <w:r w:rsidR="001E46D5">
        <w:t xml:space="preserve"> del Programa</w:t>
      </w:r>
      <w:r w:rsidR="00994769">
        <w:t xml:space="preserve"> </w:t>
      </w:r>
      <w:r w:rsidRPr="00297A0D">
        <w:t xml:space="preserve">es </w:t>
      </w:r>
      <w:r w:rsidR="001E46D5" w:rsidRPr="00095B21">
        <w:rPr>
          <w:lang w:val="es-ES_tradnl"/>
        </w:rPr>
        <w:t>complementar el cuerpo principal de</w:t>
      </w:r>
      <w:r w:rsidR="001E46D5">
        <w:rPr>
          <w:lang w:val="es-ES_tradnl"/>
        </w:rPr>
        <w:t xml:space="preserve"> dicho</w:t>
      </w:r>
      <w:r w:rsidR="001E46D5" w:rsidRPr="00095B21">
        <w:rPr>
          <w:lang w:val="es-ES_tradnl"/>
        </w:rPr>
        <w:t xml:space="preserve"> Reglamento</w:t>
      </w:r>
      <w:r w:rsidR="00994769">
        <w:rPr>
          <w:lang w:val="es-ES_tradnl"/>
        </w:rPr>
        <w:t xml:space="preserve"> </w:t>
      </w:r>
      <w:r w:rsidR="001E46D5" w:rsidRPr="00095B21">
        <w:rPr>
          <w:lang w:val="es-ES_tradnl"/>
        </w:rPr>
        <w:t>de Apoyo al Plan Nacional de Primera Infancia y a la Política de Universalización de la Educación Inicial 1"– Componente II (PRINI I), precisando los términos y procedimientos particulares, que regirán la ejecución del Subcomponente 2.1 “Expansión de la Infraestructura Educativa”.</w:t>
      </w:r>
    </w:p>
    <w:p w:rsidR="008D526D" w:rsidRPr="00297A0D" w:rsidRDefault="0079762A" w:rsidP="00476F4D">
      <w:r w:rsidRPr="00297A0D">
        <w:t xml:space="preserve">La Dirección General de Infraestructura </w:t>
      </w:r>
      <w:r w:rsidR="00510BF8" w:rsidRPr="00297A0D">
        <w:t xml:space="preserve">(DGI) </w:t>
      </w:r>
      <w:r w:rsidRPr="00297A0D">
        <w:t>del Ministerio de Educación de la Nación</w:t>
      </w:r>
      <w:r w:rsidR="00510BF8" w:rsidRPr="00297A0D">
        <w:t xml:space="preserve"> (ME)</w:t>
      </w:r>
      <w:r w:rsidR="008F6D5D">
        <w:t xml:space="preserve"> </w:t>
      </w:r>
      <w:r w:rsidR="00040071" w:rsidRPr="00297A0D">
        <w:t>tendrá</w:t>
      </w:r>
      <w:r w:rsidR="00312551" w:rsidRPr="00297A0D">
        <w:t>,</w:t>
      </w:r>
      <w:r w:rsidR="00B5430C" w:rsidRPr="00297A0D">
        <w:t xml:space="preserve"> en conjunto con la</w:t>
      </w:r>
      <w:r w:rsidR="00FE6958">
        <w:t>s Unidades de Coordinación</w:t>
      </w:r>
      <w:r w:rsidR="009237E3" w:rsidRPr="009237E3">
        <w:t xml:space="preserve"> Provincial </w:t>
      </w:r>
      <w:r w:rsidR="00FE6958">
        <w:t>(UCPs)</w:t>
      </w:r>
      <w:r w:rsidR="008F6D5D">
        <w:t xml:space="preserve"> </w:t>
      </w:r>
      <w:r w:rsidR="001E46D5">
        <w:t xml:space="preserve">responsables de la </w:t>
      </w:r>
      <w:r w:rsidR="002069CB">
        <w:t>Infraestructura</w:t>
      </w:r>
      <w:r w:rsidR="001E46D5">
        <w:t xml:space="preserve"> Educativa</w:t>
      </w:r>
      <w:r w:rsidR="00F759DA">
        <w:t>,</w:t>
      </w:r>
      <w:r w:rsidR="00994769">
        <w:t xml:space="preserve"> </w:t>
      </w:r>
      <w:r w:rsidR="00040071" w:rsidRPr="00297A0D">
        <w:t xml:space="preserve">la responsabilidad por la ejecución </w:t>
      </w:r>
      <w:r w:rsidRPr="00297A0D">
        <w:t>operativa</w:t>
      </w:r>
      <w:r w:rsidR="00312551" w:rsidRPr="00297A0D">
        <w:t xml:space="preserve"> y </w:t>
      </w:r>
      <w:r w:rsidR="009D0EC7" w:rsidRPr="00297A0D">
        <w:t>técnica</w:t>
      </w:r>
      <w:r w:rsidR="00994769">
        <w:t xml:space="preserve"> </w:t>
      </w:r>
      <w:r w:rsidR="00040071" w:rsidRPr="00297A0D">
        <w:t>de</w:t>
      </w:r>
      <w:r w:rsidR="00994769">
        <w:t xml:space="preserve"> </w:t>
      </w:r>
      <w:r w:rsidR="003F1E28">
        <w:t>e</w:t>
      </w:r>
      <w:r w:rsidR="00E11ACD" w:rsidRPr="00297A0D">
        <w:t>ste</w:t>
      </w:r>
      <w:r w:rsidR="00994769">
        <w:t xml:space="preserve"> </w:t>
      </w:r>
      <w:r w:rsidR="001C01AA" w:rsidRPr="00297A0D">
        <w:t>Subc</w:t>
      </w:r>
      <w:r w:rsidR="0043064E" w:rsidRPr="00297A0D">
        <w:t>omponente</w:t>
      </w:r>
      <w:r w:rsidR="00B5430C" w:rsidRPr="00297A0D">
        <w:t>.</w:t>
      </w:r>
      <w:bookmarkStart w:id="10" w:name="_Toc83184470"/>
    </w:p>
    <w:p w:rsidR="00D50F79" w:rsidRDefault="00D50F79">
      <w:pPr>
        <w:spacing w:before="0" w:after="0" w:line="240" w:lineRule="auto"/>
        <w:jc w:val="left"/>
        <w:rPr>
          <w:rFonts w:eastAsia="Calibri"/>
          <w:b/>
        </w:rPr>
      </w:pPr>
      <w:r>
        <w:rPr>
          <w:b/>
        </w:rPr>
        <w:br w:type="page"/>
      </w:r>
      <w:bookmarkStart w:id="11" w:name="_Toc47096477"/>
    </w:p>
    <w:p w:rsidR="00C01ADC" w:rsidRPr="00D50F79" w:rsidRDefault="002A5621" w:rsidP="00476F4D">
      <w:pPr>
        <w:pStyle w:val="Ttulo1"/>
        <w:numPr>
          <w:ilvl w:val="0"/>
          <w:numId w:val="6"/>
        </w:numPr>
        <w:pBdr>
          <w:bottom w:val="single" w:sz="4" w:space="0" w:color="365F91"/>
        </w:pBdr>
        <w:ind w:left="0" w:firstLine="349"/>
        <w:rPr>
          <w:rFonts w:cs="Times New Roman"/>
          <w:szCs w:val="40"/>
        </w:rPr>
      </w:pPr>
      <w:bookmarkStart w:id="12" w:name="_Toc47600753"/>
      <w:r w:rsidRPr="00D50F79">
        <w:rPr>
          <w:rFonts w:cs="Times New Roman"/>
          <w:szCs w:val="40"/>
        </w:rPr>
        <w:lastRenderedPageBreak/>
        <w:t>OBJETIVO</w:t>
      </w:r>
      <w:r>
        <w:rPr>
          <w:rFonts w:cs="Times New Roman"/>
          <w:szCs w:val="40"/>
        </w:rPr>
        <w:t xml:space="preserve"> DEL SUBCOMPONENTE</w:t>
      </w:r>
      <w:bookmarkEnd w:id="11"/>
      <w:bookmarkEnd w:id="12"/>
    </w:p>
    <w:p w:rsidR="00C01ADC" w:rsidRPr="006B641A" w:rsidRDefault="00C01ADC" w:rsidP="00476F4D">
      <w:pPr>
        <w:rPr>
          <w:szCs w:val="24"/>
        </w:rPr>
      </w:pPr>
      <w:r w:rsidRPr="00297A0D">
        <w:t xml:space="preserve">Su objetivo es ampliar la cobertura en la educación inicial a través de la expansión de la </w:t>
      </w:r>
      <w:r w:rsidRPr="006B641A">
        <w:rPr>
          <w:szCs w:val="24"/>
        </w:rPr>
        <w:t>infraestructura escolar, donde específicamente se financiará:</w:t>
      </w:r>
    </w:p>
    <w:p w:rsidR="00C01ADC" w:rsidRPr="00297A0D" w:rsidRDefault="00C01ADC" w:rsidP="00476F4D">
      <w:pPr>
        <w:pStyle w:val="Prrafodelista"/>
        <w:numPr>
          <w:ilvl w:val="0"/>
          <w:numId w:val="7"/>
        </w:numPr>
        <w:spacing w:after="120" w:line="288" w:lineRule="auto"/>
        <w:ind w:left="714" w:hanging="357"/>
        <w:contextualSpacing w:val="0"/>
        <w:jc w:val="both"/>
      </w:pPr>
      <w:r w:rsidRPr="00297A0D">
        <w:t>la construcción</w:t>
      </w:r>
      <w:r w:rsidR="003D7809" w:rsidRPr="00F66EFB">
        <w:t xml:space="preserve"> </w:t>
      </w:r>
      <w:r w:rsidRPr="00F66EFB">
        <w:t>de</w:t>
      </w:r>
      <w:r>
        <w:t xml:space="preserve"> </w:t>
      </w:r>
      <w:r w:rsidR="004405AC">
        <w:t xml:space="preserve">aproximadamente </w:t>
      </w:r>
      <w:r w:rsidR="00FE6958">
        <w:t>60 nuevos</w:t>
      </w:r>
      <w:r w:rsidR="003D7809" w:rsidRPr="00F66EFB">
        <w:t xml:space="preserve"> </w:t>
      </w:r>
      <w:r w:rsidRPr="00F66EFB">
        <w:t>edificios educativos destinados al nivel inicial</w:t>
      </w:r>
      <w:r w:rsidR="003D7809">
        <w:t xml:space="preserve"> </w:t>
      </w:r>
      <w:r w:rsidR="00FE6958">
        <w:t>con</w:t>
      </w:r>
      <w:r w:rsidR="004405AC" w:rsidRPr="00F66EFB">
        <w:t xml:space="preserve"> dotación </w:t>
      </w:r>
      <w:r w:rsidR="004405AC">
        <w:t>de mobiliario</w:t>
      </w:r>
      <w:r w:rsidRPr="00297A0D">
        <w:t>;</w:t>
      </w:r>
      <w:r w:rsidR="0033230A">
        <w:t xml:space="preserve"> y </w:t>
      </w:r>
      <w:r w:rsidR="00FE6958" w:rsidRPr="00297A0D">
        <w:t xml:space="preserve">la </w:t>
      </w:r>
      <w:r w:rsidR="00FE6958">
        <w:t>amplia</w:t>
      </w:r>
      <w:r w:rsidR="00FE6958" w:rsidRPr="00297A0D">
        <w:t>ción</w:t>
      </w:r>
      <w:r w:rsidR="003D7809" w:rsidRPr="00297A0D">
        <w:t xml:space="preserve"> </w:t>
      </w:r>
      <w:r w:rsidRPr="00297A0D">
        <w:t>de</w:t>
      </w:r>
      <w:r>
        <w:t xml:space="preserve"> </w:t>
      </w:r>
      <w:r w:rsidR="00FE6958">
        <w:t xml:space="preserve">aproximadamente 20 </w:t>
      </w:r>
      <w:r w:rsidR="00FE6958" w:rsidRPr="00F66EFB">
        <w:t>edificios educativos destinados al nivel inicial</w:t>
      </w:r>
      <w:r w:rsidR="003D7809">
        <w:t xml:space="preserve"> </w:t>
      </w:r>
      <w:r w:rsidR="00FE6958">
        <w:t>con</w:t>
      </w:r>
      <w:r w:rsidR="00FE6958" w:rsidRPr="00F66EFB">
        <w:t xml:space="preserve"> dotación</w:t>
      </w:r>
      <w:r w:rsidRPr="00297A0D">
        <w:t xml:space="preserve"> de </w:t>
      </w:r>
      <w:r w:rsidR="00FE6958">
        <w:t>mobiliario</w:t>
      </w:r>
      <w:r w:rsidR="003D6E6B">
        <w:t xml:space="preserve"> también</w:t>
      </w:r>
      <w:r w:rsidR="00FE6958" w:rsidRPr="00297A0D">
        <w:t>;</w:t>
      </w:r>
    </w:p>
    <w:p w:rsidR="00C01ADC" w:rsidRPr="00297A0D" w:rsidRDefault="00C01ADC" w:rsidP="00476F4D">
      <w:pPr>
        <w:pStyle w:val="Prrafodelista"/>
        <w:numPr>
          <w:ilvl w:val="0"/>
          <w:numId w:val="7"/>
        </w:numPr>
        <w:spacing w:after="120" w:line="288" w:lineRule="auto"/>
        <w:ind w:left="714" w:hanging="357"/>
        <w:contextualSpacing w:val="0"/>
        <w:jc w:val="both"/>
      </w:pPr>
      <w:r w:rsidRPr="00297A0D">
        <w:t xml:space="preserve">la adquisición de equipamiento pedagógico para los jardines que forman parte del programa (ludoteca, libros, instrumentos musicales, kit de </w:t>
      </w:r>
      <w:r w:rsidR="00840A49">
        <w:t>c</w:t>
      </w:r>
      <w:r w:rsidRPr="00297A0D">
        <w:t xml:space="preserve">iencias, </w:t>
      </w:r>
      <w:r w:rsidR="00E73901">
        <w:t xml:space="preserve">otros </w:t>
      </w:r>
      <w:r w:rsidR="00840A49">
        <w:t>equipamiento</w:t>
      </w:r>
      <w:r w:rsidR="00E73901">
        <w:t>s</w:t>
      </w:r>
      <w:r w:rsidR="00840A49">
        <w:t xml:space="preserve"> tecnológico</w:t>
      </w:r>
      <w:r w:rsidR="00E73901">
        <w:t>s</w:t>
      </w:r>
      <w:r w:rsidR="00840A49">
        <w:t xml:space="preserve"> y conectividad para docentes y alumnos</w:t>
      </w:r>
      <w:r w:rsidRPr="00297A0D">
        <w:t>).</w:t>
      </w:r>
    </w:p>
    <w:p w:rsidR="00C01ADC" w:rsidRPr="00297A0D" w:rsidRDefault="00C01ADC" w:rsidP="00476F4D">
      <w:pPr>
        <w:pStyle w:val="Prrafodelista"/>
        <w:numPr>
          <w:ilvl w:val="0"/>
          <w:numId w:val="7"/>
        </w:numPr>
        <w:spacing w:after="120" w:line="288" w:lineRule="auto"/>
        <w:ind w:left="714" w:hanging="357"/>
        <w:contextualSpacing w:val="0"/>
        <w:jc w:val="both"/>
      </w:pPr>
      <w:r w:rsidRPr="00297A0D">
        <w:t>el fortalecimiento de los procesos de determinación de demanda insatisfecha/déficit de cobertura a nivel nacional con discriminación provincial y municipal, y de identificación de oportunidades de localización para apoyar el proceso de ubicación de nuevos jardines;</w:t>
      </w:r>
    </w:p>
    <w:p w:rsidR="00C01ADC" w:rsidRPr="00297A0D" w:rsidRDefault="00C01ADC" w:rsidP="00476F4D">
      <w:r w:rsidRPr="00297A0D">
        <w:t xml:space="preserve">Las acciones descriptas en </w:t>
      </w:r>
      <w:r w:rsidR="00E73901">
        <w:t>el punto I</w:t>
      </w:r>
      <w:r w:rsidRPr="00297A0D">
        <w:t xml:space="preserve"> serán implementadas por la Dirección General de Infraestructura (DGI) dependiente de la Subsecretaría de </w:t>
      </w:r>
      <w:r w:rsidR="00FE6958">
        <w:t>Gest</w:t>
      </w:r>
      <w:r w:rsidRPr="00297A0D">
        <w:t xml:space="preserve">ión Administrativa </w:t>
      </w:r>
      <w:r w:rsidR="009D4FAB">
        <w:t>(SS</w:t>
      </w:r>
      <w:r w:rsidR="00FE6958">
        <w:t>G</w:t>
      </w:r>
      <w:r w:rsidR="009D4FAB">
        <w:t>A)</w:t>
      </w:r>
      <w:r w:rsidR="00283269">
        <w:t xml:space="preserve"> del ME, </w:t>
      </w:r>
      <w:r w:rsidRPr="00297A0D">
        <w:t>y serán financiadas con cargo al BID y a la contrapartida local</w:t>
      </w:r>
      <w:r>
        <w:t>, según detalle en el cuadro de costos a continuación.</w:t>
      </w:r>
    </w:p>
    <w:p w:rsidR="00450F51" w:rsidRPr="00297A0D" w:rsidRDefault="00C01ADC" w:rsidP="00476F4D">
      <w:r w:rsidRPr="00E73901">
        <w:t xml:space="preserve">Las acciones </w:t>
      </w:r>
      <w:r w:rsidR="00450F51" w:rsidRPr="00E73901">
        <w:t xml:space="preserve">del punto II equipamiento pedagógico </w:t>
      </w:r>
      <w:r w:rsidR="00E73901" w:rsidRPr="00297A0D">
        <w:t>para los jardines</w:t>
      </w:r>
      <w:r w:rsidR="00E73901">
        <w:t>,</w:t>
      </w:r>
      <w:r w:rsidR="003D7809" w:rsidRPr="00E73901">
        <w:t xml:space="preserve"> </w:t>
      </w:r>
      <w:r w:rsidR="00E73901" w:rsidRPr="00E73901">
        <w:t>serán</w:t>
      </w:r>
      <w:r w:rsidR="00450F51" w:rsidRPr="00E73901">
        <w:t xml:space="preserve"> ejecutadas por</w:t>
      </w:r>
      <w:r w:rsidR="003D7809" w:rsidRPr="00E73901">
        <w:t xml:space="preserve"> </w:t>
      </w:r>
      <w:r w:rsidR="00E73901" w:rsidRPr="00E73901">
        <w:t>la Secretarí</w:t>
      </w:r>
      <w:r w:rsidR="00E73901">
        <w:t>a</w:t>
      </w:r>
      <w:r w:rsidR="00E73901" w:rsidRPr="00E73901">
        <w:t xml:space="preserve"> de Educación (SE)</w:t>
      </w:r>
      <w:r w:rsidR="008F6D5D">
        <w:t xml:space="preserve"> </w:t>
      </w:r>
      <w:r w:rsidR="00E73901">
        <w:t xml:space="preserve">y </w:t>
      </w:r>
      <w:r w:rsidR="00E73901" w:rsidRPr="00297A0D">
        <w:t>serán financiadas con cargo a la contrapartida local</w:t>
      </w:r>
      <w:r w:rsidR="00E73901" w:rsidRPr="00E73901">
        <w:t>.</w:t>
      </w:r>
    </w:p>
    <w:p w:rsidR="001539A7" w:rsidRDefault="00C01ADC" w:rsidP="00476F4D">
      <w:r w:rsidRPr="00297A0D">
        <w:t xml:space="preserve">Las acciones descriptas en </w:t>
      </w:r>
      <w:r w:rsidR="00E73901">
        <w:t>e</w:t>
      </w:r>
      <w:r w:rsidRPr="00297A0D">
        <w:t xml:space="preserve">l punto </w:t>
      </w:r>
      <w:r w:rsidR="00FE6958">
        <w:t>III</w:t>
      </w:r>
      <w:r w:rsidR="00994769">
        <w:t xml:space="preserve"> </w:t>
      </w:r>
      <w:r w:rsidR="00E73901">
        <w:t xml:space="preserve">ya han sido </w:t>
      </w:r>
      <w:r w:rsidRPr="00297A0D">
        <w:t xml:space="preserve">implementadas por la Dirección Nacional de Planeamiento </w:t>
      </w:r>
      <w:r>
        <w:t>(DNP) dependiente</w:t>
      </w:r>
      <w:r w:rsidRPr="00297A0D">
        <w:t xml:space="preserve"> de la Secretaría de Innovación y Calidad Educativa</w:t>
      </w:r>
      <w:r w:rsidR="009D4FAB">
        <w:t xml:space="preserve"> (SICE)</w:t>
      </w:r>
      <w:r w:rsidR="008F6D5D">
        <w:t xml:space="preserve"> </w:t>
      </w:r>
      <w:r w:rsidR="00283269">
        <w:t xml:space="preserve">del ME, </w:t>
      </w:r>
      <w:r w:rsidRPr="00297A0D">
        <w:t xml:space="preserve">y </w:t>
      </w:r>
      <w:r w:rsidR="00E73901">
        <w:t>han sido</w:t>
      </w:r>
      <w:r w:rsidRPr="00297A0D">
        <w:t xml:space="preserve"> financiadas con cargo a la contrapartida local</w:t>
      </w:r>
      <w:r w:rsidR="001539A7">
        <w:t>.</w:t>
      </w:r>
    </w:p>
    <w:p w:rsidR="00283269" w:rsidRDefault="001A11D4" w:rsidP="00476F4D">
      <w:r>
        <w:t>A continuación</w:t>
      </w:r>
      <w:r w:rsidR="00B02045">
        <w:t>,</w:t>
      </w:r>
      <w:r w:rsidR="003D7809">
        <w:t xml:space="preserve"> </w:t>
      </w:r>
      <w:r w:rsidR="00C01ADC">
        <w:t>se detall</w:t>
      </w:r>
      <w:r>
        <w:t>a</w:t>
      </w:r>
      <w:r w:rsidR="00C01ADC">
        <w:t xml:space="preserve"> el cuadro de costos</w:t>
      </w:r>
      <w:r w:rsidR="006B2E02">
        <w:rPr>
          <w:rStyle w:val="Refdenotaalpie"/>
        </w:rPr>
        <w:footnoteReference w:id="2"/>
      </w:r>
      <w:r>
        <w:t>:</w:t>
      </w:r>
    </w:p>
    <w:p w:rsidR="00C01ADC" w:rsidRPr="00E62F37" w:rsidRDefault="00C01ADC" w:rsidP="00476F4D">
      <w:pPr>
        <w:spacing w:before="240"/>
        <w:jc w:val="center"/>
        <w:rPr>
          <w:b/>
        </w:rPr>
      </w:pPr>
      <w:r w:rsidRPr="00E62F37">
        <w:rPr>
          <w:b/>
        </w:rPr>
        <w:t>CUADRO DE COSTOS - SUBCOMPONENTE 2.1.</w:t>
      </w:r>
    </w:p>
    <w:tbl>
      <w:tblPr>
        <w:tblW w:w="8863" w:type="dxa"/>
        <w:jc w:val="center"/>
        <w:tblCellMar>
          <w:left w:w="70" w:type="dxa"/>
          <w:right w:w="70" w:type="dxa"/>
        </w:tblCellMar>
        <w:tblLook w:val="04A0"/>
      </w:tblPr>
      <w:tblGrid>
        <w:gridCol w:w="642"/>
        <w:gridCol w:w="4394"/>
        <w:gridCol w:w="1276"/>
        <w:gridCol w:w="1239"/>
        <w:gridCol w:w="1312"/>
      </w:tblGrid>
      <w:tr w:rsidR="00C01ADC" w:rsidRPr="00BF566C" w:rsidTr="004F364D">
        <w:trPr>
          <w:trHeight w:val="207"/>
          <w:jc w:val="center"/>
        </w:trPr>
        <w:tc>
          <w:tcPr>
            <w:tcW w:w="642" w:type="dxa"/>
            <w:vMerge w:val="restart"/>
            <w:tcBorders>
              <w:top w:val="single" w:sz="8" w:space="0" w:color="auto"/>
              <w:left w:val="single" w:sz="8" w:space="0" w:color="auto"/>
              <w:bottom w:val="single" w:sz="4" w:space="0" w:color="auto"/>
              <w:right w:val="single" w:sz="8" w:space="0" w:color="auto"/>
            </w:tcBorders>
            <w:shd w:val="clear" w:color="ADB9CA" w:fill="C5D9F1"/>
            <w:vAlign w:val="center"/>
            <w:hideMark/>
          </w:tcPr>
          <w:p w:rsidR="00C01ADC" w:rsidRPr="00BF566C" w:rsidRDefault="00C01ADC" w:rsidP="00721E14">
            <w:pPr>
              <w:spacing w:before="60" w:after="60" w:line="240" w:lineRule="auto"/>
              <w:jc w:val="center"/>
              <w:rPr>
                <w:rFonts w:cs="Arial"/>
                <w:b/>
                <w:bCs/>
                <w:sz w:val="20"/>
              </w:rPr>
            </w:pPr>
            <w:r w:rsidRPr="00BF566C">
              <w:rPr>
                <w:rFonts w:cs="Arial"/>
                <w:b/>
                <w:bCs/>
                <w:sz w:val="20"/>
              </w:rPr>
              <w:t>Ref.</w:t>
            </w:r>
          </w:p>
        </w:tc>
        <w:tc>
          <w:tcPr>
            <w:tcW w:w="4394" w:type="dxa"/>
            <w:vMerge w:val="restart"/>
            <w:tcBorders>
              <w:top w:val="single" w:sz="8" w:space="0" w:color="auto"/>
              <w:left w:val="single" w:sz="8" w:space="0" w:color="auto"/>
              <w:bottom w:val="single" w:sz="8" w:space="0" w:color="000000"/>
              <w:right w:val="single" w:sz="8" w:space="0" w:color="auto"/>
            </w:tcBorders>
            <w:shd w:val="clear" w:color="ADB9CA" w:fill="C5D9F1"/>
            <w:vAlign w:val="center"/>
            <w:hideMark/>
          </w:tcPr>
          <w:p w:rsidR="00C01ADC" w:rsidRPr="00BF566C" w:rsidRDefault="00C01ADC" w:rsidP="00721E14">
            <w:pPr>
              <w:spacing w:before="60" w:after="60" w:line="240" w:lineRule="auto"/>
              <w:jc w:val="center"/>
              <w:rPr>
                <w:rFonts w:cs="Arial"/>
                <w:b/>
                <w:bCs/>
                <w:sz w:val="20"/>
              </w:rPr>
            </w:pPr>
            <w:r w:rsidRPr="00BF566C">
              <w:rPr>
                <w:rFonts w:cs="Arial"/>
                <w:b/>
                <w:bCs/>
                <w:sz w:val="20"/>
              </w:rPr>
              <w:t>Descripción</w:t>
            </w:r>
          </w:p>
        </w:tc>
        <w:tc>
          <w:tcPr>
            <w:tcW w:w="3827" w:type="dxa"/>
            <w:gridSpan w:val="3"/>
            <w:tcBorders>
              <w:top w:val="single" w:sz="8" w:space="0" w:color="auto"/>
              <w:left w:val="nil"/>
              <w:bottom w:val="single" w:sz="4" w:space="0" w:color="auto"/>
              <w:right w:val="single" w:sz="8" w:space="0" w:color="000000"/>
            </w:tcBorders>
            <w:shd w:val="clear" w:color="ADB9CA" w:fill="C5D9F1"/>
            <w:vAlign w:val="center"/>
            <w:hideMark/>
          </w:tcPr>
          <w:p w:rsidR="00C01ADC" w:rsidRPr="00BF566C" w:rsidRDefault="00C01ADC" w:rsidP="00721E14">
            <w:pPr>
              <w:spacing w:before="60" w:after="60" w:line="240" w:lineRule="auto"/>
              <w:jc w:val="center"/>
              <w:rPr>
                <w:rFonts w:cs="Arial"/>
                <w:b/>
                <w:bCs/>
                <w:sz w:val="20"/>
              </w:rPr>
            </w:pPr>
            <w:r w:rsidRPr="00BF566C">
              <w:rPr>
                <w:rFonts w:cs="Arial"/>
                <w:b/>
                <w:bCs/>
                <w:sz w:val="20"/>
              </w:rPr>
              <w:t xml:space="preserve">Total Tramo 1 </w:t>
            </w:r>
          </w:p>
        </w:tc>
      </w:tr>
      <w:tr w:rsidR="00C01ADC" w:rsidRPr="00BF566C" w:rsidTr="008E6147">
        <w:trPr>
          <w:trHeight w:val="315"/>
          <w:jc w:val="center"/>
        </w:trPr>
        <w:tc>
          <w:tcPr>
            <w:tcW w:w="642" w:type="dxa"/>
            <w:vMerge/>
            <w:tcBorders>
              <w:top w:val="single" w:sz="8" w:space="0" w:color="auto"/>
              <w:left w:val="single" w:sz="8" w:space="0" w:color="auto"/>
              <w:bottom w:val="single" w:sz="4" w:space="0" w:color="auto"/>
              <w:right w:val="single" w:sz="8" w:space="0" w:color="auto"/>
            </w:tcBorders>
            <w:vAlign w:val="center"/>
            <w:hideMark/>
          </w:tcPr>
          <w:p w:rsidR="00C01ADC" w:rsidRPr="00BF566C" w:rsidRDefault="00C01ADC" w:rsidP="00721E14">
            <w:pPr>
              <w:spacing w:before="60" w:after="60" w:line="240" w:lineRule="auto"/>
              <w:jc w:val="left"/>
              <w:rPr>
                <w:rFonts w:cs="Arial"/>
                <w:b/>
                <w:bCs/>
                <w:sz w:val="20"/>
              </w:rPr>
            </w:pPr>
          </w:p>
        </w:tc>
        <w:tc>
          <w:tcPr>
            <w:tcW w:w="4394" w:type="dxa"/>
            <w:vMerge/>
            <w:tcBorders>
              <w:top w:val="single" w:sz="8" w:space="0" w:color="auto"/>
              <w:left w:val="single" w:sz="8" w:space="0" w:color="auto"/>
              <w:bottom w:val="single" w:sz="8" w:space="0" w:color="000000"/>
              <w:right w:val="single" w:sz="8" w:space="0" w:color="auto"/>
            </w:tcBorders>
            <w:vAlign w:val="center"/>
            <w:hideMark/>
          </w:tcPr>
          <w:p w:rsidR="00C01ADC" w:rsidRPr="00BF566C" w:rsidRDefault="00C01ADC" w:rsidP="00721E14">
            <w:pPr>
              <w:spacing w:before="60" w:after="60" w:line="240" w:lineRule="auto"/>
              <w:jc w:val="left"/>
              <w:rPr>
                <w:rFonts w:cs="Arial"/>
                <w:b/>
                <w:bCs/>
                <w:sz w:val="20"/>
              </w:rPr>
            </w:pPr>
          </w:p>
        </w:tc>
        <w:tc>
          <w:tcPr>
            <w:tcW w:w="1276" w:type="dxa"/>
            <w:tcBorders>
              <w:top w:val="nil"/>
              <w:left w:val="nil"/>
              <w:bottom w:val="single" w:sz="4" w:space="0" w:color="auto"/>
              <w:right w:val="single" w:sz="4" w:space="0" w:color="auto"/>
            </w:tcBorders>
            <w:shd w:val="clear" w:color="ADB9CA" w:fill="C5D9F1"/>
            <w:vAlign w:val="center"/>
            <w:hideMark/>
          </w:tcPr>
          <w:p w:rsidR="00C01ADC" w:rsidRPr="00BF566C" w:rsidRDefault="00C01ADC" w:rsidP="00721E14">
            <w:pPr>
              <w:spacing w:before="60" w:after="60" w:line="240" w:lineRule="auto"/>
              <w:jc w:val="center"/>
              <w:rPr>
                <w:rFonts w:cs="Arial"/>
                <w:b/>
                <w:bCs/>
                <w:sz w:val="20"/>
              </w:rPr>
            </w:pPr>
            <w:r w:rsidRPr="00BF566C">
              <w:rPr>
                <w:rFonts w:cs="Arial"/>
                <w:b/>
                <w:bCs/>
                <w:sz w:val="20"/>
              </w:rPr>
              <w:t xml:space="preserve"> BID USD </w:t>
            </w:r>
          </w:p>
        </w:tc>
        <w:tc>
          <w:tcPr>
            <w:tcW w:w="1239" w:type="dxa"/>
            <w:tcBorders>
              <w:top w:val="nil"/>
              <w:left w:val="nil"/>
              <w:bottom w:val="single" w:sz="4" w:space="0" w:color="auto"/>
              <w:right w:val="single" w:sz="4" w:space="0" w:color="auto"/>
            </w:tcBorders>
            <w:shd w:val="clear" w:color="ADB9CA" w:fill="C5D9F1"/>
            <w:vAlign w:val="center"/>
            <w:hideMark/>
          </w:tcPr>
          <w:p w:rsidR="00C01ADC" w:rsidRPr="00BF566C" w:rsidRDefault="00C01ADC" w:rsidP="00721E14">
            <w:pPr>
              <w:spacing w:before="60" w:after="60" w:line="240" w:lineRule="auto"/>
              <w:jc w:val="center"/>
              <w:rPr>
                <w:rFonts w:cs="Arial"/>
                <w:b/>
                <w:bCs/>
                <w:sz w:val="20"/>
              </w:rPr>
            </w:pPr>
            <w:r w:rsidRPr="00BF566C">
              <w:rPr>
                <w:rFonts w:cs="Arial"/>
                <w:b/>
                <w:bCs/>
                <w:sz w:val="20"/>
              </w:rPr>
              <w:t xml:space="preserve"> Local USD </w:t>
            </w:r>
          </w:p>
        </w:tc>
        <w:tc>
          <w:tcPr>
            <w:tcW w:w="1312" w:type="dxa"/>
            <w:tcBorders>
              <w:top w:val="nil"/>
              <w:left w:val="nil"/>
              <w:bottom w:val="single" w:sz="4" w:space="0" w:color="auto"/>
              <w:right w:val="single" w:sz="8" w:space="0" w:color="auto"/>
            </w:tcBorders>
            <w:shd w:val="clear" w:color="ADB9CA" w:fill="C5D9F1"/>
            <w:vAlign w:val="center"/>
            <w:hideMark/>
          </w:tcPr>
          <w:p w:rsidR="00C01ADC" w:rsidRPr="00BF566C" w:rsidRDefault="00C01ADC" w:rsidP="00721E14">
            <w:pPr>
              <w:spacing w:before="60" w:after="60" w:line="240" w:lineRule="auto"/>
              <w:jc w:val="center"/>
              <w:rPr>
                <w:rFonts w:cs="Arial"/>
                <w:b/>
                <w:bCs/>
                <w:sz w:val="20"/>
              </w:rPr>
            </w:pPr>
            <w:r w:rsidRPr="00BF566C">
              <w:rPr>
                <w:rFonts w:cs="Arial"/>
                <w:b/>
                <w:bCs/>
                <w:sz w:val="20"/>
              </w:rPr>
              <w:t xml:space="preserve">Total USD </w:t>
            </w:r>
          </w:p>
        </w:tc>
      </w:tr>
      <w:tr w:rsidR="00C01ADC" w:rsidRPr="00BF566C" w:rsidTr="008E6147">
        <w:trPr>
          <w:trHeight w:val="450"/>
          <w:jc w:val="center"/>
        </w:trPr>
        <w:tc>
          <w:tcPr>
            <w:tcW w:w="642" w:type="dxa"/>
            <w:tcBorders>
              <w:top w:val="nil"/>
              <w:left w:val="single" w:sz="8" w:space="0" w:color="auto"/>
              <w:bottom w:val="single" w:sz="4" w:space="0" w:color="auto"/>
              <w:right w:val="single" w:sz="8" w:space="0" w:color="auto"/>
            </w:tcBorders>
            <w:shd w:val="clear" w:color="A5A5A5" w:fill="1F497D"/>
            <w:noWrap/>
            <w:vAlign w:val="center"/>
            <w:hideMark/>
          </w:tcPr>
          <w:p w:rsidR="00C01ADC" w:rsidRPr="00BF566C" w:rsidRDefault="00C01ADC" w:rsidP="00721E14">
            <w:pPr>
              <w:spacing w:before="60" w:after="60" w:line="240" w:lineRule="auto"/>
              <w:jc w:val="left"/>
              <w:rPr>
                <w:rFonts w:cs="Arial"/>
                <w:b/>
                <w:bCs/>
                <w:color w:val="FFFFFF"/>
                <w:sz w:val="20"/>
              </w:rPr>
            </w:pPr>
            <w:r w:rsidRPr="00BF566C">
              <w:rPr>
                <w:rFonts w:cs="Arial"/>
                <w:b/>
                <w:bCs/>
                <w:color w:val="FFFFFF"/>
                <w:sz w:val="20"/>
              </w:rPr>
              <w:t>2.1</w:t>
            </w:r>
          </w:p>
        </w:tc>
        <w:tc>
          <w:tcPr>
            <w:tcW w:w="4394" w:type="dxa"/>
            <w:tcBorders>
              <w:top w:val="nil"/>
              <w:left w:val="nil"/>
              <w:bottom w:val="nil"/>
              <w:right w:val="single" w:sz="8" w:space="0" w:color="auto"/>
            </w:tcBorders>
            <w:shd w:val="clear" w:color="A5A5A5" w:fill="1F497D"/>
            <w:vAlign w:val="center"/>
            <w:hideMark/>
          </w:tcPr>
          <w:p w:rsidR="00C01ADC" w:rsidRPr="00BF566C" w:rsidRDefault="00C01ADC" w:rsidP="00721E14">
            <w:pPr>
              <w:spacing w:before="60" w:after="60" w:line="240" w:lineRule="auto"/>
              <w:jc w:val="left"/>
              <w:rPr>
                <w:rFonts w:cs="Arial"/>
                <w:b/>
                <w:bCs/>
                <w:color w:val="FFFFFF"/>
                <w:sz w:val="20"/>
              </w:rPr>
            </w:pPr>
            <w:r w:rsidRPr="00BF566C">
              <w:rPr>
                <w:rFonts w:cs="Arial"/>
                <w:b/>
                <w:bCs/>
                <w:color w:val="FFFFFF"/>
                <w:sz w:val="20"/>
              </w:rPr>
              <w:t>Subcomponente I: Expansión de la Infraestructura Educativa</w:t>
            </w:r>
          </w:p>
        </w:tc>
        <w:tc>
          <w:tcPr>
            <w:tcW w:w="1276" w:type="dxa"/>
            <w:tcBorders>
              <w:top w:val="nil"/>
              <w:left w:val="nil"/>
              <w:bottom w:val="single" w:sz="4" w:space="0" w:color="auto"/>
              <w:right w:val="single" w:sz="4" w:space="0" w:color="auto"/>
            </w:tcBorders>
            <w:shd w:val="clear" w:color="A5A5A5" w:fill="1F497D"/>
            <w:vAlign w:val="center"/>
            <w:hideMark/>
          </w:tcPr>
          <w:p w:rsidR="00C01ADC" w:rsidRPr="00BF566C" w:rsidRDefault="004F364D" w:rsidP="004F364D">
            <w:pPr>
              <w:spacing w:before="60" w:after="60" w:line="240" w:lineRule="auto"/>
              <w:jc w:val="right"/>
              <w:rPr>
                <w:rFonts w:cs="Arial"/>
                <w:b/>
                <w:bCs/>
                <w:color w:val="FFFFFF"/>
                <w:sz w:val="20"/>
              </w:rPr>
            </w:pPr>
            <w:r>
              <w:rPr>
                <w:rFonts w:cs="Arial"/>
                <w:b/>
                <w:bCs/>
                <w:color w:val="FFFFFF"/>
                <w:sz w:val="20"/>
              </w:rPr>
              <w:t>98</w:t>
            </w:r>
            <w:r w:rsidR="00C01ADC" w:rsidRPr="00056987">
              <w:rPr>
                <w:rFonts w:cs="Arial"/>
                <w:b/>
                <w:bCs/>
                <w:color w:val="FFFFFF"/>
                <w:sz w:val="20"/>
              </w:rPr>
              <w:t>.</w:t>
            </w:r>
            <w:r>
              <w:rPr>
                <w:rFonts w:cs="Arial"/>
                <w:b/>
                <w:bCs/>
                <w:color w:val="FFFFFF"/>
                <w:sz w:val="20"/>
              </w:rPr>
              <w:t>5</w:t>
            </w:r>
            <w:r w:rsidR="00C01ADC" w:rsidRPr="00056987">
              <w:rPr>
                <w:rFonts w:cs="Arial"/>
                <w:b/>
                <w:bCs/>
                <w:color w:val="FFFFFF"/>
                <w:sz w:val="20"/>
              </w:rPr>
              <w:t>00</w:t>
            </w:r>
            <w:r w:rsidR="008E6147" w:rsidRPr="00056987">
              <w:rPr>
                <w:rFonts w:cs="Arial"/>
                <w:b/>
                <w:bCs/>
                <w:color w:val="FFFFFF"/>
                <w:sz w:val="20"/>
              </w:rPr>
              <w:t>.000</w:t>
            </w:r>
          </w:p>
        </w:tc>
        <w:tc>
          <w:tcPr>
            <w:tcW w:w="1239" w:type="dxa"/>
            <w:tcBorders>
              <w:top w:val="nil"/>
              <w:left w:val="nil"/>
              <w:bottom w:val="single" w:sz="4" w:space="0" w:color="auto"/>
              <w:right w:val="single" w:sz="4" w:space="0" w:color="auto"/>
            </w:tcBorders>
            <w:shd w:val="clear" w:color="A5A5A5" w:fill="1F497D"/>
            <w:vAlign w:val="center"/>
            <w:hideMark/>
          </w:tcPr>
          <w:p w:rsidR="00C01ADC" w:rsidRPr="00BF566C" w:rsidRDefault="004F364D" w:rsidP="004F364D">
            <w:pPr>
              <w:spacing w:before="60" w:after="60" w:line="240" w:lineRule="auto"/>
              <w:jc w:val="right"/>
              <w:rPr>
                <w:rFonts w:cs="Arial"/>
                <w:b/>
                <w:bCs/>
                <w:color w:val="FFFFFF"/>
                <w:sz w:val="20"/>
              </w:rPr>
            </w:pPr>
            <w:r>
              <w:rPr>
                <w:rFonts w:cs="Arial"/>
                <w:b/>
                <w:bCs/>
                <w:color w:val="FFFFFF"/>
                <w:sz w:val="20"/>
              </w:rPr>
              <w:t>7</w:t>
            </w:r>
            <w:r w:rsidR="00C01ADC" w:rsidRPr="00056987">
              <w:rPr>
                <w:rFonts w:cs="Arial"/>
                <w:b/>
                <w:bCs/>
                <w:color w:val="FFFFFF"/>
                <w:sz w:val="20"/>
              </w:rPr>
              <w:t>.</w:t>
            </w:r>
            <w:r>
              <w:rPr>
                <w:rFonts w:cs="Arial"/>
                <w:b/>
                <w:bCs/>
                <w:color w:val="FFFFFF"/>
                <w:sz w:val="20"/>
              </w:rPr>
              <w:t>30</w:t>
            </w:r>
            <w:r w:rsidR="00C01ADC" w:rsidRPr="00056987">
              <w:rPr>
                <w:rFonts w:cs="Arial"/>
                <w:b/>
                <w:bCs/>
                <w:color w:val="FFFFFF"/>
                <w:sz w:val="20"/>
              </w:rPr>
              <w:t>0</w:t>
            </w:r>
            <w:r w:rsidR="008E6147" w:rsidRPr="00056987">
              <w:rPr>
                <w:rFonts w:cs="Arial"/>
                <w:b/>
                <w:bCs/>
                <w:color w:val="FFFFFF"/>
                <w:sz w:val="20"/>
              </w:rPr>
              <w:t>.000</w:t>
            </w:r>
          </w:p>
        </w:tc>
        <w:tc>
          <w:tcPr>
            <w:tcW w:w="1312" w:type="dxa"/>
            <w:tcBorders>
              <w:top w:val="nil"/>
              <w:left w:val="nil"/>
              <w:bottom w:val="single" w:sz="4" w:space="0" w:color="auto"/>
              <w:right w:val="single" w:sz="8" w:space="0" w:color="auto"/>
            </w:tcBorders>
            <w:shd w:val="clear" w:color="A5A5A5" w:fill="1F497D"/>
            <w:noWrap/>
            <w:vAlign w:val="center"/>
            <w:hideMark/>
          </w:tcPr>
          <w:p w:rsidR="00C01ADC" w:rsidRPr="00BF566C" w:rsidRDefault="004F364D" w:rsidP="004F364D">
            <w:pPr>
              <w:spacing w:before="60" w:after="60" w:line="240" w:lineRule="auto"/>
              <w:jc w:val="right"/>
              <w:rPr>
                <w:rFonts w:cs="Arial"/>
                <w:b/>
                <w:bCs/>
                <w:color w:val="FFFFFF"/>
                <w:sz w:val="20"/>
              </w:rPr>
            </w:pPr>
            <w:r>
              <w:rPr>
                <w:rFonts w:cs="Arial"/>
                <w:b/>
                <w:bCs/>
                <w:color w:val="FFFFFF"/>
                <w:sz w:val="20"/>
              </w:rPr>
              <w:t>105</w:t>
            </w:r>
            <w:r w:rsidR="00C01ADC" w:rsidRPr="00056987">
              <w:rPr>
                <w:rFonts w:cs="Arial"/>
                <w:b/>
                <w:bCs/>
                <w:color w:val="FFFFFF"/>
                <w:sz w:val="20"/>
              </w:rPr>
              <w:t>.</w:t>
            </w:r>
            <w:r>
              <w:rPr>
                <w:rFonts w:cs="Arial"/>
                <w:b/>
                <w:bCs/>
                <w:color w:val="FFFFFF"/>
                <w:sz w:val="20"/>
              </w:rPr>
              <w:t>80</w:t>
            </w:r>
            <w:r w:rsidR="00C01ADC" w:rsidRPr="00056987">
              <w:rPr>
                <w:rFonts w:cs="Arial"/>
                <w:b/>
                <w:bCs/>
                <w:color w:val="FFFFFF"/>
                <w:sz w:val="20"/>
              </w:rPr>
              <w:t>0</w:t>
            </w:r>
            <w:r w:rsidR="008E6147" w:rsidRPr="00056987">
              <w:rPr>
                <w:rFonts w:cs="Arial"/>
                <w:b/>
                <w:bCs/>
                <w:color w:val="FFFFFF"/>
                <w:sz w:val="20"/>
              </w:rPr>
              <w:t>.000</w:t>
            </w:r>
          </w:p>
        </w:tc>
      </w:tr>
      <w:tr w:rsidR="00C01ADC" w:rsidRPr="00BF566C" w:rsidTr="008E6147">
        <w:trPr>
          <w:trHeight w:val="450"/>
          <w:jc w:val="center"/>
        </w:trPr>
        <w:tc>
          <w:tcPr>
            <w:tcW w:w="642" w:type="dxa"/>
            <w:tcBorders>
              <w:top w:val="nil"/>
              <w:left w:val="single" w:sz="8" w:space="0" w:color="auto"/>
              <w:bottom w:val="single" w:sz="4" w:space="0" w:color="auto"/>
              <w:right w:val="single" w:sz="8" w:space="0" w:color="auto"/>
            </w:tcBorders>
            <w:shd w:val="clear" w:color="auto" w:fill="auto"/>
            <w:noWrap/>
            <w:vAlign w:val="center"/>
            <w:hideMark/>
          </w:tcPr>
          <w:p w:rsidR="00C01ADC" w:rsidRPr="00BF566C" w:rsidRDefault="00C01ADC" w:rsidP="00721E14">
            <w:pPr>
              <w:spacing w:before="60" w:after="60" w:line="240" w:lineRule="auto"/>
              <w:jc w:val="left"/>
              <w:rPr>
                <w:rFonts w:cs="Arial"/>
                <w:color w:val="000000"/>
                <w:sz w:val="20"/>
              </w:rPr>
            </w:pPr>
            <w:r w:rsidRPr="00BF566C">
              <w:rPr>
                <w:rFonts w:cs="Arial"/>
                <w:color w:val="000000"/>
                <w:sz w:val="20"/>
              </w:rPr>
              <w:t>2.1.1</w:t>
            </w:r>
          </w:p>
        </w:tc>
        <w:tc>
          <w:tcPr>
            <w:tcW w:w="4394" w:type="dxa"/>
            <w:tcBorders>
              <w:top w:val="single" w:sz="4" w:space="0" w:color="auto"/>
              <w:left w:val="nil"/>
              <w:bottom w:val="single" w:sz="4" w:space="0" w:color="auto"/>
              <w:right w:val="single" w:sz="8" w:space="0" w:color="auto"/>
            </w:tcBorders>
            <w:shd w:val="clear" w:color="auto" w:fill="auto"/>
            <w:vAlign w:val="center"/>
            <w:hideMark/>
          </w:tcPr>
          <w:p w:rsidR="00C01ADC" w:rsidRPr="00BF566C" w:rsidRDefault="00C01ADC" w:rsidP="00721E14">
            <w:pPr>
              <w:spacing w:before="60" w:after="60" w:line="240" w:lineRule="auto"/>
              <w:jc w:val="left"/>
              <w:rPr>
                <w:rFonts w:cs="Arial"/>
                <w:color w:val="000000"/>
                <w:sz w:val="20"/>
              </w:rPr>
            </w:pPr>
            <w:r w:rsidRPr="00BF566C">
              <w:rPr>
                <w:rFonts w:cs="Arial"/>
                <w:color w:val="000000"/>
                <w:sz w:val="20"/>
              </w:rPr>
              <w:t>Construcción de espacios escolares y dotación de mobiliario</w:t>
            </w:r>
          </w:p>
        </w:tc>
        <w:tc>
          <w:tcPr>
            <w:tcW w:w="1276" w:type="dxa"/>
            <w:tcBorders>
              <w:top w:val="nil"/>
              <w:left w:val="nil"/>
              <w:bottom w:val="single" w:sz="4" w:space="0" w:color="auto"/>
              <w:right w:val="single" w:sz="4" w:space="0" w:color="auto"/>
            </w:tcBorders>
            <w:shd w:val="clear" w:color="auto" w:fill="auto"/>
            <w:noWrap/>
            <w:vAlign w:val="center"/>
            <w:hideMark/>
          </w:tcPr>
          <w:p w:rsidR="00C01ADC" w:rsidRPr="00B731B7" w:rsidRDefault="004F364D" w:rsidP="004F364D">
            <w:pPr>
              <w:spacing w:before="60" w:after="60" w:line="240" w:lineRule="auto"/>
              <w:jc w:val="right"/>
              <w:rPr>
                <w:sz w:val="20"/>
              </w:rPr>
            </w:pPr>
            <w:r>
              <w:rPr>
                <w:rFonts w:cs="Arial"/>
                <w:sz w:val="20"/>
              </w:rPr>
              <w:t>98</w:t>
            </w:r>
            <w:r w:rsidR="00C01ADC" w:rsidRPr="00B731B7">
              <w:rPr>
                <w:rFonts w:cs="Arial"/>
                <w:sz w:val="20"/>
              </w:rPr>
              <w:t>.</w:t>
            </w:r>
            <w:r>
              <w:rPr>
                <w:rFonts w:cs="Arial"/>
                <w:sz w:val="20"/>
              </w:rPr>
              <w:t>44</w:t>
            </w:r>
            <w:r w:rsidR="00C01ADC" w:rsidRPr="00B731B7">
              <w:rPr>
                <w:rFonts w:cs="Arial"/>
                <w:sz w:val="20"/>
              </w:rPr>
              <w:t>0</w:t>
            </w:r>
            <w:r w:rsidR="008E6147" w:rsidRPr="00B731B7">
              <w:rPr>
                <w:rFonts w:cs="Arial"/>
                <w:sz w:val="20"/>
              </w:rPr>
              <w:t>.000</w:t>
            </w:r>
          </w:p>
        </w:tc>
        <w:tc>
          <w:tcPr>
            <w:tcW w:w="1239" w:type="dxa"/>
            <w:tcBorders>
              <w:top w:val="nil"/>
              <w:left w:val="nil"/>
              <w:bottom w:val="single" w:sz="4" w:space="0" w:color="auto"/>
              <w:right w:val="single" w:sz="4" w:space="0" w:color="auto"/>
            </w:tcBorders>
            <w:shd w:val="clear" w:color="auto" w:fill="auto"/>
            <w:noWrap/>
            <w:vAlign w:val="center"/>
            <w:hideMark/>
          </w:tcPr>
          <w:p w:rsidR="00C01ADC" w:rsidRPr="00B731B7" w:rsidRDefault="004F364D" w:rsidP="008E6147">
            <w:pPr>
              <w:spacing w:before="60" w:after="60" w:line="240" w:lineRule="auto"/>
              <w:jc w:val="right"/>
              <w:rPr>
                <w:sz w:val="20"/>
              </w:rPr>
            </w:pPr>
            <w:r>
              <w:rPr>
                <w:rFonts w:cs="Arial"/>
                <w:sz w:val="20"/>
              </w:rPr>
              <w:t>5.500.000</w:t>
            </w:r>
          </w:p>
        </w:tc>
        <w:tc>
          <w:tcPr>
            <w:tcW w:w="1312" w:type="dxa"/>
            <w:tcBorders>
              <w:top w:val="nil"/>
              <w:left w:val="nil"/>
              <w:bottom w:val="single" w:sz="4" w:space="0" w:color="auto"/>
              <w:right w:val="single" w:sz="8" w:space="0" w:color="auto"/>
            </w:tcBorders>
            <w:shd w:val="clear" w:color="auto" w:fill="auto"/>
            <w:noWrap/>
            <w:vAlign w:val="center"/>
            <w:hideMark/>
          </w:tcPr>
          <w:p w:rsidR="00C01ADC" w:rsidRPr="00B731B7" w:rsidRDefault="004F364D" w:rsidP="004F364D">
            <w:pPr>
              <w:spacing w:before="60" w:after="60" w:line="240" w:lineRule="auto"/>
              <w:jc w:val="right"/>
              <w:rPr>
                <w:sz w:val="20"/>
              </w:rPr>
            </w:pPr>
            <w:r>
              <w:rPr>
                <w:rFonts w:cs="Arial"/>
                <w:sz w:val="20"/>
              </w:rPr>
              <w:t>103</w:t>
            </w:r>
            <w:r w:rsidR="00C01ADC" w:rsidRPr="00B731B7">
              <w:rPr>
                <w:rFonts w:cs="Arial"/>
                <w:sz w:val="20"/>
              </w:rPr>
              <w:t>.</w:t>
            </w:r>
            <w:r>
              <w:rPr>
                <w:rFonts w:cs="Arial"/>
                <w:sz w:val="20"/>
              </w:rPr>
              <w:t>94</w:t>
            </w:r>
            <w:r w:rsidR="00C01ADC" w:rsidRPr="00B731B7">
              <w:rPr>
                <w:rFonts w:cs="Arial"/>
                <w:sz w:val="20"/>
              </w:rPr>
              <w:t>0</w:t>
            </w:r>
            <w:r w:rsidR="008E6147" w:rsidRPr="00B731B7">
              <w:rPr>
                <w:rFonts w:cs="Arial"/>
                <w:sz w:val="20"/>
              </w:rPr>
              <w:t>.000</w:t>
            </w:r>
          </w:p>
        </w:tc>
      </w:tr>
      <w:tr w:rsidR="00C01ADC" w:rsidRPr="00BF566C" w:rsidTr="008E6147">
        <w:trPr>
          <w:trHeight w:val="450"/>
          <w:jc w:val="center"/>
        </w:trPr>
        <w:tc>
          <w:tcPr>
            <w:tcW w:w="642" w:type="dxa"/>
            <w:tcBorders>
              <w:top w:val="nil"/>
              <w:left w:val="single" w:sz="8" w:space="0" w:color="auto"/>
              <w:bottom w:val="single" w:sz="4" w:space="0" w:color="auto"/>
              <w:right w:val="single" w:sz="8" w:space="0" w:color="auto"/>
            </w:tcBorders>
            <w:shd w:val="clear" w:color="auto" w:fill="auto"/>
            <w:noWrap/>
            <w:vAlign w:val="center"/>
            <w:hideMark/>
          </w:tcPr>
          <w:p w:rsidR="00C01ADC" w:rsidRPr="00BF566C" w:rsidRDefault="00C01ADC" w:rsidP="00721E14">
            <w:pPr>
              <w:spacing w:before="60" w:after="60" w:line="240" w:lineRule="auto"/>
              <w:jc w:val="left"/>
              <w:rPr>
                <w:rFonts w:cs="Arial"/>
                <w:color w:val="000000"/>
                <w:sz w:val="20"/>
              </w:rPr>
            </w:pPr>
            <w:r w:rsidRPr="00BF566C">
              <w:rPr>
                <w:rFonts w:cs="Arial"/>
                <w:color w:val="000000"/>
                <w:sz w:val="20"/>
              </w:rPr>
              <w:t>2.1.2</w:t>
            </w:r>
          </w:p>
        </w:tc>
        <w:tc>
          <w:tcPr>
            <w:tcW w:w="4394" w:type="dxa"/>
            <w:tcBorders>
              <w:top w:val="nil"/>
              <w:left w:val="nil"/>
              <w:bottom w:val="single" w:sz="4" w:space="0" w:color="auto"/>
              <w:right w:val="single" w:sz="8" w:space="0" w:color="auto"/>
            </w:tcBorders>
            <w:shd w:val="clear" w:color="auto" w:fill="auto"/>
            <w:vAlign w:val="center"/>
            <w:hideMark/>
          </w:tcPr>
          <w:p w:rsidR="00C01ADC" w:rsidRPr="00B731B7" w:rsidRDefault="00C01ADC" w:rsidP="00721E14">
            <w:pPr>
              <w:spacing w:before="60" w:after="60" w:line="240" w:lineRule="auto"/>
              <w:jc w:val="left"/>
              <w:rPr>
                <w:sz w:val="20"/>
              </w:rPr>
            </w:pPr>
            <w:r w:rsidRPr="00B731B7">
              <w:rPr>
                <w:sz w:val="20"/>
              </w:rPr>
              <w:t>Adquisición de equipamiento pedagógico para Nivel Inicial</w:t>
            </w:r>
          </w:p>
        </w:tc>
        <w:tc>
          <w:tcPr>
            <w:tcW w:w="1276" w:type="dxa"/>
            <w:tcBorders>
              <w:top w:val="nil"/>
              <w:left w:val="nil"/>
              <w:bottom w:val="single" w:sz="4" w:space="0" w:color="auto"/>
              <w:right w:val="single" w:sz="4" w:space="0" w:color="auto"/>
            </w:tcBorders>
            <w:shd w:val="clear" w:color="auto" w:fill="auto"/>
            <w:vAlign w:val="center"/>
            <w:hideMark/>
          </w:tcPr>
          <w:p w:rsidR="00C01ADC" w:rsidRPr="00B731B7" w:rsidRDefault="00C01ADC" w:rsidP="008E6147">
            <w:pPr>
              <w:spacing w:before="60" w:after="60" w:line="240" w:lineRule="auto"/>
              <w:jc w:val="right"/>
              <w:rPr>
                <w:sz w:val="20"/>
              </w:rPr>
            </w:pPr>
            <w:r w:rsidRPr="00B731B7">
              <w:rPr>
                <w:sz w:val="20"/>
              </w:rPr>
              <w:t>-</w:t>
            </w:r>
          </w:p>
        </w:tc>
        <w:tc>
          <w:tcPr>
            <w:tcW w:w="1239" w:type="dxa"/>
            <w:tcBorders>
              <w:top w:val="nil"/>
              <w:left w:val="nil"/>
              <w:bottom w:val="single" w:sz="4" w:space="0" w:color="auto"/>
              <w:right w:val="single" w:sz="4" w:space="0" w:color="auto"/>
            </w:tcBorders>
            <w:shd w:val="clear" w:color="auto" w:fill="auto"/>
            <w:vAlign w:val="center"/>
            <w:hideMark/>
          </w:tcPr>
          <w:p w:rsidR="00C01ADC" w:rsidRPr="00B731B7" w:rsidRDefault="004F364D" w:rsidP="008E6147">
            <w:pPr>
              <w:spacing w:before="60" w:after="60" w:line="240" w:lineRule="auto"/>
              <w:jc w:val="right"/>
              <w:rPr>
                <w:sz w:val="20"/>
              </w:rPr>
            </w:pPr>
            <w:r>
              <w:rPr>
                <w:rFonts w:cs="Arial"/>
                <w:sz w:val="20"/>
              </w:rPr>
              <w:t>1.80</w:t>
            </w:r>
            <w:r w:rsidR="00B731B7" w:rsidRPr="00B731B7">
              <w:rPr>
                <w:rFonts w:cs="Arial"/>
                <w:sz w:val="20"/>
              </w:rPr>
              <w:t>0.000</w:t>
            </w:r>
          </w:p>
        </w:tc>
        <w:tc>
          <w:tcPr>
            <w:tcW w:w="1312" w:type="dxa"/>
            <w:tcBorders>
              <w:top w:val="nil"/>
              <w:left w:val="nil"/>
              <w:bottom w:val="single" w:sz="4" w:space="0" w:color="auto"/>
              <w:right w:val="single" w:sz="8" w:space="0" w:color="auto"/>
            </w:tcBorders>
            <w:shd w:val="clear" w:color="auto" w:fill="auto"/>
            <w:noWrap/>
            <w:vAlign w:val="center"/>
            <w:hideMark/>
          </w:tcPr>
          <w:p w:rsidR="00C01ADC" w:rsidRPr="00B731B7" w:rsidRDefault="004F364D" w:rsidP="004F364D">
            <w:pPr>
              <w:spacing w:before="60" w:after="60" w:line="240" w:lineRule="auto"/>
              <w:jc w:val="right"/>
              <w:rPr>
                <w:sz w:val="20"/>
              </w:rPr>
            </w:pPr>
            <w:r>
              <w:rPr>
                <w:rFonts w:cs="Arial"/>
                <w:sz w:val="20"/>
              </w:rPr>
              <w:t>1</w:t>
            </w:r>
            <w:r w:rsidR="00B731B7" w:rsidRPr="00B731B7">
              <w:rPr>
                <w:rFonts w:cs="Arial"/>
                <w:sz w:val="20"/>
              </w:rPr>
              <w:t>.</w:t>
            </w:r>
            <w:r>
              <w:rPr>
                <w:rFonts w:cs="Arial"/>
                <w:sz w:val="20"/>
              </w:rPr>
              <w:t>80</w:t>
            </w:r>
            <w:r w:rsidR="00B731B7" w:rsidRPr="00B731B7">
              <w:rPr>
                <w:rFonts w:cs="Arial"/>
                <w:sz w:val="20"/>
              </w:rPr>
              <w:t>0.000</w:t>
            </w:r>
          </w:p>
        </w:tc>
      </w:tr>
      <w:tr w:rsidR="00C01ADC" w:rsidRPr="00BF566C" w:rsidTr="008E6147">
        <w:trPr>
          <w:trHeight w:val="465"/>
          <w:jc w:val="center"/>
        </w:trPr>
        <w:tc>
          <w:tcPr>
            <w:tcW w:w="642" w:type="dxa"/>
            <w:tcBorders>
              <w:top w:val="nil"/>
              <w:left w:val="single" w:sz="8" w:space="0" w:color="auto"/>
              <w:bottom w:val="single" w:sz="8" w:space="0" w:color="auto"/>
              <w:right w:val="single" w:sz="8" w:space="0" w:color="auto"/>
            </w:tcBorders>
            <w:shd w:val="clear" w:color="auto" w:fill="auto"/>
            <w:noWrap/>
            <w:vAlign w:val="center"/>
            <w:hideMark/>
          </w:tcPr>
          <w:p w:rsidR="00C01ADC" w:rsidRPr="00BF566C" w:rsidRDefault="00C01ADC" w:rsidP="00721E14">
            <w:pPr>
              <w:spacing w:before="60" w:after="60" w:line="240" w:lineRule="auto"/>
              <w:jc w:val="left"/>
              <w:rPr>
                <w:rFonts w:cs="Arial"/>
                <w:color w:val="000000"/>
                <w:sz w:val="20"/>
              </w:rPr>
            </w:pPr>
            <w:r w:rsidRPr="00BF566C">
              <w:rPr>
                <w:rFonts w:cs="Arial"/>
                <w:color w:val="000000"/>
                <w:sz w:val="20"/>
              </w:rPr>
              <w:t>2.1.3</w:t>
            </w:r>
          </w:p>
        </w:tc>
        <w:tc>
          <w:tcPr>
            <w:tcW w:w="4394" w:type="dxa"/>
            <w:tcBorders>
              <w:top w:val="nil"/>
              <w:left w:val="nil"/>
              <w:bottom w:val="single" w:sz="8" w:space="0" w:color="auto"/>
              <w:right w:val="single" w:sz="8" w:space="0" w:color="auto"/>
            </w:tcBorders>
            <w:shd w:val="clear" w:color="auto" w:fill="auto"/>
            <w:vAlign w:val="center"/>
            <w:hideMark/>
          </w:tcPr>
          <w:p w:rsidR="00C01ADC" w:rsidRPr="00B731B7" w:rsidRDefault="00C01ADC" w:rsidP="00721E14">
            <w:pPr>
              <w:spacing w:before="60" w:after="60" w:line="240" w:lineRule="auto"/>
              <w:jc w:val="left"/>
              <w:rPr>
                <w:sz w:val="20"/>
              </w:rPr>
            </w:pPr>
            <w:r w:rsidRPr="00B731B7">
              <w:rPr>
                <w:sz w:val="20"/>
              </w:rPr>
              <w:t>Consultoría para el fortalecimiento de los procesos de ubicación de nuevos centros</w:t>
            </w:r>
          </w:p>
        </w:tc>
        <w:tc>
          <w:tcPr>
            <w:tcW w:w="1276" w:type="dxa"/>
            <w:tcBorders>
              <w:top w:val="nil"/>
              <w:left w:val="nil"/>
              <w:bottom w:val="single" w:sz="8" w:space="0" w:color="auto"/>
              <w:right w:val="single" w:sz="4" w:space="0" w:color="auto"/>
            </w:tcBorders>
            <w:shd w:val="clear" w:color="auto" w:fill="auto"/>
            <w:vAlign w:val="center"/>
            <w:hideMark/>
          </w:tcPr>
          <w:p w:rsidR="00C01ADC" w:rsidRPr="00B731B7" w:rsidRDefault="004F364D" w:rsidP="008E6147">
            <w:pPr>
              <w:spacing w:before="60" w:after="60" w:line="240" w:lineRule="auto"/>
              <w:jc w:val="right"/>
              <w:rPr>
                <w:sz w:val="20"/>
              </w:rPr>
            </w:pPr>
            <w:r>
              <w:rPr>
                <w:rFonts w:cs="Arial"/>
                <w:sz w:val="20"/>
              </w:rPr>
              <w:t>60.000</w:t>
            </w:r>
          </w:p>
        </w:tc>
        <w:tc>
          <w:tcPr>
            <w:tcW w:w="1239" w:type="dxa"/>
            <w:tcBorders>
              <w:top w:val="nil"/>
              <w:left w:val="nil"/>
              <w:bottom w:val="single" w:sz="8" w:space="0" w:color="auto"/>
              <w:right w:val="single" w:sz="4" w:space="0" w:color="auto"/>
            </w:tcBorders>
            <w:shd w:val="clear" w:color="auto" w:fill="auto"/>
            <w:vAlign w:val="center"/>
            <w:hideMark/>
          </w:tcPr>
          <w:p w:rsidR="00C01ADC" w:rsidRPr="00B731B7" w:rsidRDefault="00C01ADC" w:rsidP="008E6147">
            <w:pPr>
              <w:spacing w:before="60" w:after="60" w:line="240" w:lineRule="auto"/>
              <w:jc w:val="right"/>
              <w:rPr>
                <w:sz w:val="20"/>
              </w:rPr>
            </w:pPr>
            <w:r w:rsidRPr="00B731B7">
              <w:rPr>
                <w:sz w:val="20"/>
              </w:rPr>
              <w:t>-</w:t>
            </w:r>
          </w:p>
        </w:tc>
        <w:tc>
          <w:tcPr>
            <w:tcW w:w="1312" w:type="dxa"/>
            <w:tcBorders>
              <w:top w:val="nil"/>
              <w:left w:val="nil"/>
              <w:bottom w:val="single" w:sz="8" w:space="0" w:color="auto"/>
              <w:right w:val="single" w:sz="8" w:space="0" w:color="auto"/>
            </w:tcBorders>
            <w:shd w:val="clear" w:color="auto" w:fill="auto"/>
            <w:noWrap/>
            <w:vAlign w:val="center"/>
            <w:hideMark/>
          </w:tcPr>
          <w:p w:rsidR="004F364D" w:rsidRPr="004F364D" w:rsidRDefault="004F364D" w:rsidP="008E6147">
            <w:pPr>
              <w:spacing w:before="60" w:after="60" w:line="240" w:lineRule="auto"/>
              <w:jc w:val="right"/>
              <w:rPr>
                <w:rFonts w:cs="Arial"/>
                <w:sz w:val="20"/>
              </w:rPr>
            </w:pPr>
            <w:r>
              <w:rPr>
                <w:rFonts w:cs="Arial"/>
                <w:sz w:val="20"/>
              </w:rPr>
              <w:t>60.000</w:t>
            </w:r>
          </w:p>
        </w:tc>
      </w:tr>
    </w:tbl>
    <w:p w:rsidR="00917452" w:rsidRPr="002A5621" w:rsidRDefault="00CF3636" w:rsidP="00476F4D">
      <w:pPr>
        <w:pStyle w:val="Ttulo1"/>
        <w:numPr>
          <w:ilvl w:val="0"/>
          <w:numId w:val="6"/>
        </w:numPr>
        <w:pBdr>
          <w:bottom w:val="single" w:sz="4" w:space="0" w:color="365F91"/>
        </w:pBdr>
        <w:ind w:left="0" w:firstLine="349"/>
        <w:rPr>
          <w:rFonts w:cs="Times New Roman"/>
          <w:szCs w:val="40"/>
        </w:rPr>
      </w:pPr>
      <w:bookmarkStart w:id="13" w:name="_Toc47096478"/>
      <w:bookmarkStart w:id="14" w:name="_Toc47600754"/>
      <w:r>
        <w:rPr>
          <w:rFonts w:cs="Times New Roman"/>
          <w:szCs w:val="40"/>
        </w:rPr>
        <w:lastRenderedPageBreak/>
        <w:t>ACCIONES DEL SUBCOMPONENTE</w:t>
      </w:r>
      <w:bookmarkEnd w:id="10"/>
      <w:bookmarkEnd w:id="13"/>
      <w:bookmarkEnd w:id="14"/>
    </w:p>
    <w:p w:rsidR="002A5621" w:rsidRPr="002A5621" w:rsidRDefault="002A5621" w:rsidP="00476F4D">
      <w:pPr>
        <w:pStyle w:val="Ttulo1"/>
        <w:numPr>
          <w:ilvl w:val="1"/>
          <w:numId w:val="15"/>
        </w:numPr>
        <w:pBdr>
          <w:bottom w:val="none" w:sz="0" w:space="0" w:color="auto"/>
        </w:pBdr>
        <w:spacing w:before="360"/>
        <w:ind w:left="567" w:hanging="431"/>
        <w:rPr>
          <w:rFonts w:cs="Times New Roman"/>
          <w:color w:val="auto"/>
          <w:sz w:val="28"/>
          <w:szCs w:val="28"/>
        </w:rPr>
      </w:pPr>
      <w:bookmarkStart w:id="15" w:name="_Toc47096479"/>
      <w:bookmarkStart w:id="16" w:name="_Toc47600755"/>
      <w:r w:rsidRPr="002A5621">
        <w:rPr>
          <w:rFonts w:cs="Times New Roman"/>
          <w:color w:val="auto"/>
          <w:sz w:val="28"/>
          <w:szCs w:val="28"/>
        </w:rPr>
        <w:t>Construcción de edificios de nivel inicial y dotación de mobiliario</w:t>
      </w:r>
      <w:bookmarkEnd w:id="15"/>
      <w:bookmarkEnd w:id="16"/>
    </w:p>
    <w:p w:rsidR="00A012BE" w:rsidRPr="00E43289" w:rsidRDefault="00450918" w:rsidP="00476F4D">
      <w:r w:rsidRPr="00E43289">
        <w:t>Se financiará la construcción de nuevos edificios educativos destinados al nivel inicial</w:t>
      </w:r>
      <w:r w:rsidR="00994769">
        <w:t xml:space="preserve"> </w:t>
      </w:r>
      <w:r w:rsidR="00433AC6" w:rsidRPr="00E43289">
        <w:t>y</w:t>
      </w:r>
      <w:r w:rsidR="0064114E">
        <w:t xml:space="preserve"> su</w:t>
      </w:r>
      <w:r w:rsidR="00433AC6" w:rsidRPr="00E43289">
        <w:t xml:space="preserve"> dotación</w:t>
      </w:r>
      <w:r w:rsidR="00433AC6">
        <w:t xml:space="preserve"> de mobiliario</w:t>
      </w:r>
      <w:r w:rsidRPr="00E43289">
        <w:t xml:space="preserve">. Se prevé la construcción de </w:t>
      </w:r>
      <w:r w:rsidR="00433AC6">
        <w:t xml:space="preserve">aproximadamente </w:t>
      </w:r>
      <w:r w:rsidR="00B02045">
        <w:rPr>
          <w:rFonts w:cs="Arial"/>
          <w:szCs w:val="24"/>
        </w:rPr>
        <w:t>6</w:t>
      </w:r>
      <w:r w:rsidR="004B56EC">
        <w:rPr>
          <w:rFonts w:cs="Arial"/>
          <w:szCs w:val="24"/>
        </w:rPr>
        <w:t>0</w:t>
      </w:r>
      <w:r w:rsidR="008F6D5D">
        <w:rPr>
          <w:rFonts w:cs="Arial"/>
          <w:szCs w:val="24"/>
        </w:rPr>
        <w:t xml:space="preserve"> </w:t>
      </w:r>
      <w:r w:rsidRPr="00E43289">
        <w:t>escuelas de nivel inicial</w:t>
      </w:r>
      <w:r w:rsidR="00B02045">
        <w:t xml:space="preserve"> y la ampliación de 20 escuelas,</w:t>
      </w:r>
      <w:r w:rsidRPr="00E43289">
        <w:t xml:space="preserve"> que beneficia</w:t>
      </w:r>
      <w:r w:rsidR="0064114E">
        <w:t>rá</w:t>
      </w:r>
      <w:r w:rsidRPr="00E43289">
        <w:t xml:space="preserve">n alrededor de </w:t>
      </w:r>
      <w:r w:rsidR="004B56EC">
        <w:rPr>
          <w:rFonts w:cs="Arial"/>
          <w:szCs w:val="24"/>
        </w:rPr>
        <w:t>11</w:t>
      </w:r>
      <w:r w:rsidRPr="00F93A2E">
        <w:rPr>
          <w:rFonts w:cs="Arial"/>
          <w:szCs w:val="24"/>
        </w:rPr>
        <w:t>.</w:t>
      </w:r>
      <w:r w:rsidR="004B56EC">
        <w:rPr>
          <w:rFonts w:cs="Arial"/>
          <w:szCs w:val="24"/>
        </w:rPr>
        <w:t>05</w:t>
      </w:r>
      <w:r w:rsidRPr="00F93A2E">
        <w:rPr>
          <w:rFonts w:cs="Arial"/>
          <w:szCs w:val="24"/>
        </w:rPr>
        <w:t>0</w:t>
      </w:r>
      <w:r w:rsidRPr="00E43289">
        <w:t xml:space="preserve"> estudiantes </w:t>
      </w:r>
      <w:r>
        <w:t xml:space="preserve">en </w:t>
      </w:r>
      <w:r w:rsidR="004B56EC">
        <w:rPr>
          <w:rFonts w:cs="Arial"/>
          <w:szCs w:val="24"/>
        </w:rPr>
        <w:t>todo el país</w:t>
      </w:r>
      <w:r>
        <w:t>.</w:t>
      </w:r>
    </w:p>
    <w:p w:rsidR="00917452" w:rsidRPr="002A5621" w:rsidRDefault="00450918" w:rsidP="00476F4D">
      <w:pPr>
        <w:pStyle w:val="Ttulo1"/>
        <w:numPr>
          <w:ilvl w:val="2"/>
          <w:numId w:val="16"/>
        </w:numPr>
        <w:pBdr>
          <w:bottom w:val="none" w:sz="0" w:space="0" w:color="auto"/>
        </w:pBdr>
        <w:spacing w:before="360"/>
        <w:ind w:left="1225" w:hanging="505"/>
        <w:rPr>
          <w:rFonts w:cs="Times New Roman"/>
          <w:color w:val="auto"/>
          <w:sz w:val="24"/>
          <w:szCs w:val="24"/>
        </w:rPr>
      </w:pPr>
      <w:bookmarkStart w:id="17" w:name="_Toc501118899"/>
      <w:bookmarkStart w:id="18" w:name="_Toc47096480"/>
      <w:bookmarkStart w:id="19" w:name="_Toc47600756"/>
      <w:r w:rsidRPr="002A5621">
        <w:rPr>
          <w:rFonts w:cs="Times New Roman"/>
          <w:color w:val="auto"/>
          <w:sz w:val="24"/>
          <w:szCs w:val="24"/>
        </w:rPr>
        <w:t>Características de la infraestructura y modalidad de contratación</w:t>
      </w:r>
      <w:bookmarkEnd w:id="17"/>
      <w:bookmarkEnd w:id="18"/>
      <w:bookmarkEnd w:id="19"/>
    </w:p>
    <w:p w:rsidR="00FC099C" w:rsidRDefault="00FC099C" w:rsidP="00476F4D">
      <w:pPr>
        <w:rPr>
          <w:rFonts w:cs="Arial"/>
          <w:szCs w:val="24"/>
        </w:rPr>
      </w:pPr>
      <w:r>
        <w:rPr>
          <w:rFonts w:cs="Arial"/>
          <w:szCs w:val="24"/>
        </w:rPr>
        <w:t>Las obras a financiar contemplan tanto edificios nuevos como ampliaciones, e incluyen su equipamiento fijo y móvil. Las características programáticas (cantidad y tipos de espacios) dependerán de cada obra, su contexto de inserción y estarán vinculados con la matrícula proyectada y características de las comunidades a atender. Se</w:t>
      </w:r>
      <w:r w:rsidR="00460008">
        <w:rPr>
          <w:rFonts w:cs="Arial"/>
          <w:szCs w:val="24"/>
        </w:rPr>
        <w:t xml:space="preserve"> </w:t>
      </w:r>
      <w:r>
        <w:rPr>
          <w:rFonts w:cs="Arial"/>
          <w:szCs w:val="24"/>
        </w:rPr>
        <w:t>prevé un universo de edificios de entre 1 a 6 salas (excepcionalmente 9), aplicando el criterio de continuidad del trayecto escolar en relación a las escuelas primarias de la unidad de análisis territorial (UAT). Adicionalmente, se incluyen espacios pedagógicos complementarios (Salones de Usos múltiples, patios de juegos), sectores de administración / gobierno escolar, sala de docentes, y áreas de servicios (sanitarios, cocinas).</w:t>
      </w:r>
    </w:p>
    <w:p w:rsidR="00FC099C" w:rsidRDefault="00FC099C" w:rsidP="00476F4D">
      <w:pPr>
        <w:rPr>
          <w:rFonts w:cs="Arial"/>
          <w:szCs w:val="24"/>
        </w:rPr>
      </w:pPr>
      <w:r>
        <w:rPr>
          <w:rFonts w:cs="Arial"/>
          <w:szCs w:val="24"/>
        </w:rPr>
        <w:t>A fin de responder eficazmente a las particularidades regionales, el diseño de la arquitectura y el equipamiento estará en manos de las jurisdicciones provinciales, con el seguimiento y asesoramiento de la DGI, y respetando la normativa de arquitectura escolar vigente. En los casos que así lo requieran, la DGI aportará a las jurisdicciones prototipos desarrollados con anterioridad, sobre los que podrán efectuarse las modificaciones que se consideren pertinentes.</w:t>
      </w:r>
    </w:p>
    <w:p w:rsidR="00F87030" w:rsidRDefault="00FC099C" w:rsidP="00476F4D">
      <w:r>
        <w:rPr>
          <w:rFonts w:cs="Arial"/>
          <w:szCs w:val="24"/>
        </w:rPr>
        <w:t xml:space="preserve">En cuanto a la concepción de los edificios desde una mirada pedagógica, si bien este aspecto estará vinculado al trabajo de articulación entre los equipos pedagógicos y de infraestructura jurisdiccionales, desde la </w:t>
      </w:r>
      <w:r w:rsidRPr="00667CBF">
        <w:rPr>
          <w:rFonts w:cs="Arial"/>
          <w:szCs w:val="24"/>
        </w:rPr>
        <w:t>DGI se fomentará el desarrollo de proyectos capaces</w:t>
      </w:r>
      <w:r w:rsidR="00F87030" w:rsidRPr="00667CBF">
        <w:t xml:space="preserve"> de generar diferentes situaciones de enseñanza-aprendizaje, trascendiendo la conce</w:t>
      </w:r>
      <w:r w:rsidR="00F87030" w:rsidRPr="00DA592A">
        <w:t>pción tradicional donde los acontecimientos escolares quedan limitados a los confines de</w:t>
      </w:r>
      <w:r w:rsidR="00994769">
        <w:t xml:space="preserve"> </w:t>
      </w:r>
      <w:r w:rsidR="00F87030" w:rsidRPr="00DA592A">
        <w:t>l</w:t>
      </w:r>
      <w:r w:rsidR="00F87030">
        <w:t>a sala</w:t>
      </w:r>
      <w:r>
        <w:rPr>
          <w:rFonts w:cs="Arial"/>
          <w:szCs w:val="24"/>
        </w:rPr>
        <w:t xml:space="preserve">, la cual ha de </w:t>
      </w:r>
      <w:r w:rsidRPr="00DA592A">
        <w:rPr>
          <w:rFonts w:cs="Arial"/>
          <w:szCs w:val="24"/>
        </w:rPr>
        <w:t>posibilita</w:t>
      </w:r>
      <w:r>
        <w:rPr>
          <w:rFonts w:cs="Arial"/>
          <w:szCs w:val="24"/>
        </w:rPr>
        <w:t>r</w:t>
      </w:r>
      <w:r w:rsidR="00F87030" w:rsidRPr="00DA592A">
        <w:t xml:space="preserve"> configuraciones diversas, </w:t>
      </w:r>
      <w:r>
        <w:rPr>
          <w:rFonts w:cs="Arial"/>
          <w:szCs w:val="24"/>
        </w:rPr>
        <w:t xml:space="preserve">y </w:t>
      </w:r>
      <w:r w:rsidRPr="00DA592A">
        <w:rPr>
          <w:rFonts w:cs="Arial"/>
          <w:szCs w:val="24"/>
        </w:rPr>
        <w:t>vincula</w:t>
      </w:r>
      <w:r>
        <w:rPr>
          <w:rFonts w:cs="Arial"/>
          <w:szCs w:val="24"/>
        </w:rPr>
        <w:t>ciones</w:t>
      </w:r>
      <w:r w:rsidR="00460008">
        <w:rPr>
          <w:rFonts w:cs="Arial"/>
          <w:szCs w:val="24"/>
        </w:rPr>
        <w:t xml:space="preserve"> </w:t>
      </w:r>
      <w:r w:rsidR="00F87030" w:rsidRPr="00DA592A">
        <w:t>con las salas anexas</w:t>
      </w:r>
      <w:r>
        <w:rPr>
          <w:rFonts w:cs="Arial"/>
          <w:szCs w:val="24"/>
        </w:rPr>
        <w:t xml:space="preserve"> (preferentemente)</w:t>
      </w:r>
      <w:r w:rsidRPr="00DA592A">
        <w:rPr>
          <w:rFonts w:cs="Arial"/>
          <w:szCs w:val="24"/>
        </w:rPr>
        <w:t>,</w:t>
      </w:r>
      <w:r w:rsidR="00F87030" w:rsidRPr="00DA592A">
        <w:t xml:space="preserve"> favoreciendo prácticas pedagógicas no tradicionales. </w:t>
      </w:r>
    </w:p>
    <w:p w:rsidR="00FC099C" w:rsidRDefault="00FC099C" w:rsidP="00476F4D">
      <w:pPr>
        <w:rPr>
          <w:szCs w:val="24"/>
        </w:rPr>
      </w:pPr>
      <w:r>
        <w:rPr>
          <w:rFonts w:cs="Arial"/>
          <w:szCs w:val="24"/>
        </w:rPr>
        <w:t>Desde el punto de vista constructivo, las jurisdicciones emplearán los sistemas constructivos</w:t>
      </w:r>
      <w:r w:rsidR="00460008">
        <w:rPr>
          <w:rFonts w:cs="Arial"/>
          <w:szCs w:val="24"/>
        </w:rPr>
        <w:t xml:space="preserve"> </w:t>
      </w:r>
      <w:r>
        <w:rPr>
          <w:rFonts w:cs="Arial"/>
          <w:szCs w:val="24"/>
        </w:rPr>
        <w:t xml:space="preserve">que consideren convenientes de acuerdo a la experiencia reciente recogida en cada región pudiendo </w:t>
      </w:r>
      <w:r w:rsidR="00CF3636">
        <w:rPr>
          <w:rFonts w:cs="Arial"/>
          <w:szCs w:val="24"/>
        </w:rPr>
        <w:t xml:space="preserve">optar por el </w:t>
      </w:r>
      <w:r>
        <w:rPr>
          <w:rFonts w:cs="Arial"/>
          <w:szCs w:val="24"/>
        </w:rPr>
        <w:t>tradicional o</w:t>
      </w:r>
      <w:r w:rsidR="00CF3636">
        <w:rPr>
          <w:rFonts w:cs="Arial"/>
          <w:szCs w:val="24"/>
        </w:rPr>
        <w:t xml:space="preserve"> alternativas de sistemas</w:t>
      </w:r>
      <w:r>
        <w:rPr>
          <w:rFonts w:cs="Arial"/>
          <w:szCs w:val="24"/>
        </w:rPr>
        <w:t xml:space="preserve"> industrializado</w:t>
      </w:r>
      <w:r w:rsidR="00CF3636">
        <w:rPr>
          <w:rFonts w:cs="Arial"/>
          <w:szCs w:val="24"/>
        </w:rPr>
        <w:t xml:space="preserve">s, disponibles en la región, </w:t>
      </w:r>
      <w:r w:rsidR="00CF3636">
        <w:rPr>
          <w:rFonts w:cs="Arial"/>
          <w:szCs w:val="24"/>
          <w:lang w:val="es-AR"/>
        </w:rPr>
        <w:t xml:space="preserve">debiendo cumplir con </w:t>
      </w:r>
      <w:r w:rsidRPr="007B7096">
        <w:rPr>
          <w:rFonts w:cs="Arial"/>
          <w:szCs w:val="24"/>
          <w:lang w:val="es-AR"/>
        </w:rPr>
        <w:t xml:space="preserve"> los siguientes parámetros</w:t>
      </w:r>
      <w:r w:rsidR="00CF3636">
        <w:rPr>
          <w:rFonts w:cs="Arial"/>
          <w:szCs w:val="24"/>
          <w:lang w:val="es-AR"/>
        </w:rPr>
        <w:t xml:space="preserve"> en el sentido que</w:t>
      </w:r>
      <w:r w:rsidRPr="007B7096">
        <w:rPr>
          <w:rFonts w:cs="Arial"/>
          <w:szCs w:val="24"/>
          <w:lang w:val="es-AR"/>
        </w:rPr>
        <w:t xml:space="preserve">: a)  resulte </w:t>
      </w:r>
      <w:r w:rsidRPr="00667CBF">
        <w:rPr>
          <w:rFonts w:cs="Arial"/>
          <w:szCs w:val="24"/>
          <w:lang w:val="es-AR"/>
        </w:rPr>
        <w:t>ventajoso frente a otros sistemas</w:t>
      </w:r>
      <w:r w:rsidR="00CF3636">
        <w:rPr>
          <w:rFonts w:cs="Arial"/>
          <w:szCs w:val="24"/>
          <w:lang w:val="es-AR"/>
        </w:rPr>
        <w:t>;</w:t>
      </w:r>
      <w:r w:rsidR="00460008">
        <w:rPr>
          <w:rFonts w:cs="Arial"/>
          <w:szCs w:val="24"/>
          <w:lang w:val="es-AR"/>
        </w:rPr>
        <w:t xml:space="preserve"> </w:t>
      </w:r>
      <w:r w:rsidRPr="007B7096">
        <w:rPr>
          <w:rFonts w:cs="Arial"/>
          <w:szCs w:val="24"/>
          <w:lang w:val="es-AR"/>
        </w:rPr>
        <w:t xml:space="preserve">b) </w:t>
      </w:r>
      <w:r w:rsidRPr="00667CBF">
        <w:rPr>
          <w:rFonts w:cs="Arial"/>
          <w:szCs w:val="24"/>
          <w:lang w:val="es-AR"/>
        </w:rPr>
        <w:t>fomente las economías regionales</w:t>
      </w:r>
      <w:r w:rsidR="00CF3636">
        <w:rPr>
          <w:rFonts w:cs="Arial"/>
          <w:szCs w:val="24"/>
          <w:lang w:val="es-AR"/>
        </w:rPr>
        <w:t>;</w:t>
      </w:r>
      <w:r w:rsidRPr="007B7096">
        <w:rPr>
          <w:rFonts w:cs="Arial"/>
          <w:szCs w:val="24"/>
          <w:lang w:val="es-AR"/>
        </w:rPr>
        <w:t xml:space="preserve"> c) responda a la tradición constructiva local y no requiera mano de obra excesivamente especializada o no disponible </w:t>
      </w:r>
      <w:r w:rsidRPr="007B7096">
        <w:rPr>
          <w:rFonts w:cs="Arial"/>
          <w:szCs w:val="24"/>
          <w:lang w:val="es-AR"/>
        </w:rPr>
        <w:lastRenderedPageBreak/>
        <w:t>localmente</w:t>
      </w:r>
      <w:r w:rsidR="00CF3636">
        <w:rPr>
          <w:rFonts w:cs="Arial"/>
          <w:szCs w:val="24"/>
          <w:lang w:val="es-AR"/>
        </w:rPr>
        <w:t>;</w:t>
      </w:r>
      <w:r w:rsidRPr="007B7096">
        <w:rPr>
          <w:rFonts w:cs="Arial"/>
          <w:szCs w:val="24"/>
          <w:lang w:val="es-AR"/>
        </w:rPr>
        <w:t xml:space="preserve"> d) contemple el desempeño y </w:t>
      </w:r>
      <w:r w:rsidRPr="00667CBF">
        <w:rPr>
          <w:rFonts w:cs="Arial"/>
          <w:szCs w:val="24"/>
          <w:lang w:val="es-AR"/>
        </w:rPr>
        <w:t>bajo mantenimiento futuro</w:t>
      </w:r>
      <w:r w:rsidR="00CF3636">
        <w:rPr>
          <w:rFonts w:cs="Arial"/>
          <w:szCs w:val="24"/>
          <w:lang w:val="es-AR"/>
        </w:rPr>
        <w:t>; y</w:t>
      </w:r>
      <w:r w:rsidRPr="007B7096">
        <w:rPr>
          <w:rFonts w:cs="Arial"/>
          <w:szCs w:val="24"/>
          <w:lang w:val="es-AR"/>
        </w:rPr>
        <w:t xml:space="preserve"> e)permita la participación de múltiples oferentes, </w:t>
      </w:r>
      <w:r w:rsidRPr="00667CBF">
        <w:rPr>
          <w:rFonts w:cs="Arial"/>
          <w:szCs w:val="24"/>
          <w:lang w:val="es-AR"/>
        </w:rPr>
        <w:t>sin dirigirse a proveedores únicos</w:t>
      </w:r>
      <w:r w:rsidRPr="007B7096">
        <w:rPr>
          <w:rFonts w:cs="Arial"/>
          <w:szCs w:val="24"/>
          <w:lang w:val="es-AR"/>
        </w:rPr>
        <w:t xml:space="preserve"> o con posición claram</w:t>
      </w:r>
      <w:r w:rsidR="00FE64B7">
        <w:rPr>
          <w:rFonts w:cs="Arial"/>
          <w:szCs w:val="24"/>
          <w:lang w:val="es-AR"/>
        </w:rPr>
        <w:t>e</w:t>
      </w:r>
      <w:r w:rsidRPr="007B7096">
        <w:rPr>
          <w:rFonts w:cs="Arial"/>
          <w:szCs w:val="24"/>
          <w:lang w:val="es-AR"/>
        </w:rPr>
        <w:t>nte ventajosa frente a otros.</w:t>
      </w:r>
    </w:p>
    <w:p w:rsidR="00CF3636" w:rsidRPr="00EA436A" w:rsidRDefault="00F87030" w:rsidP="00476F4D">
      <w:pPr>
        <w:rPr>
          <w:lang w:val="es-ES_tradnl"/>
        </w:rPr>
      </w:pPr>
      <w:r w:rsidRPr="00DA592A">
        <w:rPr>
          <w:szCs w:val="24"/>
        </w:rPr>
        <w:t>Una</w:t>
      </w:r>
      <w:r w:rsidR="00460008">
        <w:rPr>
          <w:szCs w:val="24"/>
        </w:rPr>
        <w:t xml:space="preserve"> </w:t>
      </w:r>
      <w:r w:rsidRPr="00DA592A">
        <w:rPr>
          <w:szCs w:val="24"/>
        </w:rPr>
        <w:t>vez definida la elegibilidad de los jardines</w:t>
      </w:r>
      <w:r w:rsidR="0013009E" w:rsidRPr="00DA592A">
        <w:rPr>
          <w:szCs w:val="24"/>
        </w:rPr>
        <w:t xml:space="preserve"> por la </w:t>
      </w:r>
      <w:r w:rsidR="00634BD3" w:rsidRPr="00DA592A">
        <w:rPr>
          <w:szCs w:val="24"/>
        </w:rPr>
        <w:t>jurisdicci</w:t>
      </w:r>
      <w:r w:rsidR="00634BD3">
        <w:rPr>
          <w:szCs w:val="24"/>
        </w:rPr>
        <w:t>ón</w:t>
      </w:r>
      <w:r w:rsidR="00294AED" w:rsidRPr="00DA592A">
        <w:rPr>
          <w:szCs w:val="24"/>
        </w:rPr>
        <w:t xml:space="preserve">, la </w:t>
      </w:r>
      <w:r w:rsidR="00FC099C">
        <w:rPr>
          <w:szCs w:val="24"/>
        </w:rPr>
        <w:t>UCP</w:t>
      </w:r>
      <w:r w:rsidR="00294AED" w:rsidRPr="00DA592A">
        <w:rPr>
          <w:szCs w:val="24"/>
        </w:rPr>
        <w:t xml:space="preserve"> envía</w:t>
      </w:r>
      <w:r w:rsidR="00460008">
        <w:rPr>
          <w:szCs w:val="24"/>
        </w:rPr>
        <w:t xml:space="preserve"> </w:t>
      </w:r>
      <w:r w:rsidR="00294AED" w:rsidRPr="00DA592A">
        <w:rPr>
          <w:szCs w:val="24"/>
        </w:rPr>
        <w:t xml:space="preserve">documentación </w:t>
      </w:r>
      <w:r w:rsidR="006929A7" w:rsidRPr="00DA592A">
        <w:rPr>
          <w:szCs w:val="24"/>
        </w:rPr>
        <w:t xml:space="preserve">al Ministerio de </w:t>
      </w:r>
      <w:r w:rsidR="005B37DC" w:rsidRPr="00DA592A">
        <w:rPr>
          <w:szCs w:val="24"/>
        </w:rPr>
        <w:t>Educación</w:t>
      </w:r>
      <w:r w:rsidR="00460008">
        <w:rPr>
          <w:szCs w:val="24"/>
        </w:rPr>
        <w:t xml:space="preserve"> </w:t>
      </w:r>
      <w:r w:rsidR="006929A7" w:rsidRPr="00DA592A">
        <w:rPr>
          <w:szCs w:val="24"/>
        </w:rPr>
        <w:t>donde se conforman los legajos de elegibilidad</w:t>
      </w:r>
      <w:r w:rsidR="00CF3636">
        <w:rPr>
          <w:szCs w:val="24"/>
        </w:rPr>
        <w:t>, otorgando el apto técnico para el desarrollo del</w:t>
      </w:r>
      <w:r w:rsidR="00460008">
        <w:rPr>
          <w:szCs w:val="24"/>
        </w:rPr>
        <w:t xml:space="preserve"> </w:t>
      </w:r>
      <w:r w:rsidR="00CF3636">
        <w:rPr>
          <w:szCs w:val="24"/>
        </w:rPr>
        <w:t>P</w:t>
      </w:r>
      <w:r w:rsidR="00FC099C">
        <w:rPr>
          <w:szCs w:val="24"/>
        </w:rPr>
        <w:t xml:space="preserve">royecto </w:t>
      </w:r>
      <w:r w:rsidR="00CF3636">
        <w:rPr>
          <w:szCs w:val="24"/>
        </w:rPr>
        <w:t>E</w:t>
      </w:r>
      <w:r w:rsidR="00FC099C">
        <w:rPr>
          <w:szCs w:val="24"/>
        </w:rPr>
        <w:t>jecutivo</w:t>
      </w:r>
      <w:r w:rsidR="00CF3636">
        <w:rPr>
          <w:szCs w:val="24"/>
        </w:rPr>
        <w:t xml:space="preserve"> a cargo de la UCP</w:t>
      </w:r>
      <w:r w:rsidR="00FC099C">
        <w:rPr>
          <w:szCs w:val="24"/>
        </w:rPr>
        <w:t>.</w:t>
      </w:r>
      <w:r w:rsidR="008F6D5D">
        <w:rPr>
          <w:szCs w:val="24"/>
        </w:rPr>
        <w:t xml:space="preserve"> </w:t>
      </w:r>
      <w:r w:rsidR="00CF3636" w:rsidRPr="00EA436A">
        <w:rPr>
          <w:lang w:val="es-ES_tradnl"/>
        </w:rPr>
        <w:t xml:space="preserve">Estos proyectos serán elaborados en cumplimiento de todos los requisitos establecidos en los Capítulos 4 y 5, sección "Presentación de Proyectos" de la Resolución Ministerial N° 1304/13 (o el instrumento normativo que las actualice y/o reemplace). Ver </w:t>
      </w:r>
      <w:r w:rsidR="00CF3636" w:rsidRPr="00636506">
        <w:rPr>
          <w:b/>
          <w:lang w:val="es-ES_tradnl"/>
        </w:rPr>
        <w:t>Apéndice II</w:t>
      </w:r>
      <w:r w:rsidR="00CF3636" w:rsidRPr="00EA436A">
        <w:rPr>
          <w:lang w:val="es-ES_tradnl"/>
        </w:rPr>
        <w:t xml:space="preserve"> de </w:t>
      </w:r>
      <w:r w:rsidR="000415D0">
        <w:rPr>
          <w:lang w:val="es-ES_tradnl"/>
        </w:rPr>
        <w:t>e</w:t>
      </w:r>
      <w:r w:rsidR="00CF3636" w:rsidRPr="00EA436A">
        <w:rPr>
          <w:lang w:val="es-ES_tradnl"/>
        </w:rPr>
        <w:t>ste Anexo.</w:t>
      </w:r>
    </w:p>
    <w:p w:rsidR="00CF3636" w:rsidRPr="000417A4" w:rsidRDefault="0013009E" w:rsidP="00476F4D">
      <w:pPr>
        <w:rPr>
          <w:lang w:val="es-ES_tradnl"/>
        </w:rPr>
      </w:pPr>
      <w:r w:rsidRPr="00DA592A">
        <w:rPr>
          <w:szCs w:val="24"/>
        </w:rPr>
        <w:t xml:space="preserve">La </w:t>
      </w:r>
      <w:r w:rsidR="00493A1D" w:rsidRPr="00DA592A">
        <w:rPr>
          <w:szCs w:val="24"/>
        </w:rPr>
        <w:t xml:space="preserve">construcción de </w:t>
      </w:r>
      <w:r w:rsidR="00F87030" w:rsidRPr="00DA592A">
        <w:rPr>
          <w:szCs w:val="24"/>
        </w:rPr>
        <w:t>los mismos será contratad</w:t>
      </w:r>
      <w:r w:rsidR="00493A1D" w:rsidRPr="00DA592A">
        <w:rPr>
          <w:szCs w:val="24"/>
        </w:rPr>
        <w:t>a</w:t>
      </w:r>
      <w:r w:rsidR="00F87030" w:rsidRPr="00DA592A">
        <w:rPr>
          <w:szCs w:val="24"/>
        </w:rPr>
        <w:t xml:space="preserve"> a nivel central por el </w:t>
      </w:r>
      <w:r w:rsidR="00FC099C" w:rsidRPr="00DA592A">
        <w:rPr>
          <w:szCs w:val="24"/>
        </w:rPr>
        <w:t>ME</w:t>
      </w:r>
      <w:r w:rsidR="00994769">
        <w:rPr>
          <w:szCs w:val="24"/>
        </w:rPr>
        <w:t xml:space="preserve"> </w:t>
      </w:r>
      <w:r w:rsidR="00CF3636" w:rsidRPr="00EA436A">
        <w:rPr>
          <w:lang w:val="es-ES_tradnl"/>
        </w:rPr>
        <w:t xml:space="preserve">mediante una convocatoria de Comparación de Precios con participación de las provincias en los procesos de invitación, publicación y evaluación de ofertas, de acuerdo con las instrucciones y los ciclos de gestión descriptos más adelante en el </w:t>
      </w:r>
      <w:r w:rsidR="00CF3636" w:rsidRPr="000417A4">
        <w:rPr>
          <w:lang w:val="es-ES_tradnl"/>
        </w:rPr>
        <w:t>punto</w:t>
      </w:r>
      <w:r w:rsidR="00994769">
        <w:rPr>
          <w:lang w:val="es-ES_tradnl"/>
        </w:rPr>
        <w:t xml:space="preserve"> </w:t>
      </w:r>
      <w:r w:rsidR="00CF3636" w:rsidRPr="000417A4">
        <w:rPr>
          <w:lang w:val="es-ES_tradnl"/>
        </w:rPr>
        <w:t>3.</w:t>
      </w:r>
      <w:r w:rsidR="000417A4">
        <w:rPr>
          <w:lang w:val="es-ES_tradnl"/>
        </w:rPr>
        <w:t>1.6</w:t>
      </w:r>
      <w:r w:rsidR="008F6D5D">
        <w:rPr>
          <w:lang w:val="es-ES_tradnl"/>
        </w:rPr>
        <w:t xml:space="preserve"> </w:t>
      </w:r>
      <w:r w:rsidR="000417A4" w:rsidRPr="00492E7C">
        <w:rPr>
          <w:i/>
          <w:lang w:val="es-ES_tradnl"/>
        </w:rPr>
        <w:t>"Procedimientos de Gestión"</w:t>
      </w:r>
      <w:r w:rsidR="000417A4">
        <w:rPr>
          <w:lang w:val="es-ES_tradnl"/>
        </w:rPr>
        <w:t>.</w:t>
      </w:r>
    </w:p>
    <w:p w:rsidR="00A012BE" w:rsidRPr="00F1297D" w:rsidRDefault="00F1297D" w:rsidP="00476F4D">
      <w:pPr>
        <w:rPr>
          <w:lang w:val="es-ES_tradnl"/>
        </w:rPr>
      </w:pPr>
      <w:r w:rsidRPr="00EA436A">
        <w:rPr>
          <w:lang w:val="es-ES_tradnl"/>
        </w:rPr>
        <w:t>Las obras se regirán por el Reglamento Operativo y sus Anexos, los documentos que integran el legajo para la presentación de ofertas: Proyecto Ejecutivo, Pliegos de Condiciones Generales y Particulares, Pliego de Especificaciones Técnicas aprobados para la convocatoria y las aclaraciones y/o modificaciones que resulten del proceso de llamado, evaluación, adjudicación de ofertas y contratación de obras.</w:t>
      </w:r>
    </w:p>
    <w:p w:rsidR="00917452" w:rsidRPr="000F79EF" w:rsidRDefault="000B2877" w:rsidP="00476F4D">
      <w:pPr>
        <w:pStyle w:val="Ttulo1"/>
        <w:numPr>
          <w:ilvl w:val="2"/>
          <w:numId w:val="16"/>
        </w:numPr>
        <w:pBdr>
          <w:bottom w:val="none" w:sz="0" w:space="0" w:color="auto"/>
        </w:pBdr>
        <w:spacing w:before="360"/>
        <w:ind w:left="1225" w:hanging="505"/>
        <w:rPr>
          <w:rFonts w:cs="Times New Roman"/>
          <w:color w:val="auto"/>
          <w:sz w:val="24"/>
          <w:szCs w:val="24"/>
        </w:rPr>
      </w:pPr>
      <w:bookmarkStart w:id="20" w:name="_Toc47096481"/>
      <w:bookmarkStart w:id="21" w:name="_Toc47600757"/>
      <w:r w:rsidRPr="000F79EF">
        <w:rPr>
          <w:rFonts w:cs="Times New Roman"/>
          <w:color w:val="auto"/>
          <w:sz w:val="24"/>
          <w:szCs w:val="24"/>
        </w:rPr>
        <w:t>Criterios de elegibilidad</w:t>
      </w:r>
      <w:r w:rsidR="0005633C" w:rsidRPr="000F79EF">
        <w:rPr>
          <w:rFonts w:cs="Times New Roman"/>
          <w:color w:val="auto"/>
          <w:sz w:val="24"/>
          <w:szCs w:val="24"/>
        </w:rPr>
        <w:t xml:space="preserve"> generales</w:t>
      </w:r>
      <w:r w:rsidR="009B6B2E" w:rsidRPr="000F79EF">
        <w:rPr>
          <w:rFonts w:cs="Times New Roman"/>
          <w:color w:val="auto"/>
          <w:sz w:val="24"/>
          <w:szCs w:val="24"/>
        </w:rPr>
        <w:t xml:space="preserve"> para todas las </w:t>
      </w:r>
      <w:r w:rsidR="005A75D7" w:rsidRPr="000F79EF">
        <w:rPr>
          <w:rFonts w:cs="Times New Roman"/>
          <w:color w:val="auto"/>
          <w:sz w:val="24"/>
          <w:szCs w:val="24"/>
        </w:rPr>
        <w:t>o</w:t>
      </w:r>
      <w:r w:rsidR="009B6B2E" w:rsidRPr="000F79EF">
        <w:rPr>
          <w:rFonts w:cs="Times New Roman"/>
          <w:color w:val="auto"/>
          <w:sz w:val="24"/>
          <w:szCs w:val="24"/>
        </w:rPr>
        <w:t>bras</w:t>
      </w:r>
      <w:bookmarkEnd w:id="20"/>
      <w:bookmarkEnd w:id="21"/>
    </w:p>
    <w:p w:rsidR="00003754" w:rsidRPr="00DA592A" w:rsidRDefault="00081CB8" w:rsidP="00476F4D">
      <w:pPr>
        <w:rPr>
          <w:szCs w:val="24"/>
        </w:rPr>
      </w:pPr>
      <w:r w:rsidRPr="00DA592A">
        <w:rPr>
          <w:szCs w:val="24"/>
        </w:rPr>
        <w:t xml:space="preserve">Los requisitos </w:t>
      </w:r>
      <w:r w:rsidR="0005633C" w:rsidRPr="00DA592A">
        <w:rPr>
          <w:szCs w:val="24"/>
        </w:rPr>
        <w:t xml:space="preserve">generales </w:t>
      </w:r>
      <w:r w:rsidRPr="00DA592A">
        <w:rPr>
          <w:szCs w:val="24"/>
        </w:rPr>
        <w:t xml:space="preserve">y documentación necesaria </w:t>
      </w:r>
      <w:r w:rsidR="007547E7" w:rsidRPr="00DA592A">
        <w:rPr>
          <w:szCs w:val="24"/>
        </w:rPr>
        <w:t xml:space="preserve">para la elegibilidad de </w:t>
      </w:r>
      <w:r w:rsidR="00840A49">
        <w:rPr>
          <w:szCs w:val="24"/>
        </w:rPr>
        <w:t>una o</w:t>
      </w:r>
      <w:r w:rsidR="0005633C" w:rsidRPr="00DA592A">
        <w:rPr>
          <w:szCs w:val="24"/>
        </w:rPr>
        <w:t>bra</w:t>
      </w:r>
      <w:r w:rsidR="007547E7" w:rsidRPr="00DA592A">
        <w:rPr>
          <w:szCs w:val="24"/>
        </w:rPr>
        <w:t xml:space="preserve"> </w:t>
      </w:r>
      <w:r w:rsidRPr="00DA592A">
        <w:rPr>
          <w:szCs w:val="24"/>
        </w:rPr>
        <w:t xml:space="preserve">se encuentran detallados en </w:t>
      </w:r>
      <w:r w:rsidR="001A4000" w:rsidRPr="00DA592A">
        <w:rPr>
          <w:szCs w:val="24"/>
        </w:rPr>
        <w:t xml:space="preserve">la RM </w:t>
      </w:r>
      <w:r w:rsidR="00840A49">
        <w:rPr>
          <w:szCs w:val="24"/>
        </w:rPr>
        <w:t>N°</w:t>
      </w:r>
      <w:r w:rsidR="001A4000" w:rsidRPr="00DA592A">
        <w:rPr>
          <w:szCs w:val="24"/>
        </w:rPr>
        <w:t>1304/13</w:t>
      </w:r>
      <w:r w:rsidR="00170777" w:rsidRPr="00DA592A">
        <w:rPr>
          <w:szCs w:val="24"/>
        </w:rPr>
        <w:t>.</w:t>
      </w:r>
    </w:p>
    <w:p w:rsidR="00F54603" w:rsidRPr="00DA592A" w:rsidRDefault="00671DC4" w:rsidP="00476F4D">
      <w:pPr>
        <w:rPr>
          <w:szCs w:val="24"/>
        </w:rPr>
      </w:pPr>
      <w:r w:rsidRPr="00DA592A">
        <w:rPr>
          <w:szCs w:val="24"/>
        </w:rPr>
        <w:t>L</w:t>
      </w:r>
      <w:r w:rsidR="00F54603" w:rsidRPr="00DA592A">
        <w:rPr>
          <w:szCs w:val="24"/>
        </w:rPr>
        <w:t>os criterios de elegibilidad</w:t>
      </w:r>
      <w:r w:rsidR="00DC5691">
        <w:rPr>
          <w:szCs w:val="24"/>
        </w:rPr>
        <w:t xml:space="preserve"> </w:t>
      </w:r>
      <w:r w:rsidR="007D7483" w:rsidRPr="00DA592A">
        <w:rPr>
          <w:szCs w:val="24"/>
        </w:rPr>
        <w:t>con los que se deberá</w:t>
      </w:r>
      <w:r w:rsidR="00857C64" w:rsidRPr="00DA592A">
        <w:rPr>
          <w:szCs w:val="24"/>
        </w:rPr>
        <w:t>n</w:t>
      </w:r>
      <w:r w:rsidR="007D7483" w:rsidRPr="00DA592A">
        <w:rPr>
          <w:szCs w:val="24"/>
        </w:rPr>
        <w:t xml:space="preserve"> cumplir, </w:t>
      </w:r>
      <w:r w:rsidR="00371922" w:rsidRPr="00DA592A">
        <w:rPr>
          <w:szCs w:val="24"/>
        </w:rPr>
        <w:t>formarán parte del expediente de cada obra</w:t>
      </w:r>
      <w:r w:rsidR="004A560F" w:rsidRPr="00DA592A">
        <w:rPr>
          <w:vertAlign w:val="superscript"/>
        </w:rPr>
        <w:footnoteReference w:id="3"/>
      </w:r>
      <w:r w:rsidR="00371922" w:rsidRPr="00DA592A">
        <w:rPr>
          <w:szCs w:val="24"/>
        </w:rPr>
        <w:t xml:space="preserve"> y </w:t>
      </w:r>
      <w:r w:rsidR="00F54603" w:rsidRPr="00DA592A">
        <w:rPr>
          <w:szCs w:val="24"/>
        </w:rPr>
        <w:t xml:space="preserve">se </w:t>
      </w:r>
      <w:r w:rsidR="00146718" w:rsidRPr="00DA592A">
        <w:rPr>
          <w:szCs w:val="24"/>
        </w:rPr>
        <w:t>detallan a</w:t>
      </w:r>
      <w:r w:rsidR="00DA592A">
        <w:rPr>
          <w:szCs w:val="24"/>
        </w:rPr>
        <w:t xml:space="preserve"> continuación:</w:t>
      </w:r>
    </w:p>
    <w:p w:rsidR="00347A11" w:rsidRPr="000417A4" w:rsidRDefault="00D56782" w:rsidP="00476F4D">
      <w:pPr>
        <w:pStyle w:val="Prrafodelista"/>
        <w:numPr>
          <w:ilvl w:val="0"/>
          <w:numId w:val="2"/>
        </w:numPr>
        <w:spacing w:after="120" w:line="288" w:lineRule="auto"/>
        <w:ind w:left="714" w:hanging="357"/>
        <w:contextualSpacing w:val="0"/>
        <w:jc w:val="both"/>
        <w:rPr>
          <w:sz w:val="24"/>
          <w:szCs w:val="24"/>
        </w:rPr>
      </w:pPr>
      <w:r w:rsidRPr="000417A4">
        <w:rPr>
          <w:sz w:val="24"/>
          <w:szCs w:val="24"/>
        </w:rPr>
        <w:t>Formar</w:t>
      </w:r>
      <w:r w:rsidR="00DC5691">
        <w:rPr>
          <w:sz w:val="24"/>
          <w:szCs w:val="24"/>
        </w:rPr>
        <w:t xml:space="preserve"> </w:t>
      </w:r>
      <w:r w:rsidR="00CF1F0F" w:rsidRPr="000417A4">
        <w:rPr>
          <w:sz w:val="24"/>
          <w:szCs w:val="24"/>
        </w:rPr>
        <w:t>parte de</w:t>
      </w:r>
      <w:r w:rsidRPr="000417A4">
        <w:rPr>
          <w:sz w:val="24"/>
          <w:szCs w:val="24"/>
        </w:rPr>
        <w:t xml:space="preserve"> la</w:t>
      </w:r>
      <w:r w:rsidR="00CF1F0F" w:rsidRPr="000417A4">
        <w:rPr>
          <w:sz w:val="24"/>
          <w:szCs w:val="24"/>
        </w:rPr>
        <w:t xml:space="preserve"> programación educativa </w:t>
      </w:r>
      <w:r w:rsidRPr="000417A4">
        <w:rPr>
          <w:sz w:val="24"/>
          <w:szCs w:val="24"/>
        </w:rPr>
        <w:t xml:space="preserve">jurisdiccional </w:t>
      </w:r>
      <w:r w:rsidR="00CF1F0F" w:rsidRPr="000417A4">
        <w:rPr>
          <w:sz w:val="24"/>
          <w:szCs w:val="24"/>
        </w:rPr>
        <w:t>por nivel y modalidad.</w:t>
      </w:r>
    </w:p>
    <w:p w:rsidR="00F1297D" w:rsidRPr="000417A4" w:rsidRDefault="00CF1F0F" w:rsidP="00476F4D">
      <w:pPr>
        <w:pStyle w:val="Prrafodelista"/>
        <w:numPr>
          <w:ilvl w:val="0"/>
          <w:numId w:val="2"/>
        </w:numPr>
        <w:spacing w:after="120" w:line="288" w:lineRule="auto"/>
        <w:ind w:left="714" w:hanging="357"/>
        <w:contextualSpacing w:val="0"/>
        <w:jc w:val="both"/>
        <w:rPr>
          <w:sz w:val="24"/>
          <w:szCs w:val="24"/>
        </w:rPr>
      </w:pPr>
      <w:r w:rsidRPr="000417A4">
        <w:rPr>
          <w:sz w:val="24"/>
          <w:szCs w:val="24"/>
        </w:rPr>
        <w:t>Localización territorial, de acuerdo con los planes maestros provinciales y población objetivo</w:t>
      </w:r>
      <w:r w:rsidR="00DC5691">
        <w:rPr>
          <w:sz w:val="24"/>
          <w:szCs w:val="24"/>
        </w:rPr>
        <w:t xml:space="preserve"> </w:t>
      </w:r>
      <w:r w:rsidRPr="000417A4">
        <w:rPr>
          <w:sz w:val="24"/>
          <w:szCs w:val="24"/>
        </w:rPr>
        <w:t>definida por el Programa.</w:t>
      </w:r>
    </w:p>
    <w:p w:rsidR="00347A11" w:rsidRPr="000417A4" w:rsidRDefault="00617A4C" w:rsidP="00476F4D">
      <w:pPr>
        <w:pStyle w:val="Prrafodelista"/>
        <w:numPr>
          <w:ilvl w:val="0"/>
          <w:numId w:val="2"/>
        </w:numPr>
        <w:spacing w:after="120" w:line="288" w:lineRule="auto"/>
        <w:ind w:left="714" w:hanging="357"/>
        <w:contextualSpacing w:val="0"/>
        <w:jc w:val="both"/>
        <w:rPr>
          <w:sz w:val="24"/>
          <w:szCs w:val="24"/>
        </w:rPr>
      </w:pPr>
      <w:r w:rsidRPr="000417A4">
        <w:rPr>
          <w:sz w:val="24"/>
          <w:szCs w:val="24"/>
        </w:rPr>
        <w:t>Las escuelas a construir serán ubicadas en predios sobre los que se acredite el domino fiscal correspondiente.</w:t>
      </w:r>
    </w:p>
    <w:p w:rsidR="00347A11" w:rsidRPr="000417A4" w:rsidRDefault="00D56782" w:rsidP="00476F4D">
      <w:pPr>
        <w:pStyle w:val="Prrafodelista"/>
        <w:numPr>
          <w:ilvl w:val="0"/>
          <w:numId w:val="2"/>
        </w:numPr>
        <w:spacing w:after="120" w:line="288" w:lineRule="auto"/>
        <w:ind w:left="714" w:hanging="357"/>
        <w:contextualSpacing w:val="0"/>
        <w:jc w:val="both"/>
        <w:rPr>
          <w:sz w:val="24"/>
          <w:szCs w:val="24"/>
        </w:rPr>
      </w:pPr>
      <w:r w:rsidRPr="000417A4">
        <w:rPr>
          <w:sz w:val="24"/>
          <w:szCs w:val="24"/>
        </w:rPr>
        <w:t xml:space="preserve">Selección del </w:t>
      </w:r>
      <w:r w:rsidR="00FE64B7" w:rsidRPr="000417A4">
        <w:rPr>
          <w:rFonts w:eastAsia="Times New Roman"/>
          <w:sz w:val="24"/>
          <w:szCs w:val="24"/>
          <w:lang w:eastAsia="es-ES"/>
        </w:rPr>
        <w:t>sistema constructivo</w:t>
      </w:r>
      <w:r w:rsidRPr="000417A4">
        <w:rPr>
          <w:sz w:val="24"/>
          <w:szCs w:val="24"/>
        </w:rPr>
        <w:t xml:space="preserve"> de acuerdo a</w:t>
      </w:r>
      <w:r w:rsidR="005173A7" w:rsidRPr="000417A4">
        <w:rPr>
          <w:sz w:val="24"/>
          <w:szCs w:val="24"/>
        </w:rPr>
        <w:t xml:space="preserve"> lo descri</w:t>
      </w:r>
      <w:r w:rsidR="00FE4790" w:rsidRPr="000417A4">
        <w:rPr>
          <w:sz w:val="24"/>
          <w:szCs w:val="24"/>
        </w:rPr>
        <w:t>p</w:t>
      </w:r>
      <w:r w:rsidR="004971A4" w:rsidRPr="000417A4">
        <w:rPr>
          <w:sz w:val="24"/>
          <w:szCs w:val="24"/>
        </w:rPr>
        <w:t xml:space="preserve">to en el </w:t>
      </w:r>
      <w:r w:rsidR="00EF731F" w:rsidRPr="000417A4">
        <w:rPr>
          <w:b/>
          <w:sz w:val="24"/>
          <w:szCs w:val="24"/>
        </w:rPr>
        <w:t>apartado</w:t>
      </w:r>
      <w:r w:rsidR="008F6D5D">
        <w:rPr>
          <w:b/>
          <w:sz w:val="24"/>
          <w:szCs w:val="24"/>
        </w:rPr>
        <w:t xml:space="preserve"> </w:t>
      </w:r>
      <w:r w:rsidR="00B723C7" w:rsidRPr="000417A4">
        <w:rPr>
          <w:b/>
          <w:sz w:val="24"/>
          <w:szCs w:val="24"/>
        </w:rPr>
        <w:t>3.</w:t>
      </w:r>
      <w:r w:rsidR="00F52F61" w:rsidRPr="000417A4">
        <w:rPr>
          <w:b/>
          <w:sz w:val="24"/>
          <w:szCs w:val="24"/>
        </w:rPr>
        <w:t>1.</w:t>
      </w:r>
      <w:r w:rsidR="00F1297D" w:rsidRPr="000417A4">
        <w:rPr>
          <w:b/>
          <w:sz w:val="24"/>
          <w:szCs w:val="24"/>
        </w:rPr>
        <w:t>1.</w:t>
      </w:r>
    </w:p>
    <w:p w:rsidR="00574B9B" w:rsidRPr="000417A4" w:rsidRDefault="00D342EC" w:rsidP="00476F4D">
      <w:pPr>
        <w:pStyle w:val="Prrafodelista"/>
        <w:numPr>
          <w:ilvl w:val="0"/>
          <w:numId w:val="2"/>
        </w:numPr>
        <w:spacing w:after="120" w:line="288" w:lineRule="auto"/>
        <w:ind w:left="714" w:hanging="357"/>
        <w:contextualSpacing w:val="0"/>
        <w:jc w:val="both"/>
        <w:rPr>
          <w:sz w:val="24"/>
          <w:szCs w:val="24"/>
        </w:rPr>
      </w:pPr>
      <w:r w:rsidRPr="000417A4">
        <w:rPr>
          <w:sz w:val="24"/>
          <w:szCs w:val="24"/>
        </w:rPr>
        <w:t>Garantizarlos recursos para el correcto buen funcionamiento</w:t>
      </w:r>
      <w:r w:rsidR="00F1297D" w:rsidRPr="000417A4">
        <w:rPr>
          <w:sz w:val="24"/>
          <w:szCs w:val="24"/>
        </w:rPr>
        <w:t>, conservación</w:t>
      </w:r>
      <w:r w:rsidRPr="000417A4">
        <w:rPr>
          <w:sz w:val="24"/>
          <w:szCs w:val="24"/>
        </w:rPr>
        <w:t xml:space="preserve"> y mantenimiento de l</w:t>
      </w:r>
      <w:r w:rsidR="00284EB9" w:rsidRPr="000417A4">
        <w:rPr>
          <w:sz w:val="24"/>
          <w:szCs w:val="24"/>
        </w:rPr>
        <w:t>o</w:t>
      </w:r>
      <w:r w:rsidRPr="000417A4">
        <w:rPr>
          <w:sz w:val="24"/>
          <w:szCs w:val="24"/>
        </w:rPr>
        <w:t xml:space="preserve">s </w:t>
      </w:r>
      <w:r w:rsidR="00284EB9" w:rsidRPr="000417A4">
        <w:rPr>
          <w:sz w:val="24"/>
          <w:szCs w:val="24"/>
        </w:rPr>
        <w:t xml:space="preserve">establecimientos </w:t>
      </w:r>
      <w:r w:rsidRPr="000417A4">
        <w:rPr>
          <w:sz w:val="24"/>
          <w:szCs w:val="24"/>
        </w:rPr>
        <w:t>una vez finalizadas</w:t>
      </w:r>
      <w:r w:rsidR="00284EB9" w:rsidRPr="000417A4">
        <w:rPr>
          <w:sz w:val="24"/>
          <w:szCs w:val="24"/>
        </w:rPr>
        <w:t xml:space="preserve"> las </w:t>
      </w:r>
      <w:r w:rsidR="00840A49" w:rsidRPr="000417A4">
        <w:rPr>
          <w:sz w:val="24"/>
          <w:szCs w:val="24"/>
        </w:rPr>
        <w:t>o</w:t>
      </w:r>
      <w:r w:rsidR="00340489" w:rsidRPr="000417A4">
        <w:rPr>
          <w:sz w:val="24"/>
          <w:szCs w:val="24"/>
        </w:rPr>
        <w:t>bras</w:t>
      </w:r>
      <w:r w:rsidR="00F1297D" w:rsidRPr="000417A4">
        <w:rPr>
          <w:sz w:val="24"/>
          <w:szCs w:val="24"/>
        </w:rPr>
        <w:t xml:space="preserve"> y durante la vida útil de los mismos</w:t>
      </w:r>
      <w:r w:rsidR="00146718" w:rsidRPr="000417A4">
        <w:rPr>
          <w:sz w:val="24"/>
          <w:szCs w:val="24"/>
        </w:rPr>
        <w:t>.</w:t>
      </w:r>
    </w:p>
    <w:p w:rsidR="003D59ED" w:rsidRPr="000417A4" w:rsidRDefault="00050ECB" w:rsidP="00476F4D">
      <w:pPr>
        <w:pStyle w:val="Prrafodelista"/>
        <w:numPr>
          <w:ilvl w:val="0"/>
          <w:numId w:val="2"/>
        </w:numPr>
        <w:spacing w:after="0" w:line="240" w:lineRule="auto"/>
        <w:contextualSpacing w:val="0"/>
        <w:jc w:val="both"/>
        <w:rPr>
          <w:sz w:val="24"/>
          <w:szCs w:val="24"/>
          <w:lang w:val="es-ES_tradnl"/>
        </w:rPr>
      </w:pPr>
      <w:r w:rsidRPr="000417A4">
        <w:rPr>
          <w:sz w:val="24"/>
          <w:szCs w:val="24"/>
          <w:lang w:val="es-ES_tradnl"/>
        </w:rPr>
        <w:lastRenderedPageBreak/>
        <w:t>En caso de reemplazos de edificio, demostrar y justificar el deterioro, obsolescencia física o inadecuada estructura funcional del edificio; o existencia de condiciones ambientales desfavorables del entorno o situación dominial irregular del predio o edificio existente.</w:t>
      </w:r>
    </w:p>
    <w:p w:rsidR="00917452" w:rsidRPr="000F79EF" w:rsidRDefault="00917452" w:rsidP="00476F4D">
      <w:pPr>
        <w:pStyle w:val="Ttulo1"/>
        <w:numPr>
          <w:ilvl w:val="2"/>
          <w:numId w:val="16"/>
        </w:numPr>
        <w:pBdr>
          <w:bottom w:val="none" w:sz="0" w:space="0" w:color="auto"/>
        </w:pBdr>
        <w:spacing w:before="360"/>
        <w:ind w:left="1225" w:hanging="505"/>
        <w:rPr>
          <w:rFonts w:cs="Times New Roman"/>
          <w:color w:val="auto"/>
          <w:sz w:val="24"/>
          <w:szCs w:val="24"/>
        </w:rPr>
      </w:pPr>
      <w:bookmarkStart w:id="22" w:name="_Toc47096482"/>
      <w:bookmarkStart w:id="23" w:name="_Toc83184475"/>
      <w:bookmarkStart w:id="24" w:name="_Toc47600758"/>
      <w:r w:rsidRPr="000F79EF">
        <w:rPr>
          <w:rFonts w:cs="Times New Roman"/>
          <w:color w:val="auto"/>
          <w:sz w:val="24"/>
          <w:szCs w:val="24"/>
        </w:rPr>
        <w:t>Inversiones elegibles</w:t>
      </w:r>
      <w:bookmarkEnd w:id="22"/>
      <w:bookmarkEnd w:id="24"/>
    </w:p>
    <w:p w:rsidR="00C43466" w:rsidRDefault="008C06DD" w:rsidP="00476F4D">
      <w:pPr>
        <w:rPr>
          <w:szCs w:val="24"/>
        </w:rPr>
      </w:pPr>
      <w:r w:rsidRPr="00B90D70">
        <w:rPr>
          <w:szCs w:val="24"/>
        </w:rPr>
        <w:t>A continuación</w:t>
      </w:r>
      <w:r w:rsidR="00DC5691">
        <w:rPr>
          <w:szCs w:val="24"/>
        </w:rPr>
        <w:t xml:space="preserve"> </w:t>
      </w:r>
      <w:r w:rsidR="00354DD2" w:rsidRPr="00B90D70">
        <w:rPr>
          <w:szCs w:val="24"/>
        </w:rPr>
        <w:t>se detallan las</w:t>
      </w:r>
      <w:r w:rsidRPr="00B90D70">
        <w:rPr>
          <w:szCs w:val="24"/>
        </w:rPr>
        <w:t xml:space="preserve"> inversi</w:t>
      </w:r>
      <w:r w:rsidR="00354DD2" w:rsidRPr="00B90D70">
        <w:rPr>
          <w:szCs w:val="24"/>
        </w:rPr>
        <w:t xml:space="preserve">ones elegibles </w:t>
      </w:r>
      <w:r w:rsidRPr="00B90D70">
        <w:rPr>
          <w:szCs w:val="24"/>
        </w:rPr>
        <w:t>orientadas a la expansión de la infraestructura</w:t>
      </w:r>
      <w:r w:rsidR="00DC5691">
        <w:rPr>
          <w:szCs w:val="24"/>
        </w:rPr>
        <w:t xml:space="preserve"> </w:t>
      </w:r>
      <w:r w:rsidR="006A72C8" w:rsidRPr="00B90D70">
        <w:rPr>
          <w:szCs w:val="24"/>
        </w:rPr>
        <w:t>educativa</w:t>
      </w:r>
      <w:r w:rsidRPr="00B90D70">
        <w:rPr>
          <w:szCs w:val="24"/>
        </w:rPr>
        <w:t>:</w:t>
      </w:r>
    </w:p>
    <w:p w:rsidR="00B80237" w:rsidRPr="00B90D70" w:rsidRDefault="00B80237" w:rsidP="00476F4D">
      <w:pPr>
        <w:spacing w:before="0" w:after="0" w:line="240" w:lineRule="auto"/>
        <w:rPr>
          <w:szCs w:val="24"/>
        </w:rPr>
      </w:pPr>
    </w:p>
    <w:tbl>
      <w:tblPr>
        <w:tblW w:w="9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40"/>
        <w:gridCol w:w="7153"/>
      </w:tblGrid>
      <w:tr w:rsidR="00975041" w:rsidRPr="00B90D70" w:rsidTr="002E4EF0">
        <w:trPr>
          <w:trHeight w:val="303"/>
          <w:tblHeader/>
        </w:trPr>
        <w:tc>
          <w:tcPr>
            <w:tcW w:w="2040" w:type="dxa"/>
            <w:shd w:val="clear" w:color="auto" w:fill="B6DDE8"/>
            <w:vAlign w:val="center"/>
          </w:tcPr>
          <w:p w:rsidR="00975041" w:rsidRPr="006D4330" w:rsidRDefault="00975041" w:rsidP="00476F4D">
            <w:pPr>
              <w:pStyle w:val="Textoindependiente2"/>
              <w:spacing w:before="40" w:after="40" w:line="240" w:lineRule="auto"/>
              <w:jc w:val="left"/>
              <w:rPr>
                <w:b/>
                <w:smallCaps/>
                <w:sz w:val="20"/>
              </w:rPr>
            </w:pPr>
            <w:r w:rsidRPr="006D4330">
              <w:rPr>
                <w:b/>
                <w:smallCaps/>
                <w:sz w:val="20"/>
              </w:rPr>
              <w:t>Rubros elegibles</w:t>
            </w:r>
          </w:p>
        </w:tc>
        <w:tc>
          <w:tcPr>
            <w:tcW w:w="7153" w:type="dxa"/>
            <w:shd w:val="clear" w:color="auto" w:fill="B6DDE8"/>
          </w:tcPr>
          <w:p w:rsidR="00975041" w:rsidRPr="006D4330" w:rsidRDefault="00975041" w:rsidP="00476F4D">
            <w:pPr>
              <w:pStyle w:val="Textoindependiente2"/>
              <w:spacing w:before="40" w:after="40" w:line="240" w:lineRule="auto"/>
              <w:jc w:val="center"/>
              <w:rPr>
                <w:b/>
                <w:smallCaps/>
                <w:sz w:val="20"/>
              </w:rPr>
            </w:pPr>
            <w:r w:rsidRPr="006D4330">
              <w:rPr>
                <w:b/>
                <w:smallCaps/>
                <w:sz w:val="20"/>
              </w:rPr>
              <w:t>Descripción</w:t>
            </w:r>
          </w:p>
        </w:tc>
      </w:tr>
      <w:tr w:rsidR="002E4EF0" w:rsidRPr="00B90D70" w:rsidTr="002E4EF0">
        <w:tblPrEx>
          <w:tblLook w:val="00A0"/>
        </w:tblPrEx>
        <w:tc>
          <w:tcPr>
            <w:tcW w:w="2040" w:type="dxa"/>
            <w:vAlign w:val="center"/>
          </w:tcPr>
          <w:p w:rsidR="002977AC" w:rsidRDefault="002E4EF0" w:rsidP="000F283C">
            <w:pPr>
              <w:pStyle w:val="Prrafodelista"/>
              <w:numPr>
                <w:ilvl w:val="0"/>
                <w:numId w:val="10"/>
              </w:numPr>
              <w:spacing w:before="60" w:after="60"/>
              <w:ind w:left="284" w:hanging="284"/>
              <w:rPr>
                <w:iCs/>
                <w:sz w:val="20"/>
              </w:rPr>
            </w:pPr>
            <w:r w:rsidRPr="00525FE0">
              <w:rPr>
                <w:iCs/>
                <w:sz w:val="20"/>
                <w:szCs w:val="20"/>
              </w:rPr>
              <w:t>Equipamiento Pedagógico</w:t>
            </w:r>
          </w:p>
        </w:tc>
        <w:tc>
          <w:tcPr>
            <w:tcW w:w="7153" w:type="dxa"/>
            <w:tcBorders>
              <w:bottom w:val="single" w:sz="4" w:space="0" w:color="auto"/>
            </w:tcBorders>
            <w:shd w:val="clear" w:color="auto" w:fill="auto"/>
            <w:vAlign w:val="center"/>
          </w:tcPr>
          <w:p w:rsidR="002E4EF0" w:rsidRPr="00056987" w:rsidRDefault="00197417" w:rsidP="002C51E6">
            <w:pPr>
              <w:pStyle w:val="Textoindependiente"/>
              <w:spacing w:before="60" w:after="60" w:line="240" w:lineRule="auto"/>
              <w:ind w:left="87"/>
              <w:contextualSpacing/>
              <w:rPr>
                <w:rFonts w:ascii="Calibri" w:hAnsi="Calibri"/>
                <w:sz w:val="20"/>
              </w:rPr>
            </w:pPr>
            <w:r w:rsidRPr="00056987">
              <w:rPr>
                <w:rFonts w:ascii="Calibri" w:hAnsi="Calibri"/>
                <w:sz w:val="20"/>
                <w:lang w:val="es-ES_tradnl"/>
              </w:rPr>
              <w:t xml:space="preserve">Se prevé la adquisición de </w:t>
            </w:r>
            <w:r w:rsidRPr="00056987">
              <w:rPr>
                <w:rFonts w:ascii="Calibri" w:hAnsi="Calibri"/>
                <w:sz w:val="20"/>
                <w:lang w:val="es-AR"/>
              </w:rPr>
              <w:t xml:space="preserve">ludotecas, libros, instrumentos musicales, kit de Ciencias, </w:t>
            </w:r>
            <w:r w:rsidR="002C51E6" w:rsidRPr="00056987">
              <w:rPr>
                <w:rFonts w:ascii="Calibri" w:hAnsi="Calibri"/>
                <w:sz w:val="20"/>
                <w:lang w:val="es-AR"/>
              </w:rPr>
              <w:t>equipamiento tecnológico</w:t>
            </w:r>
            <w:r w:rsidRPr="00056987">
              <w:rPr>
                <w:rFonts w:ascii="Calibri" w:hAnsi="Calibri"/>
                <w:sz w:val="20"/>
                <w:lang w:val="es-AR"/>
              </w:rPr>
              <w:t xml:space="preserve"> y conectividad, para los establecimientos de nivel inicial.</w:t>
            </w:r>
          </w:p>
        </w:tc>
      </w:tr>
      <w:tr w:rsidR="002E4EF0" w:rsidRPr="00B90D70" w:rsidTr="002E4EF0">
        <w:tblPrEx>
          <w:tblLook w:val="00A0"/>
        </w:tblPrEx>
        <w:tc>
          <w:tcPr>
            <w:tcW w:w="2040" w:type="dxa"/>
            <w:vAlign w:val="center"/>
          </w:tcPr>
          <w:p w:rsidR="002977AC" w:rsidRDefault="002E4EF0" w:rsidP="000F283C">
            <w:pPr>
              <w:pStyle w:val="Prrafodelista"/>
              <w:numPr>
                <w:ilvl w:val="0"/>
                <w:numId w:val="10"/>
              </w:numPr>
              <w:spacing w:before="60" w:after="60"/>
              <w:ind w:left="284" w:hanging="284"/>
              <w:rPr>
                <w:iCs/>
                <w:sz w:val="20"/>
              </w:rPr>
            </w:pPr>
            <w:r w:rsidRPr="00525FE0">
              <w:rPr>
                <w:iCs/>
                <w:sz w:val="20"/>
                <w:szCs w:val="20"/>
              </w:rPr>
              <w:t>Servicios de No Consultoría</w:t>
            </w:r>
          </w:p>
        </w:tc>
        <w:tc>
          <w:tcPr>
            <w:tcW w:w="7153" w:type="dxa"/>
            <w:tcBorders>
              <w:bottom w:val="single" w:sz="4" w:space="0" w:color="auto"/>
            </w:tcBorders>
            <w:shd w:val="clear" w:color="auto" w:fill="auto"/>
            <w:vAlign w:val="center"/>
          </w:tcPr>
          <w:p w:rsidR="002E4EF0" w:rsidRPr="00056987" w:rsidRDefault="00197417" w:rsidP="00FA7405">
            <w:pPr>
              <w:pStyle w:val="Textoindependiente"/>
              <w:spacing w:before="60" w:after="60" w:line="240" w:lineRule="auto"/>
              <w:ind w:left="87"/>
              <w:contextualSpacing/>
              <w:rPr>
                <w:rFonts w:ascii="Calibri" w:hAnsi="Calibri"/>
                <w:sz w:val="20"/>
              </w:rPr>
            </w:pPr>
            <w:r w:rsidRPr="00056987">
              <w:rPr>
                <w:rFonts w:ascii="Calibri" w:hAnsi="Calibri"/>
                <w:sz w:val="20"/>
                <w:lang w:val="es-ES_tradnl"/>
              </w:rPr>
              <w:t xml:space="preserve">Se prevé la contratación de servicios de consolidación y distribución de materiales, impresos y/o equipamientos necesarios </w:t>
            </w:r>
            <w:r w:rsidRPr="00056987">
              <w:rPr>
                <w:rFonts w:ascii="Calibri" w:hAnsi="Calibri"/>
                <w:sz w:val="20"/>
                <w:lang w:val="es-AR"/>
              </w:rPr>
              <w:t>para dotar a los establecimientos de nivel inicial</w:t>
            </w:r>
            <w:r w:rsidRPr="00056987">
              <w:rPr>
                <w:rFonts w:ascii="Calibri" w:hAnsi="Calibri"/>
                <w:sz w:val="20"/>
                <w:lang w:val="es-ES_tradnl"/>
              </w:rPr>
              <w:t>.</w:t>
            </w:r>
          </w:p>
        </w:tc>
      </w:tr>
      <w:tr w:rsidR="00975041" w:rsidRPr="00B90D70" w:rsidTr="00F077B2">
        <w:trPr>
          <w:trHeight w:val="453"/>
        </w:trPr>
        <w:tc>
          <w:tcPr>
            <w:tcW w:w="2040" w:type="dxa"/>
            <w:tcBorders>
              <w:top w:val="single" w:sz="4" w:space="0" w:color="auto"/>
              <w:left w:val="single" w:sz="4" w:space="0" w:color="auto"/>
              <w:bottom w:val="single" w:sz="4" w:space="0" w:color="auto"/>
              <w:right w:val="single" w:sz="4" w:space="0" w:color="auto"/>
            </w:tcBorders>
            <w:vAlign w:val="center"/>
          </w:tcPr>
          <w:p w:rsidR="002977AC" w:rsidRDefault="00975041" w:rsidP="000F283C">
            <w:pPr>
              <w:pStyle w:val="Prrafodelista"/>
              <w:numPr>
                <w:ilvl w:val="0"/>
                <w:numId w:val="10"/>
              </w:numPr>
              <w:spacing w:before="60" w:after="60"/>
              <w:ind w:left="284" w:hanging="284"/>
              <w:rPr>
                <w:iCs/>
                <w:sz w:val="20"/>
              </w:rPr>
            </w:pPr>
            <w:r w:rsidRPr="00525FE0">
              <w:rPr>
                <w:iCs/>
                <w:sz w:val="20"/>
                <w:szCs w:val="20"/>
              </w:rPr>
              <w:t>Obras de Infraestructura</w:t>
            </w:r>
          </w:p>
        </w:tc>
        <w:tc>
          <w:tcPr>
            <w:tcW w:w="7153" w:type="dxa"/>
            <w:tcBorders>
              <w:top w:val="single" w:sz="4" w:space="0" w:color="auto"/>
              <w:left w:val="single" w:sz="4" w:space="0" w:color="auto"/>
              <w:bottom w:val="single" w:sz="4" w:space="0" w:color="auto"/>
              <w:right w:val="single" w:sz="4" w:space="0" w:color="auto"/>
            </w:tcBorders>
            <w:vAlign w:val="center"/>
          </w:tcPr>
          <w:p w:rsidR="00975041" w:rsidRPr="00056987" w:rsidRDefault="00975041" w:rsidP="00E23775">
            <w:pPr>
              <w:pStyle w:val="Textoindependiente"/>
              <w:spacing w:before="60" w:after="60" w:line="240" w:lineRule="auto"/>
              <w:ind w:left="40"/>
              <w:contextualSpacing/>
              <w:rPr>
                <w:rFonts w:ascii="Calibri" w:hAnsi="Calibri"/>
                <w:sz w:val="20"/>
              </w:rPr>
            </w:pPr>
            <w:r w:rsidRPr="00056987">
              <w:rPr>
                <w:rFonts w:ascii="Calibri" w:hAnsi="Calibri"/>
                <w:sz w:val="20"/>
              </w:rPr>
              <w:t>Construcción</w:t>
            </w:r>
            <w:r w:rsidR="003A4381">
              <w:rPr>
                <w:rFonts w:ascii="Calibri" w:hAnsi="Calibri"/>
                <w:sz w:val="20"/>
              </w:rPr>
              <w:t>, ampliación</w:t>
            </w:r>
            <w:r w:rsidRPr="00056987">
              <w:rPr>
                <w:rFonts w:ascii="Calibri" w:hAnsi="Calibri"/>
                <w:sz w:val="20"/>
              </w:rPr>
              <w:t xml:space="preserve"> y equipamiento de </w:t>
            </w:r>
            <w:r w:rsidR="00D3669A" w:rsidRPr="00056987">
              <w:rPr>
                <w:rFonts w:ascii="Calibri" w:hAnsi="Calibri"/>
                <w:sz w:val="20"/>
              </w:rPr>
              <w:t>establecimientos de nivel inicial.</w:t>
            </w:r>
          </w:p>
        </w:tc>
      </w:tr>
      <w:tr w:rsidR="00450F51" w:rsidRPr="00FE64B7" w:rsidTr="00F077B2">
        <w:trPr>
          <w:trHeight w:val="453"/>
        </w:trPr>
        <w:tc>
          <w:tcPr>
            <w:tcW w:w="2040" w:type="dxa"/>
            <w:tcBorders>
              <w:top w:val="single" w:sz="4" w:space="0" w:color="auto"/>
              <w:left w:val="single" w:sz="4" w:space="0" w:color="auto"/>
              <w:bottom w:val="single" w:sz="4" w:space="0" w:color="auto"/>
              <w:right w:val="single" w:sz="4" w:space="0" w:color="auto"/>
            </w:tcBorders>
            <w:vAlign w:val="center"/>
          </w:tcPr>
          <w:p w:rsidR="00450F51" w:rsidRPr="00FE64B7" w:rsidRDefault="00450F51" w:rsidP="000F283C">
            <w:pPr>
              <w:pStyle w:val="Prrafodelista"/>
              <w:numPr>
                <w:ilvl w:val="0"/>
                <w:numId w:val="10"/>
              </w:numPr>
              <w:spacing w:before="60" w:after="60"/>
              <w:ind w:left="284" w:hanging="284"/>
              <w:rPr>
                <w:iCs/>
                <w:sz w:val="20"/>
                <w:szCs w:val="20"/>
              </w:rPr>
            </w:pPr>
            <w:r w:rsidRPr="00FE64B7">
              <w:rPr>
                <w:iCs/>
                <w:sz w:val="20"/>
                <w:szCs w:val="20"/>
              </w:rPr>
              <w:t>Honorarios</w:t>
            </w:r>
          </w:p>
        </w:tc>
        <w:tc>
          <w:tcPr>
            <w:tcW w:w="7153" w:type="dxa"/>
            <w:tcBorders>
              <w:top w:val="single" w:sz="4" w:space="0" w:color="auto"/>
              <w:left w:val="single" w:sz="4" w:space="0" w:color="auto"/>
              <w:bottom w:val="single" w:sz="4" w:space="0" w:color="auto"/>
              <w:right w:val="single" w:sz="4" w:space="0" w:color="auto"/>
            </w:tcBorders>
            <w:vAlign w:val="center"/>
          </w:tcPr>
          <w:p w:rsidR="00450F51" w:rsidRPr="00FE64B7" w:rsidRDefault="00450F51" w:rsidP="00450F51">
            <w:pPr>
              <w:pStyle w:val="Textoindependiente"/>
              <w:spacing w:before="60" w:after="60" w:line="240" w:lineRule="auto"/>
              <w:ind w:left="40"/>
              <w:contextualSpacing/>
              <w:rPr>
                <w:rFonts w:ascii="Calibri" w:hAnsi="Calibri"/>
                <w:sz w:val="20"/>
              </w:rPr>
            </w:pPr>
            <w:r w:rsidRPr="00FE64B7">
              <w:rPr>
                <w:rFonts w:ascii="Calibri" w:hAnsi="Calibri"/>
                <w:sz w:val="20"/>
              </w:rPr>
              <w:t>Se prevé refuerzos</w:t>
            </w:r>
            <w:r w:rsidR="00D0271D" w:rsidRPr="00FE64B7">
              <w:rPr>
                <w:rFonts w:ascii="Calibri" w:hAnsi="Calibri"/>
                <w:sz w:val="20"/>
              </w:rPr>
              <w:t xml:space="preserve"> de contratos de consultoría</w:t>
            </w:r>
            <w:r w:rsidRPr="00FE64B7">
              <w:rPr>
                <w:rFonts w:ascii="Calibri" w:hAnsi="Calibri"/>
                <w:sz w:val="20"/>
              </w:rPr>
              <w:t xml:space="preserve"> en la estructura central de ejecución del programa</w:t>
            </w:r>
            <w:r w:rsidR="00D0271D" w:rsidRPr="00FE64B7">
              <w:rPr>
                <w:rFonts w:ascii="Calibri" w:hAnsi="Calibri"/>
                <w:sz w:val="20"/>
              </w:rPr>
              <w:t>.</w:t>
            </w:r>
          </w:p>
        </w:tc>
      </w:tr>
      <w:tr w:rsidR="00450F51" w:rsidRPr="00056987" w:rsidTr="00F077B2">
        <w:trPr>
          <w:trHeight w:val="453"/>
        </w:trPr>
        <w:tc>
          <w:tcPr>
            <w:tcW w:w="2040" w:type="dxa"/>
            <w:tcBorders>
              <w:top w:val="single" w:sz="4" w:space="0" w:color="auto"/>
              <w:left w:val="single" w:sz="4" w:space="0" w:color="auto"/>
              <w:bottom w:val="single" w:sz="4" w:space="0" w:color="auto"/>
              <w:right w:val="single" w:sz="4" w:space="0" w:color="auto"/>
            </w:tcBorders>
            <w:vAlign w:val="center"/>
          </w:tcPr>
          <w:p w:rsidR="00450F51" w:rsidRPr="00FE64B7" w:rsidRDefault="00450F51" w:rsidP="000F283C">
            <w:pPr>
              <w:pStyle w:val="Prrafodelista"/>
              <w:numPr>
                <w:ilvl w:val="0"/>
                <w:numId w:val="10"/>
              </w:numPr>
              <w:spacing w:before="60" w:after="60"/>
              <w:ind w:left="284" w:hanging="284"/>
              <w:rPr>
                <w:iCs/>
                <w:sz w:val="20"/>
                <w:szCs w:val="20"/>
              </w:rPr>
            </w:pPr>
            <w:r w:rsidRPr="00FE64B7">
              <w:rPr>
                <w:iCs/>
                <w:sz w:val="20"/>
                <w:szCs w:val="20"/>
              </w:rPr>
              <w:t xml:space="preserve">Pasajes y </w:t>
            </w:r>
            <w:r w:rsidR="004661C4" w:rsidRPr="00FE64B7">
              <w:rPr>
                <w:iCs/>
                <w:sz w:val="20"/>
                <w:szCs w:val="20"/>
              </w:rPr>
              <w:t>viáticos</w:t>
            </w:r>
          </w:p>
        </w:tc>
        <w:tc>
          <w:tcPr>
            <w:tcW w:w="7153" w:type="dxa"/>
            <w:tcBorders>
              <w:top w:val="single" w:sz="4" w:space="0" w:color="auto"/>
              <w:left w:val="single" w:sz="4" w:space="0" w:color="auto"/>
              <w:bottom w:val="single" w:sz="4" w:space="0" w:color="auto"/>
              <w:right w:val="single" w:sz="4" w:space="0" w:color="auto"/>
            </w:tcBorders>
            <w:vAlign w:val="center"/>
          </w:tcPr>
          <w:p w:rsidR="00450F51" w:rsidRPr="00FE64B7" w:rsidRDefault="003A4381" w:rsidP="00E23775">
            <w:pPr>
              <w:pStyle w:val="Textoindependiente"/>
              <w:spacing w:before="60" w:after="60" w:line="240" w:lineRule="auto"/>
              <w:ind w:left="40"/>
              <w:contextualSpacing/>
              <w:rPr>
                <w:rFonts w:ascii="Calibri" w:hAnsi="Calibri"/>
                <w:sz w:val="20"/>
              </w:rPr>
            </w:pPr>
            <w:r>
              <w:rPr>
                <w:rFonts w:ascii="Calibri" w:hAnsi="Calibri"/>
                <w:sz w:val="20"/>
              </w:rPr>
              <w:t xml:space="preserve">Se financiarán los gastos de movilidad a los equipos involucrados en las diferentes líneas de acción. </w:t>
            </w:r>
          </w:p>
        </w:tc>
      </w:tr>
    </w:tbl>
    <w:p w:rsidR="004661C4" w:rsidRDefault="004661C4" w:rsidP="000F79EF">
      <w:pPr>
        <w:pStyle w:val="Prrafodelista"/>
        <w:tabs>
          <w:tab w:val="num" w:pos="1560"/>
        </w:tabs>
        <w:spacing w:after="120"/>
        <w:ind w:left="1134"/>
        <w:contextualSpacing w:val="0"/>
        <w:rPr>
          <w:b/>
          <w:bCs/>
        </w:rPr>
      </w:pPr>
      <w:bookmarkStart w:id="25" w:name="_Toc83184482"/>
      <w:bookmarkEnd w:id="23"/>
    </w:p>
    <w:p w:rsidR="00917452" w:rsidRPr="000F79EF" w:rsidRDefault="00815BD5" w:rsidP="00476F4D">
      <w:pPr>
        <w:pStyle w:val="Ttulo1"/>
        <w:numPr>
          <w:ilvl w:val="2"/>
          <w:numId w:val="16"/>
        </w:numPr>
        <w:pBdr>
          <w:bottom w:val="none" w:sz="0" w:space="0" w:color="auto"/>
        </w:pBdr>
        <w:spacing w:before="360"/>
        <w:ind w:left="1225" w:hanging="505"/>
        <w:rPr>
          <w:rFonts w:cs="Times New Roman"/>
          <w:color w:val="auto"/>
          <w:sz w:val="24"/>
          <w:szCs w:val="24"/>
        </w:rPr>
      </w:pPr>
      <w:bookmarkStart w:id="26" w:name="_Toc47096483"/>
      <w:bookmarkStart w:id="27" w:name="_Toc47600759"/>
      <w:r w:rsidRPr="000F79EF">
        <w:rPr>
          <w:rFonts w:cs="Times New Roman"/>
          <w:color w:val="auto"/>
          <w:sz w:val="24"/>
          <w:szCs w:val="24"/>
        </w:rPr>
        <w:t>Ejecución</w:t>
      </w:r>
      <w:bookmarkEnd w:id="25"/>
      <w:bookmarkEnd w:id="26"/>
      <w:bookmarkEnd w:id="27"/>
    </w:p>
    <w:p w:rsidR="00815BD5" w:rsidRDefault="00B80237" w:rsidP="00476F4D">
      <w:pPr>
        <w:rPr>
          <w:szCs w:val="24"/>
        </w:rPr>
      </w:pPr>
      <w:r>
        <w:t>L</w:t>
      </w:r>
      <w:r w:rsidRPr="00E43289">
        <w:t>a construcción y dotación</w:t>
      </w:r>
      <w:r w:rsidR="00FE4790">
        <w:t xml:space="preserve"> de mobiliario,</w:t>
      </w:r>
      <w:r w:rsidR="00DC5691">
        <w:t xml:space="preserve"> </w:t>
      </w:r>
      <w:r w:rsidR="00FE4790">
        <w:t xml:space="preserve">tanto </w:t>
      </w:r>
      <w:r w:rsidRPr="00E43289">
        <w:t xml:space="preserve">de </w:t>
      </w:r>
      <w:r w:rsidR="00FE4790">
        <w:t xml:space="preserve">las ampliaciones como de los </w:t>
      </w:r>
      <w:r w:rsidRPr="00E43289">
        <w:t>nuevos edificios educativos destinados al nivel inicial</w:t>
      </w:r>
      <w:r w:rsidR="00FE4790">
        <w:t>,</w:t>
      </w:r>
      <w:r w:rsidR="00DC5691">
        <w:t xml:space="preserve"> </w:t>
      </w:r>
      <w:r w:rsidR="00815BD5" w:rsidRPr="004F71E2">
        <w:rPr>
          <w:szCs w:val="24"/>
        </w:rPr>
        <w:t>será</w:t>
      </w:r>
      <w:r w:rsidR="00FE4790">
        <w:rPr>
          <w:szCs w:val="24"/>
        </w:rPr>
        <w:t>n</w:t>
      </w:r>
      <w:r w:rsidR="00815BD5" w:rsidRPr="004F71E2">
        <w:rPr>
          <w:szCs w:val="24"/>
        </w:rPr>
        <w:t xml:space="preserve"> ejecutad</w:t>
      </w:r>
      <w:r w:rsidR="00FE4790">
        <w:rPr>
          <w:szCs w:val="24"/>
        </w:rPr>
        <w:t>as</w:t>
      </w:r>
      <w:r w:rsidR="00815BD5" w:rsidRPr="004F71E2">
        <w:rPr>
          <w:szCs w:val="24"/>
        </w:rPr>
        <w:t xml:space="preserve"> por la </w:t>
      </w:r>
      <w:r w:rsidR="00F96B51" w:rsidRPr="004F71E2">
        <w:rPr>
          <w:szCs w:val="24"/>
        </w:rPr>
        <w:t xml:space="preserve">Dirección General de Infraestructura </w:t>
      </w:r>
      <w:r w:rsidR="00A40C33" w:rsidRPr="004F71E2">
        <w:rPr>
          <w:szCs w:val="24"/>
        </w:rPr>
        <w:t xml:space="preserve">(DGI) </w:t>
      </w:r>
      <w:r w:rsidR="00F96B51" w:rsidRPr="004F71E2">
        <w:rPr>
          <w:szCs w:val="24"/>
        </w:rPr>
        <w:t>del M</w:t>
      </w:r>
      <w:r w:rsidR="00A40C33" w:rsidRPr="004F71E2">
        <w:rPr>
          <w:szCs w:val="24"/>
        </w:rPr>
        <w:t>E</w:t>
      </w:r>
      <w:r w:rsidR="00D17868" w:rsidRPr="004F71E2">
        <w:rPr>
          <w:szCs w:val="24"/>
        </w:rPr>
        <w:t>,</w:t>
      </w:r>
      <w:r w:rsidR="00DC5691">
        <w:rPr>
          <w:szCs w:val="24"/>
        </w:rPr>
        <w:t xml:space="preserve"> </w:t>
      </w:r>
      <w:r w:rsidR="00FE4790">
        <w:rPr>
          <w:szCs w:val="24"/>
        </w:rPr>
        <w:t>en conjunto con</w:t>
      </w:r>
      <w:r w:rsidR="00DC5691">
        <w:rPr>
          <w:szCs w:val="24"/>
        </w:rPr>
        <w:t xml:space="preserve"> </w:t>
      </w:r>
      <w:r w:rsidR="0063225A">
        <w:rPr>
          <w:szCs w:val="24"/>
        </w:rPr>
        <w:t>la</w:t>
      </w:r>
      <w:r w:rsidR="00A74470">
        <w:t>s Unidades de Coordinación</w:t>
      </w:r>
      <w:r w:rsidR="0063225A" w:rsidRPr="0063225A">
        <w:rPr>
          <w:szCs w:val="24"/>
        </w:rPr>
        <w:t xml:space="preserve"> Provincial</w:t>
      </w:r>
      <w:r w:rsidR="00FE4790">
        <w:rPr>
          <w:szCs w:val="24"/>
        </w:rPr>
        <w:t>es</w:t>
      </w:r>
      <w:r w:rsidR="008F6D5D">
        <w:rPr>
          <w:szCs w:val="24"/>
        </w:rPr>
        <w:t xml:space="preserve"> </w:t>
      </w:r>
      <w:r w:rsidR="00A74470">
        <w:t>(UCPs)</w:t>
      </w:r>
      <w:r w:rsidR="00DC5691">
        <w:t xml:space="preserve"> </w:t>
      </w:r>
      <w:r w:rsidR="0063225A" w:rsidRPr="0063225A">
        <w:rPr>
          <w:szCs w:val="24"/>
        </w:rPr>
        <w:t>de Infraestructura</w:t>
      </w:r>
      <w:r w:rsidR="00FA0815">
        <w:rPr>
          <w:szCs w:val="24"/>
        </w:rPr>
        <w:t>,</w:t>
      </w:r>
      <w:r w:rsidR="00F96B51" w:rsidRPr="004F71E2">
        <w:rPr>
          <w:szCs w:val="24"/>
        </w:rPr>
        <w:t xml:space="preserve"> y contará</w:t>
      </w:r>
      <w:r w:rsidR="00FE4790">
        <w:rPr>
          <w:szCs w:val="24"/>
        </w:rPr>
        <w:t>n</w:t>
      </w:r>
      <w:r w:rsidR="00F96B51" w:rsidRPr="004F71E2">
        <w:rPr>
          <w:szCs w:val="24"/>
        </w:rPr>
        <w:t xml:space="preserve"> con la coordinación financiera y operativa de </w:t>
      </w:r>
      <w:r w:rsidR="00815BD5" w:rsidRPr="004F71E2">
        <w:rPr>
          <w:szCs w:val="24"/>
        </w:rPr>
        <w:t xml:space="preserve">Unidad Ejecutora </w:t>
      </w:r>
      <w:r w:rsidR="00F96B51" w:rsidRPr="004F71E2">
        <w:rPr>
          <w:szCs w:val="24"/>
        </w:rPr>
        <w:t>Central</w:t>
      </w:r>
      <w:r w:rsidR="0078522B" w:rsidRPr="004F71E2">
        <w:rPr>
          <w:szCs w:val="24"/>
        </w:rPr>
        <w:t xml:space="preserve"> (UEC) del</w:t>
      </w:r>
      <w:r w:rsidR="00DC5691">
        <w:rPr>
          <w:szCs w:val="24"/>
        </w:rPr>
        <w:t xml:space="preserve"> </w:t>
      </w:r>
      <w:r w:rsidR="00C11E8A" w:rsidRPr="004F71E2">
        <w:rPr>
          <w:szCs w:val="24"/>
        </w:rPr>
        <w:t>PRINI.</w:t>
      </w:r>
    </w:p>
    <w:p w:rsidR="00A012BE" w:rsidRPr="004F71E2" w:rsidRDefault="00A012BE" w:rsidP="00476F4D">
      <w:pPr>
        <w:spacing w:before="0" w:after="0" w:line="240" w:lineRule="auto"/>
        <w:rPr>
          <w:szCs w:val="24"/>
        </w:rPr>
      </w:pPr>
    </w:p>
    <w:p w:rsidR="00917452" w:rsidRDefault="008327EF" w:rsidP="00476F4D">
      <w:pPr>
        <w:pStyle w:val="Prrafodelista"/>
        <w:ind w:left="1134"/>
        <w:rPr>
          <w:b/>
        </w:rPr>
      </w:pPr>
      <w:r w:rsidRPr="00A012BE">
        <w:rPr>
          <w:b/>
        </w:rPr>
        <w:t>Estructura de la Dirección General de Infraestructura (DGI)</w:t>
      </w:r>
    </w:p>
    <w:p w:rsidR="008327EF" w:rsidRPr="00B80237" w:rsidRDefault="002F766C" w:rsidP="00476F4D">
      <w:r w:rsidRPr="00B80237">
        <w:t>S</w:t>
      </w:r>
      <w:r w:rsidR="008327EF" w:rsidRPr="00B80237">
        <w:t xml:space="preserve">e presenta a continuación la estructura organizativa de la Dirección </w:t>
      </w:r>
      <w:r w:rsidR="00790517" w:rsidRPr="00B80237">
        <w:t>General</w:t>
      </w:r>
      <w:r w:rsidR="008327EF" w:rsidRPr="00B80237">
        <w:t xml:space="preserve"> de Infraestructura (DGI) y sus áreas intervinientes en la ejecución del Programa.</w:t>
      </w:r>
    </w:p>
    <w:p w:rsidR="00D23709" w:rsidRDefault="00D23709">
      <w:pPr>
        <w:rPr>
          <w:rFonts w:ascii="Times New Roman" w:hAnsi="Times New Roman"/>
          <w:b/>
          <w:szCs w:val="24"/>
          <w:highlight w:val="lightGray"/>
        </w:rPr>
      </w:pPr>
    </w:p>
    <w:p w:rsidR="00D23709" w:rsidRDefault="00D23709">
      <w:pPr>
        <w:rPr>
          <w:rFonts w:ascii="Times New Roman" w:hAnsi="Times New Roman"/>
          <w:b/>
          <w:szCs w:val="24"/>
          <w:highlight w:val="lightGray"/>
        </w:rPr>
      </w:pPr>
    </w:p>
    <w:p w:rsidR="00D23709" w:rsidRDefault="00D23709">
      <w:pPr>
        <w:rPr>
          <w:rFonts w:ascii="Times New Roman" w:hAnsi="Times New Roman"/>
          <w:b/>
          <w:szCs w:val="24"/>
          <w:highlight w:val="lightGray"/>
        </w:rPr>
      </w:pPr>
    </w:p>
    <w:p w:rsidR="00D23709" w:rsidRDefault="00D23709">
      <w:pPr>
        <w:rPr>
          <w:rFonts w:ascii="Times New Roman" w:hAnsi="Times New Roman"/>
          <w:b/>
          <w:szCs w:val="24"/>
          <w:highlight w:val="lightGray"/>
        </w:rPr>
      </w:pPr>
    </w:p>
    <w:p w:rsidR="00D23709" w:rsidRDefault="00D23709">
      <w:pPr>
        <w:rPr>
          <w:rFonts w:ascii="Times New Roman" w:hAnsi="Times New Roman"/>
          <w:b/>
          <w:szCs w:val="24"/>
          <w:highlight w:val="lightGray"/>
        </w:rPr>
      </w:pPr>
    </w:p>
    <w:p w:rsidR="00D23709" w:rsidRDefault="008B24FB">
      <w:pPr>
        <w:rPr>
          <w:rFonts w:ascii="Times New Roman" w:hAnsi="Times New Roman"/>
          <w:b/>
          <w:szCs w:val="24"/>
          <w:highlight w:val="lightGray"/>
        </w:rPr>
      </w:pPr>
      <w:r w:rsidRPr="008B24FB">
        <w:rPr>
          <w:rFonts w:ascii="Times New Roman" w:hAnsi="Times New Roman"/>
          <w:b/>
          <w:noProof/>
          <w:szCs w:val="24"/>
        </w:rPr>
        <w:lastRenderedPageBreak/>
        <w:pict>
          <v:group id="Group 2" o:spid="_x0000_s1375" style="position:absolute;left:0;text-align:left;margin-left:77.15pt;margin-top:2.25pt;width:291.3pt;height:221.85pt;z-index:251744256" coordorigin="2955,6548" coordsize="5163,40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">
            <v:group id="Group 3" o:spid="_x0000_s1376" style="position:absolute;left:2955;top:7807;width:2265;height:2094" coordorigin="2689,7807" coordsize="2265,2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DCp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NXuHvTDgCcv0LAAD//wMAUEsBAi0AFAAGAAgAAAAhANvh9svuAAAAhQEAABMAAAAAAAAA&#10;AAAAAAAAAAAAAFtDb250ZW50X1R5cGVzXS54bWxQSwECLQAUAAYACAAAACEAWvQsW78AAAAVAQAA&#10;CwAAAAAAAAAAAAAAAAAfAQAAX3JlbHMvLnJlbHNQSwECLQAUAAYACAAAACEAIlwwqcYAAADcAAAA&#10;DwAAAAAAAAAAAAAAAAAHAgAAZHJzL2Rvd25yZXYueG1sUEsFBgAAAAADAAMAtwAAAPoCAAAAAA==&#10;">
              <v:shapetype id="_x0000_t202" coordsize="21600,21600" o:spt="202" path="m,l,21600r21600,l21600,xe">
                <v:stroke joinstyle="miter"/>
                <v:path gradientshapeok="t" o:connecttype="rect"/>
              </v:shapetype>
              <v:shape id="Text Box 33" o:spid="_x0000_s1377" type="#_x0000_t202" style="position:absolute;left:2689;top:7807;width:2265;height:661;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" fillcolor="#daeef3 [664]">
                <o:lock v:ext="edit" aspectratio="t"/>
                <v:textbox inset=".5mm,.5mm,.5mm,.5mm">
                  <w:txbxContent>
                    <w:p w:rsidR="00994769" w:rsidRPr="001801AB" w:rsidRDefault="00994769" w:rsidP="001801AB">
                      <w:pPr>
                        <w:pStyle w:val="Textodeglobo"/>
                        <w:pBdr>
                          <w:bottom w:val="single" w:sz="4" w:space="1" w:color="auto"/>
                        </w:pBdr>
                        <w:spacing w:before="0" w:after="0"/>
                        <w:jc w:val="center"/>
                        <w:rPr>
                          <w:rFonts w:ascii="Calibri" w:hAnsi="Calibri"/>
                          <w:b/>
                          <w:bCs/>
                          <w:sz w:val="18"/>
                          <w:szCs w:val="18"/>
                          <w:lang w:val="es-MX"/>
                        </w:rPr>
                      </w:pPr>
                      <w:r w:rsidRPr="001801AB">
                        <w:rPr>
                          <w:rFonts w:ascii="Calibri" w:hAnsi="Calibri"/>
                          <w:b/>
                          <w:bCs/>
                          <w:sz w:val="18"/>
                          <w:szCs w:val="18"/>
                          <w:lang w:val="es-MX"/>
                        </w:rPr>
                        <w:t>DAyEE</w:t>
                      </w:r>
                    </w:p>
                    <w:p w:rsidR="00994769" w:rsidRPr="001801AB" w:rsidRDefault="00994769" w:rsidP="001801AB">
                      <w:pPr>
                        <w:pStyle w:val="Textodeglobo"/>
                        <w:pBdr>
                          <w:bottom w:val="single" w:sz="4" w:space="1" w:color="auto"/>
                        </w:pBdr>
                        <w:spacing w:before="0" w:after="0"/>
                        <w:jc w:val="center"/>
                        <w:rPr>
                          <w:rFonts w:ascii="Calibri" w:hAnsi="Calibri"/>
                          <w:lang w:val="es-MX"/>
                        </w:rPr>
                      </w:pPr>
                      <w:r w:rsidRPr="001801AB">
                        <w:rPr>
                          <w:rFonts w:ascii="Calibri" w:hAnsi="Calibri"/>
                          <w:lang w:val="es-MX"/>
                        </w:rPr>
                        <w:t>Departamento de Arquitectura y Equipamiento Escolar</w:t>
                      </w:r>
                    </w:p>
                    <w:p w:rsidR="00994769" w:rsidRPr="001801AB" w:rsidRDefault="00994769" w:rsidP="001801AB">
                      <w:pPr>
                        <w:pStyle w:val="Textodeglobo"/>
                        <w:pBdr>
                          <w:bottom w:val="single" w:sz="4" w:space="1" w:color="auto"/>
                        </w:pBdr>
                        <w:spacing w:before="0" w:after="0"/>
                        <w:rPr>
                          <w:rFonts w:ascii="Calibri" w:hAnsi="Calibri"/>
                          <w:lang w:val="es-MX"/>
                        </w:rPr>
                      </w:pPr>
                    </w:p>
                  </w:txbxContent>
                </v:textbox>
              </v:shape>
              <v:group id="Group 5" o:spid="_x0000_s1378" style="position:absolute;left:2984;top:8468;width:1775;height:1433" coordorigin="2984,8468" coordsize="1775,1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">
                <v:shape id="Text Box 37" o:spid="_x0000_s1379" type="#_x0000_t202" style="position:absolute;left:3360;top:8843;width:1309;height:412;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" fillcolor="#daeef3 [664]">
                  <o:lock v:ext="edit" aspectratio="t"/>
                  <v:textbox inset=".5mm,.5mm,.5mm,.5mm">
                    <w:txbxContent>
                      <w:p w:rsidR="00994769" w:rsidRPr="001801AB" w:rsidRDefault="00994769" w:rsidP="001801AB">
                        <w:pPr>
                          <w:pStyle w:val="Textodeglobo"/>
                          <w:spacing w:before="0" w:after="0"/>
                          <w:jc w:val="center"/>
                          <w:rPr>
                            <w:rFonts w:ascii="Calibri" w:hAnsi="Calibri"/>
                            <w:b/>
                            <w:bCs/>
                            <w:lang w:val="es-MX"/>
                          </w:rPr>
                        </w:pPr>
                        <w:r w:rsidRPr="001801AB">
                          <w:rPr>
                            <w:rFonts w:ascii="Calibri" w:hAnsi="Calibri"/>
                            <w:b/>
                            <w:bCs/>
                            <w:lang w:val="es-MX"/>
                          </w:rPr>
                          <w:t xml:space="preserve">Área de </w:t>
                        </w:r>
                      </w:p>
                      <w:p w:rsidR="00994769" w:rsidRPr="001801AB" w:rsidRDefault="00994769" w:rsidP="001801AB">
                        <w:pPr>
                          <w:pStyle w:val="Textodeglobo"/>
                          <w:spacing w:before="0" w:after="0"/>
                          <w:jc w:val="center"/>
                          <w:rPr>
                            <w:rFonts w:ascii="Calibri" w:hAnsi="Calibri"/>
                            <w:b/>
                            <w:bCs/>
                            <w:lang w:val="es-MX"/>
                          </w:rPr>
                        </w:pPr>
                        <w:r w:rsidRPr="001801AB">
                          <w:rPr>
                            <w:rFonts w:ascii="Calibri" w:hAnsi="Calibri"/>
                            <w:b/>
                            <w:bCs/>
                            <w:lang w:val="es-MX"/>
                          </w:rPr>
                          <w:t>Proyectos</w:t>
                        </w:r>
                      </w:p>
                    </w:txbxContent>
                  </v:textbox>
                </v:shape>
                <v:shape id="Text Box 38" o:spid="_x0000_s1380" type="#_x0000_t202" style="position:absolute;left:3360;top:9490;width:1399;height:411;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" fillcolor="#daeef3 [664]">
                  <o:lock v:ext="edit" aspectratio="t"/>
                  <v:textbox inset=".5mm,.5mm,.5mm,.5mm">
                    <w:txbxContent>
                      <w:p w:rsidR="00994769" w:rsidRPr="001801AB" w:rsidRDefault="00994769" w:rsidP="001801AB">
                        <w:pPr>
                          <w:pStyle w:val="Textodeglobo"/>
                          <w:spacing w:before="0" w:after="0"/>
                          <w:jc w:val="center"/>
                          <w:rPr>
                            <w:rFonts w:ascii="Calibri" w:hAnsi="Calibri"/>
                            <w:b/>
                            <w:bCs/>
                            <w:lang w:val="es-MX"/>
                          </w:rPr>
                        </w:pPr>
                        <w:r w:rsidRPr="001801AB">
                          <w:rPr>
                            <w:rFonts w:ascii="Calibri" w:hAnsi="Calibri"/>
                            <w:b/>
                            <w:bCs/>
                            <w:lang w:val="es-MX"/>
                          </w:rPr>
                          <w:t>Área Equipamiento Escolar</w:t>
                        </w:r>
                      </w:p>
                    </w:txbxContent>
                  </v:textbox>
                </v:shape>
                <v:shapetype id="_x0000_t32" coordsize="21600,21600" o:spt="32" o:oned="t" path="m,l21600,21600e" filled="f">
                  <v:path arrowok="t" fillok="f" o:connecttype="none"/>
                  <o:lock v:ext="edit" shapetype="t"/>
                </v:shapetype>
                <v:shape id="AutoShape 49" o:spid="_x0000_s1381" type="#_x0000_t32" style="position:absolute;left:2984;top:8468;width:0;height:1246;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"/>
                <v:shape id="AutoShape 50" o:spid="_x0000_s1382" type="#_x0000_t32" style="position:absolute;left:2984;top:9065;width:362;height:0;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"/>
                <v:shape id="AutoShape 51" o:spid="_x0000_s1383" type="#_x0000_t32" style="position:absolute;left:2984;top:9714;width:362;height:0;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"/>
              </v:group>
            </v:group>
            <v:group id="Group 11" o:spid="_x0000_s1384" style="position:absolute;left:5808;top:7807;width:2310;height:2800" coordorigin="6004,7807" coordsize="2310,2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">
              <v:shape id="Text Box 34" o:spid="_x0000_s1385" type="#_x0000_t202" style="position:absolute;left:6004;top:7807;width:2310;height:661;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" fillcolor="#daeef3 [664]">
                <o:lock v:ext="edit" aspectratio="t"/>
                <v:textbox inset=".5mm,.5mm,.5mm,.5mm">
                  <w:txbxContent>
                    <w:p w:rsidR="00994769" w:rsidRPr="001801AB" w:rsidRDefault="00994769" w:rsidP="001801AB">
                      <w:pPr>
                        <w:pStyle w:val="Textodeglobo"/>
                        <w:pBdr>
                          <w:bottom w:val="single" w:sz="4" w:space="1" w:color="auto"/>
                        </w:pBdr>
                        <w:spacing w:before="0" w:after="0"/>
                        <w:jc w:val="center"/>
                        <w:rPr>
                          <w:rFonts w:ascii="Calibri" w:hAnsi="Calibri"/>
                          <w:b/>
                          <w:bCs/>
                          <w:sz w:val="18"/>
                          <w:szCs w:val="18"/>
                          <w:lang w:val="es-MX"/>
                        </w:rPr>
                      </w:pPr>
                      <w:r w:rsidRPr="001801AB">
                        <w:rPr>
                          <w:rFonts w:ascii="Calibri" w:hAnsi="Calibri"/>
                          <w:b/>
                          <w:bCs/>
                          <w:sz w:val="18"/>
                          <w:szCs w:val="18"/>
                          <w:lang w:val="es-MX"/>
                        </w:rPr>
                        <w:t>DSFyFO</w:t>
                      </w:r>
                    </w:p>
                    <w:p w:rsidR="00994769" w:rsidRPr="001801AB" w:rsidRDefault="00994769" w:rsidP="001801AB">
                      <w:pPr>
                        <w:pStyle w:val="Textodeglobo"/>
                        <w:pBdr>
                          <w:bottom w:val="single" w:sz="4" w:space="1" w:color="auto"/>
                        </w:pBdr>
                        <w:spacing w:before="0" w:after="0"/>
                        <w:jc w:val="center"/>
                        <w:rPr>
                          <w:rFonts w:ascii="Calibri" w:hAnsi="Calibri"/>
                          <w:lang w:val="es-MX"/>
                        </w:rPr>
                      </w:pPr>
                      <w:r w:rsidRPr="001801AB">
                        <w:rPr>
                          <w:rFonts w:ascii="Calibri" w:hAnsi="Calibri"/>
                          <w:lang w:val="es-MX"/>
                        </w:rPr>
                        <w:t>Departamento de Seguimiento Físico y Financiero de Obras</w:t>
                      </w:r>
                    </w:p>
                    <w:p w:rsidR="00994769" w:rsidRPr="001801AB" w:rsidRDefault="00994769" w:rsidP="001801AB">
                      <w:pPr>
                        <w:pStyle w:val="Textodeglobo"/>
                        <w:pBdr>
                          <w:bottom w:val="single" w:sz="4" w:space="1" w:color="auto"/>
                        </w:pBdr>
                        <w:spacing w:before="0" w:after="0"/>
                        <w:rPr>
                          <w:rFonts w:ascii="Calibri" w:hAnsi="Calibri"/>
                          <w:lang w:val="es-MX"/>
                        </w:rPr>
                      </w:pPr>
                    </w:p>
                  </w:txbxContent>
                </v:textbox>
              </v:shape>
              <v:group id="Group 13" o:spid="_x0000_s1386" style="position:absolute;left:6333;top:8466;width:1823;height:2141" coordorigin="7453,8466" coordsize="1823,2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">
                <v:shape id="Text Box 55" o:spid="_x0000_s1387" type="#_x0000_t202" style="position:absolute;left:7828;top:8841;width:1359;height:412;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" fillcolor="#daeef3 [664]">
                  <o:lock v:ext="edit" aspectratio="t"/>
                  <v:textbox inset=".5mm,.5mm,.5mm,.5mm">
                    <w:txbxContent>
                      <w:p w:rsidR="00994769" w:rsidRPr="001801AB" w:rsidRDefault="00994769" w:rsidP="001801AB">
                        <w:pPr>
                          <w:pStyle w:val="Textodeglobo"/>
                          <w:spacing w:before="0" w:after="0"/>
                          <w:jc w:val="center"/>
                          <w:rPr>
                            <w:rFonts w:ascii="Calibri" w:hAnsi="Calibri"/>
                            <w:b/>
                            <w:bCs/>
                            <w:lang w:val="es-MX"/>
                          </w:rPr>
                        </w:pPr>
                        <w:r w:rsidRPr="001801AB">
                          <w:rPr>
                            <w:rFonts w:ascii="Calibri" w:hAnsi="Calibri"/>
                            <w:b/>
                            <w:bCs/>
                            <w:lang w:val="es-MX"/>
                          </w:rPr>
                          <w:t>Seguimiento de Obra</w:t>
                        </w:r>
                      </w:p>
                    </w:txbxContent>
                  </v:textbox>
                </v:shape>
                <v:shape id="Text Box 56" o:spid="_x0000_s1388" type="#_x0000_t202" style="position:absolute;left:7828;top:9503;width:1448;height:411;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" fillcolor="#daeef3 [664]">
                  <o:lock v:ext="edit" aspectratio="t"/>
                  <v:textbox inset=".5mm,.5mm,.5mm,.5mm">
                    <w:txbxContent>
                      <w:p w:rsidR="00994769" w:rsidRPr="001801AB" w:rsidRDefault="00994769" w:rsidP="001801AB">
                        <w:pPr>
                          <w:pStyle w:val="Textodeglobo"/>
                          <w:spacing w:before="0" w:after="0"/>
                          <w:jc w:val="center"/>
                          <w:rPr>
                            <w:rFonts w:ascii="Calibri" w:hAnsi="Calibri"/>
                            <w:b/>
                            <w:bCs/>
                            <w:lang w:val="es-MX"/>
                          </w:rPr>
                        </w:pPr>
                        <w:r w:rsidRPr="001801AB">
                          <w:rPr>
                            <w:rFonts w:ascii="Calibri" w:hAnsi="Calibri"/>
                            <w:b/>
                            <w:bCs/>
                            <w:lang w:val="es-MX"/>
                          </w:rPr>
                          <w:t>Redeterminación</w:t>
                        </w:r>
                      </w:p>
                      <w:p w:rsidR="00994769" w:rsidRPr="001801AB" w:rsidRDefault="00994769" w:rsidP="001801AB">
                        <w:pPr>
                          <w:pStyle w:val="Textodeglobo"/>
                          <w:spacing w:before="0" w:after="0"/>
                          <w:jc w:val="center"/>
                          <w:rPr>
                            <w:rFonts w:ascii="Calibri" w:hAnsi="Calibri"/>
                            <w:b/>
                            <w:bCs/>
                            <w:lang w:val="es-MX"/>
                          </w:rPr>
                        </w:pPr>
                        <w:r w:rsidRPr="001801AB">
                          <w:rPr>
                            <w:rFonts w:ascii="Calibri" w:hAnsi="Calibri"/>
                            <w:b/>
                            <w:bCs/>
                            <w:lang w:val="es-MX"/>
                          </w:rPr>
                          <w:t>de Precios</w:t>
                        </w:r>
                      </w:p>
                    </w:txbxContent>
                  </v:textbox>
                </v:shape>
                <v:shape id="AutoShape 57" o:spid="_x0000_s1389" type="#_x0000_t32" style="position:absolute;left:7453;top:8466;width:0;height:1927;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"/>
                <v:shape id="AutoShape 58" o:spid="_x0000_s1390" type="#_x0000_t32" style="position:absolute;left:7453;top:9048;width:361;height:0;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"/>
                <v:shape id="AutoShape 59" o:spid="_x0000_s1391" type="#_x0000_t32" style="position:absolute;left:7453;top:9727;width:361;height:0;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"/>
                <v:shape id="Text Box 61" o:spid="_x0000_s1392" type="#_x0000_t202" style="position:absolute;left:7843;top:10196;width:1344;height:411;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" fillcolor="#daeef3 [664]">
                  <o:lock v:ext="edit" aspectratio="t"/>
                  <v:textbox inset=".5mm,.5mm,.5mm,.5mm">
                    <w:txbxContent>
                      <w:p w:rsidR="00994769" w:rsidRPr="001801AB" w:rsidRDefault="00994769" w:rsidP="001801AB">
                        <w:pPr>
                          <w:pStyle w:val="Textodeglobo"/>
                          <w:spacing w:before="0" w:after="0"/>
                          <w:jc w:val="center"/>
                          <w:rPr>
                            <w:rFonts w:ascii="Calibri" w:hAnsi="Calibri"/>
                            <w:b/>
                            <w:bCs/>
                            <w:lang w:val="es-MX"/>
                          </w:rPr>
                        </w:pPr>
                        <w:r w:rsidRPr="001801AB">
                          <w:rPr>
                            <w:rFonts w:ascii="Calibri" w:hAnsi="Calibri"/>
                            <w:b/>
                            <w:bCs/>
                            <w:lang w:val="es-MX"/>
                          </w:rPr>
                          <w:t>Rendiciones</w:t>
                        </w:r>
                      </w:p>
                    </w:txbxContent>
                  </v:textbox>
                </v:shape>
                <v:shape id="AutoShape 62" o:spid="_x0000_s1393" type="#_x0000_t32" style="position:absolute;left:7468;top:10393;width:361;height:0;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"/>
              </v:group>
            </v:group>
            <v:group id="Group 21" o:spid="_x0000_s1394" style="position:absolute;left:4104;top:6548;width:2899;height:1259" coordorigin="4104,6548" coordsize="2899,1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">
              <v:line id="Line 32" o:spid="_x0000_s1395" style="position:absolute;visibility:visible" from="5510,7279" to="5510,75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"/>
              <v:shape id="Text Box 35" o:spid="_x0000_s1396" type="#_x0000_t202" style="position:absolute;left:4191;top:6548;width:2616;height:731;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" fillcolor="#daeef3 [664]">
                <o:lock v:ext="edit" aspectratio="t"/>
                <v:textbox inset=".5mm,.5mm,.5mm,.5mm">
                  <w:txbxContent>
                    <w:p w:rsidR="00994769" w:rsidRPr="001801AB" w:rsidRDefault="00994769" w:rsidP="001801AB">
                      <w:pPr>
                        <w:pStyle w:val="Textodeglobo"/>
                        <w:pBdr>
                          <w:bottom w:val="single" w:sz="4" w:space="21" w:color="auto"/>
                        </w:pBdr>
                        <w:spacing w:before="0" w:after="0"/>
                        <w:jc w:val="center"/>
                        <w:rPr>
                          <w:b/>
                          <w:bCs/>
                          <w:sz w:val="20"/>
                          <w:szCs w:val="20"/>
                          <w:lang w:val="es-MX"/>
                        </w:rPr>
                      </w:pPr>
                      <w:r w:rsidRPr="001801AB">
                        <w:rPr>
                          <w:b/>
                          <w:bCs/>
                          <w:sz w:val="20"/>
                          <w:szCs w:val="20"/>
                          <w:lang w:val="es-MX"/>
                        </w:rPr>
                        <w:t>DGI</w:t>
                      </w:r>
                    </w:p>
                    <w:p w:rsidR="00994769" w:rsidRPr="001801AB" w:rsidRDefault="00994769" w:rsidP="001801AB">
                      <w:pPr>
                        <w:pStyle w:val="Textodeglobo"/>
                        <w:pBdr>
                          <w:bottom w:val="single" w:sz="4" w:space="21" w:color="auto"/>
                        </w:pBdr>
                        <w:spacing w:before="0" w:after="0"/>
                        <w:jc w:val="center"/>
                        <w:rPr>
                          <w:sz w:val="18"/>
                          <w:szCs w:val="18"/>
                          <w:lang w:val="es-MX"/>
                        </w:rPr>
                      </w:pPr>
                      <w:r w:rsidRPr="001801AB">
                        <w:rPr>
                          <w:sz w:val="18"/>
                          <w:szCs w:val="18"/>
                          <w:lang w:val="es-MX"/>
                        </w:rPr>
                        <w:t>Dirección General de Infraestructura</w:t>
                      </w:r>
                    </w:p>
                    <w:p w:rsidR="00994769" w:rsidRPr="001801AB" w:rsidRDefault="00994769" w:rsidP="001801AB">
                      <w:pPr>
                        <w:pStyle w:val="Textodeglobo"/>
                        <w:pBdr>
                          <w:bottom w:val="single" w:sz="4" w:space="1" w:color="auto"/>
                        </w:pBdr>
                        <w:spacing w:before="0" w:after="0"/>
                        <w:jc w:val="center"/>
                        <w:rPr>
                          <w:b/>
                          <w:bCs/>
                          <w:lang w:val="es-MX"/>
                        </w:rPr>
                      </w:pPr>
                      <w:r w:rsidRPr="001801AB">
                        <w:rPr>
                          <w:b/>
                          <w:bCs/>
                          <w:lang w:val="es-MX"/>
                        </w:rPr>
                        <w:t>SSCA</w:t>
                      </w:r>
                    </w:p>
                    <w:p w:rsidR="00994769" w:rsidRPr="001801AB" w:rsidRDefault="00994769" w:rsidP="001801AB">
                      <w:pPr>
                        <w:pStyle w:val="Textodeglobo"/>
                        <w:pBdr>
                          <w:bottom w:val="single" w:sz="4" w:space="1" w:color="auto"/>
                        </w:pBdr>
                        <w:spacing w:before="0" w:after="0"/>
                        <w:jc w:val="center"/>
                        <w:rPr>
                          <w:lang w:val="es-MX"/>
                        </w:rPr>
                      </w:pPr>
                      <w:r w:rsidRPr="001801AB">
                        <w:rPr>
                          <w:lang w:val="es-MX"/>
                        </w:rPr>
                        <w:t>SUBSECRETARIA DE COORDINACION ADMINISTRATIVA</w:t>
                      </w:r>
                    </w:p>
                    <w:p w:rsidR="00994769" w:rsidRPr="001801AB" w:rsidRDefault="00994769" w:rsidP="001801AB">
                      <w:pPr>
                        <w:pStyle w:val="Textodeglobo"/>
                        <w:pBdr>
                          <w:bottom w:val="single" w:sz="4" w:space="1" w:color="auto"/>
                        </w:pBdr>
                        <w:spacing w:before="0" w:after="0"/>
                        <w:rPr>
                          <w:lang w:val="es-MX"/>
                        </w:rPr>
                      </w:pPr>
                    </w:p>
                  </w:txbxContent>
                </v:textbox>
              </v:shape>
              <v:line id="Line 36" o:spid="_x0000_s1397" style="position:absolute;flip:x y;visibility:visible" from="4104,7564" to="7003,75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"/>
              <v:shape id="AutoShape 52" o:spid="_x0000_s1398" type="#_x0000_t32" style="position:absolute;left:4104;top:7564;width:0;height:243;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"/>
              <v:shape id="AutoShape 53" o:spid="_x0000_s1399" type="#_x0000_t32" style="position:absolute;left:7003;top:7556;width:0;height:243;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"/>
            </v:group>
          </v:group>
        </w:pict>
      </w:r>
    </w:p>
    <w:p w:rsidR="00320FE4" w:rsidRDefault="00320FE4" w:rsidP="00B80237"/>
    <w:p w:rsidR="00D23709" w:rsidRDefault="00D23709" w:rsidP="00476F4D"/>
    <w:p w:rsidR="00D23709" w:rsidRDefault="00D23709" w:rsidP="00476F4D"/>
    <w:p w:rsidR="00D23709" w:rsidRDefault="00D23709" w:rsidP="00476F4D"/>
    <w:p w:rsidR="00D23709" w:rsidRDefault="00D23709" w:rsidP="00476F4D"/>
    <w:p w:rsidR="00D23709" w:rsidRDefault="00D23709" w:rsidP="00476F4D"/>
    <w:p w:rsidR="00320FE4" w:rsidRDefault="00320FE4" w:rsidP="00476F4D"/>
    <w:p w:rsidR="00500AF3" w:rsidRDefault="00500AF3" w:rsidP="00476F4D"/>
    <w:p w:rsidR="00050ECB" w:rsidRDefault="00050ECB" w:rsidP="00476F4D"/>
    <w:p w:rsidR="008447B9" w:rsidRPr="00B80237" w:rsidRDefault="008447B9" w:rsidP="00476F4D">
      <w:r w:rsidRPr="00B80237">
        <w:t xml:space="preserve">La estructura funcional de la Dirección posee </w:t>
      </w:r>
      <w:r w:rsidR="00741795" w:rsidRPr="00B80237">
        <w:t>2</w:t>
      </w:r>
      <w:r w:rsidR="003A1E0B">
        <w:t xml:space="preserve"> </w:t>
      </w:r>
      <w:r w:rsidR="00840A49">
        <w:t>de</w:t>
      </w:r>
      <w:r w:rsidRPr="00B80237">
        <w:t>partamentos:</w:t>
      </w:r>
    </w:p>
    <w:p w:rsidR="008447B9" w:rsidRPr="00B80237" w:rsidRDefault="008447B9" w:rsidP="00476F4D">
      <w:pPr>
        <w:pStyle w:val="Prrafodelista"/>
        <w:numPr>
          <w:ilvl w:val="0"/>
          <w:numId w:val="13"/>
        </w:numPr>
        <w:spacing w:before="60" w:after="60" w:line="240" w:lineRule="auto"/>
        <w:contextualSpacing w:val="0"/>
        <w:jc w:val="both"/>
      </w:pPr>
      <w:r w:rsidRPr="00B80237">
        <w:t>Arquitectura y Equipamiento Escolar.</w:t>
      </w:r>
    </w:p>
    <w:p w:rsidR="008447B9" w:rsidRDefault="008447B9" w:rsidP="00476F4D">
      <w:pPr>
        <w:pStyle w:val="Prrafodelista"/>
        <w:numPr>
          <w:ilvl w:val="0"/>
          <w:numId w:val="13"/>
        </w:numPr>
        <w:spacing w:before="60" w:after="60" w:line="240" w:lineRule="auto"/>
        <w:contextualSpacing w:val="0"/>
        <w:jc w:val="both"/>
      </w:pPr>
      <w:r w:rsidRPr="00B80237">
        <w:t>Seguimiento Físico y Financiero de Obras.</w:t>
      </w:r>
    </w:p>
    <w:p w:rsidR="00DD1FF3" w:rsidRPr="00B56CD7" w:rsidRDefault="00F96B51" w:rsidP="00476F4D">
      <w:pPr>
        <w:pStyle w:val="Prrafodelista"/>
        <w:numPr>
          <w:ilvl w:val="0"/>
          <w:numId w:val="8"/>
        </w:numPr>
        <w:spacing w:before="360" w:after="120" w:line="288" w:lineRule="auto"/>
        <w:ind w:left="425" w:hanging="425"/>
        <w:contextualSpacing w:val="0"/>
        <w:rPr>
          <w:b/>
        </w:rPr>
      </w:pPr>
      <w:r w:rsidRPr="00B56CD7">
        <w:rPr>
          <w:b/>
        </w:rPr>
        <w:t>Departamento de Arquitectura y Equipamiento Escolar</w:t>
      </w:r>
      <w:r w:rsidR="00281F3E" w:rsidRPr="00B56CD7">
        <w:rPr>
          <w:b/>
        </w:rPr>
        <w:t xml:space="preserve"> (DAyEE)</w:t>
      </w:r>
    </w:p>
    <w:p w:rsidR="00F96B51" w:rsidRPr="00D91DB9" w:rsidRDefault="00B61E33" w:rsidP="00476F4D">
      <w:pPr>
        <w:pStyle w:val="Prrafodelista"/>
        <w:numPr>
          <w:ilvl w:val="0"/>
          <w:numId w:val="1"/>
        </w:numPr>
        <w:spacing w:before="240" w:after="120" w:line="288" w:lineRule="auto"/>
        <w:ind w:left="714" w:hanging="357"/>
        <w:contextualSpacing w:val="0"/>
        <w:rPr>
          <w:b/>
        </w:rPr>
      </w:pPr>
      <w:r w:rsidRPr="00D91DB9">
        <w:rPr>
          <w:b/>
        </w:rPr>
        <w:t>Área de Proyectos</w:t>
      </w:r>
    </w:p>
    <w:p w:rsidR="00F96B51" w:rsidRPr="00D91DB9" w:rsidRDefault="00F96B51" w:rsidP="00476F4D">
      <w:pPr>
        <w:contextualSpacing/>
        <w:rPr>
          <w:szCs w:val="24"/>
        </w:rPr>
      </w:pPr>
      <w:r w:rsidRPr="00D91DB9">
        <w:rPr>
          <w:szCs w:val="24"/>
        </w:rPr>
        <w:t xml:space="preserve">El sector está integrado por arquitectos que tienen a cargo el seguimiento de los proyectos de una o más </w:t>
      </w:r>
      <w:r w:rsidR="001A49E8" w:rsidRPr="00D91DB9">
        <w:rPr>
          <w:szCs w:val="24"/>
        </w:rPr>
        <w:t>Jurisdicciones</w:t>
      </w:r>
      <w:r w:rsidRPr="00D91DB9">
        <w:rPr>
          <w:szCs w:val="24"/>
        </w:rPr>
        <w:t xml:space="preserve"> y por otros profesionales que asesoran e intervienen sobre temas específicos.</w:t>
      </w:r>
    </w:p>
    <w:p w:rsidR="00F96B51" w:rsidRPr="00D91DB9" w:rsidRDefault="00F96B51" w:rsidP="00476F4D">
      <w:pPr>
        <w:contextualSpacing/>
        <w:rPr>
          <w:szCs w:val="24"/>
        </w:rPr>
      </w:pPr>
      <w:r w:rsidRPr="00D91DB9">
        <w:rPr>
          <w:szCs w:val="24"/>
        </w:rPr>
        <w:t xml:space="preserve">Cuentan con el apoyo de especialistas en: </w:t>
      </w:r>
      <w:r w:rsidR="00505C28">
        <w:rPr>
          <w:szCs w:val="24"/>
        </w:rPr>
        <w:t>programación educativa, estructuras, i</w:t>
      </w:r>
      <w:r w:rsidRPr="00D91DB9">
        <w:rPr>
          <w:szCs w:val="24"/>
        </w:rPr>
        <w:t>nstal</w:t>
      </w:r>
      <w:r w:rsidR="00505C28">
        <w:rPr>
          <w:szCs w:val="24"/>
        </w:rPr>
        <w:t>aciones y con una asesora legal.</w:t>
      </w:r>
    </w:p>
    <w:p w:rsidR="0089422A" w:rsidRPr="00D91DB9" w:rsidRDefault="00F96B51" w:rsidP="00476F4D">
      <w:pPr>
        <w:contextualSpacing/>
        <w:rPr>
          <w:szCs w:val="24"/>
        </w:rPr>
      </w:pPr>
      <w:r w:rsidRPr="00D91DB9">
        <w:rPr>
          <w:szCs w:val="24"/>
        </w:rPr>
        <w:t xml:space="preserve">Principales funciones del </w:t>
      </w:r>
      <w:r w:rsidR="00FD3B46" w:rsidRPr="00D91DB9">
        <w:rPr>
          <w:szCs w:val="24"/>
        </w:rPr>
        <w:t>área</w:t>
      </w:r>
      <w:r w:rsidR="00505C28">
        <w:rPr>
          <w:szCs w:val="24"/>
        </w:rPr>
        <w:t>: establecer lineamientos y criterios de arquitectura e</w:t>
      </w:r>
      <w:r w:rsidRPr="00D91DB9">
        <w:rPr>
          <w:szCs w:val="24"/>
        </w:rPr>
        <w:t xml:space="preserve">scolar. Interactuar con otras áreas sustantivas del </w:t>
      </w:r>
      <w:r w:rsidR="00281F3E" w:rsidRPr="00D91DB9">
        <w:rPr>
          <w:szCs w:val="24"/>
        </w:rPr>
        <w:t>ME</w:t>
      </w:r>
      <w:r w:rsidR="00D91DB9" w:rsidRPr="00D91DB9">
        <w:rPr>
          <w:szCs w:val="24"/>
        </w:rPr>
        <w:t>.</w:t>
      </w:r>
    </w:p>
    <w:p w:rsidR="00F96B51" w:rsidRPr="00D91DB9" w:rsidRDefault="00041608" w:rsidP="00476F4D">
      <w:pPr>
        <w:pStyle w:val="Prrafodelista"/>
        <w:numPr>
          <w:ilvl w:val="0"/>
          <w:numId w:val="1"/>
        </w:numPr>
        <w:spacing w:before="240" w:after="120" w:line="288" w:lineRule="auto"/>
        <w:ind w:left="714" w:hanging="357"/>
        <w:contextualSpacing w:val="0"/>
        <w:rPr>
          <w:b/>
        </w:rPr>
      </w:pPr>
      <w:r>
        <w:rPr>
          <w:b/>
        </w:rPr>
        <w:t>Área Equipamiento Escolar</w:t>
      </w:r>
    </w:p>
    <w:p w:rsidR="00F96B51" w:rsidRDefault="00F96B51" w:rsidP="00476F4D">
      <w:pPr>
        <w:contextualSpacing/>
        <w:rPr>
          <w:rFonts w:cs="Arial"/>
          <w:szCs w:val="24"/>
        </w:rPr>
      </w:pPr>
      <w:r w:rsidRPr="00D91DB9">
        <w:rPr>
          <w:szCs w:val="24"/>
        </w:rPr>
        <w:t xml:space="preserve">Principales funciones del área: </w:t>
      </w:r>
      <w:r w:rsidR="00505C28">
        <w:rPr>
          <w:szCs w:val="24"/>
        </w:rPr>
        <w:t>a</w:t>
      </w:r>
      <w:r w:rsidRPr="00D91DB9">
        <w:rPr>
          <w:szCs w:val="24"/>
        </w:rPr>
        <w:t xml:space="preserve">nálisis y aprobación de la documentación generada por la </w:t>
      </w:r>
      <w:r w:rsidR="0056633B" w:rsidRPr="00D91DB9">
        <w:rPr>
          <w:szCs w:val="24"/>
        </w:rPr>
        <w:t>Jurisdicción</w:t>
      </w:r>
      <w:r w:rsidRPr="00D91DB9">
        <w:rPr>
          <w:szCs w:val="24"/>
        </w:rPr>
        <w:t xml:space="preserve"> para la adquisición de equipamiento. Elaborac</w:t>
      </w:r>
      <w:r w:rsidR="00505C28">
        <w:rPr>
          <w:szCs w:val="24"/>
        </w:rPr>
        <w:t>ión de especificaciones t</w:t>
      </w:r>
      <w:r w:rsidRPr="00D91DB9">
        <w:rPr>
          <w:szCs w:val="24"/>
        </w:rPr>
        <w:t xml:space="preserve">écnicas de mobiliario. Seguimiento de su ejecución y de las respectivas rendiciones, generación de información sobre su ejecución. </w:t>
      </w:r>
      <w:r w:rsidR="00B61E33" w:rsidRPr="00D91DB9">
        <w:rPr>
          <w:szCs w:val="24"/>
        </w:rPr>
        <w:t>Revisión, evaluación de ofertas</w:t>
      </w:r>
      <w:r w:rsidR="00643281" w:rsidRPr="00D91DB9">
        <w:rPr>
          <w:szCs w:val="24"/>
        </w:rPr>
        <w:t>,</w:t>
      </w:r>
      <w:r w:rsidR="00B61E33" w:rsidRPr="00D91DB9">
        <w:rPr>
          <w:szCs w:val="24"/>
        </w:rPr>
        <w:t xml:space="preserve"> consultas del comité evaluador, y verificaciones en la entrega</w:t>
      </w:r>
      <w:r w:rsidR="00B61E33" w:rsidRPr="00D91DB9">
        <w:rPr>
          <w:rFonts w:cs="Arial"/>
          <w:szCs w:val="24"/>
        </w:rPr>
        <w:t>.</w:t>
      </w:r>
    </w:p>
    <w:p w:rsidR="00272736" w:rsidRPr="00964862" w:rsidRDefault="00F96B51" w:rsidP="00476F4D">
      <w:pPr>
        <w:pStyle w:val="Prrafodelista"/>
        <w:numPr>
          <w:ilvl w:val="0"/>
          <w:numId w:val="8"/>
        </w:numPr>
        <w:spacing w:before="360" w:after="120" w:line="288" w:lineRule="auto"/>
        <w:ind w:left="425" w:hanging="425"/>
        <w:contextualSpacing w:val="0"/>
        <w:rPr>
          <w:b/>
        </w:rPr>
      </w:pPr>
      <w:r w:rsidRPr="00964862">
        <w:rPr>
          <w:b/>
        </w:rPr>
        <w:t>Departamento de Seguimiento Físico y Financiero de Obras</w:t>
      </w:r>
      <w:r w:rsidR="00281F3E" w:rsidRPr="00964862">
        <w:rPr>
          <w:b/>
        </w:rPr>
        <w:t xml:space="preserve"> (DSFyFO)</w:t>
      </w:r>
    </w:p>
    <w:p w:rsidR="00F96B51" w:rsidRPr="00D91DB9" w:rsidRDefault="00F96B51" w:rsidP="00476F4D">
      <w:pPr>
        <w:contextualSpacing/>
        <w:rPr>
          <w:szCs w:val="24"/>
        </w:rPr>
      </w:pPr>
      <w:r w:rsidRPr="00D91DB9">
        <w:rPr>
          <w:szCs w:val="24"/>
        </w:rPr>
        <w:t xml:space="preserve">El sector está integrado por arquitectos que tienen a cargo el seguimiento de las obras de </w:t>
      </w:r>
      <w:r w:rsidR="003645CB" w:rsidRPr="00D91DB9">
        <w:rPr>
          <w:szCs w:val="24"/>
        </w:rPr>
        <w:t xml:space="preserve">la </w:t>
      </w:r>
      <w:r w:rsidR="00840A49">
        <w:rPr>
          <w:szCs w:val="24"/>
        </w:rPr>
        <w:t>j</w:t>
      </w:r>
      <w:r w:rsidR="0056633B" w:rsidRPr="00D91DB9">
        <w:rPr>
          <w:szCs w:val="24"/>
        </w:rPr>
        <w:t>urisdicción</w:t>
      </w:r>
      <w:r w:rsidRPr="00D91DB9">
        <w:rPr>
          <w:szCs w:val="24"/>
        </w:rPr>
        <w:t xml:space="preserve"> y por otros profesionales y técnicos que asesoran e inter</w:t>
      </w:r>
      <w:r w:rsidR="00D17868" w:rsidRPr="00D91DB9">
        <w:rPr>
          <w:szCs w:val="24"/>
        </w:rPr>
        <w:t>vienen sobre temas específicos.</w:t>
      </w:r>
    </w:p>
    <w:p w:rsidR="00F96B51" w:rsidRPr="00D91DB9" w:rsidRDefault="00087FC0" w:rsidP="00476F4D">
      <w:pPr>
        <w:contextualSpacing/>
        <w:rPr>
          <w:szCs w:val="24"/>
        </w:rPr>
      </w:pPr>
      <w:r w:rsidRPr="00D91DB9">
        <w:rPr>
          <w:szCs w:val="24"/>
        </w:rPr>
        <w:lastRenderedPageBreak/>
        <w:t xml:space="preserve">El sector además cuenta </w:t>
      </w:r>
      <w:r w:rsidR="00F96B51" w:rsidRPr="00D91DB9">
        <w:rPr>
          <w:szCs w:val="24"/>
        </w:rPr>
        <w:t xml:space="preserve">con el apoyo de especialistas en: </w:t>
      </w:r>
      <w:r w:rsidR="00505C28">
        <w:rPr>
          <w:szCs w:val="24"/>
        </w:rPr>
        <w:t>p</w:t>
      </w:r>
      <w:r w:rsidR="00F96B51" w:rsidRPr="00D91DB9">
        <w:rPr>
          <w:szCs w:val="24"/>
        </w:rPr>
        <w:t xml:space="preserve">resupuesto y </w:t>
      </w:r>
      <w:r w:rsidR="00505C28">
        <w:rPr>
          <w:szCs w:val="24"/>
        </w:rPr>
        <w:t>e</w:t>
      </w:r>
      <w:r w:rsidR="00F96B51" w:rsidRPr="00D91DB9">
        <w:rPr>
          <w:szCs w:val="24"/>
        </w:rPr>
        <w:t xml:space="preserve">jecución financiera, </w:t>
      </w:r>
      <w:r w:rsidR="00505C28">
        <w:rPr>
          <w:szCs w:val="24"/>
        </w:rPr>
        <w:t>r</w:t>
      </w:r>
      <w:r w:rsidR="00F96B51" w:rsidRPr="00D91DB9">
        <w:rPr>
          <w:szCs w:val="24"/>
        </w:rPr>
        <w:t xml:space="preserve">endiciones, </w:t>
      </w:r>
      <w:r w:rsidR="00505C28">
        <w:rPr>
          <w:szCs w:val="24"/>
        </w:rPr>
        <w:t>redeterminación de p</w:t>
      </w:r>
      <w:r w:rsidR="00F96B51" w:rsidRPr="00D91DB9">
        <w:rPr>
          <w:szCs w:val="24"/>
        </w:rPr>
        <w:t xml:space="preserve">recios, </w:t>
      </w:r>
      <w:r w:rsidR="00505C28">
        <w:rPr>
          <w:szCs w:val="24"/>
        </w:rPr>
        <w:t>estructuras, i</w:t>
      </w:r>
      <w:r w:rsidR="00F96B51" w:rsidRPr="00D91DB9">
        <w:rPr>
          <w:szCs w:val="24"/>
        </w:rPr>
        <w:t>nstalaciones y con un asesor legal.</w:t>
      </w:r>
    </w:p>
    <w:p w:rsidR="00F96B51" w:rsidRPr="00D91DB9" w:rsidRDefault="00F96B51" w:rsidP="00476F4D">
      <w:pPr>
        <w:contextualSpacing/>
        <w:rPr>
          <w:szCs w:val="24"/>
        </w:rPr>
      </w:pPr>
      <w:r w:rsidRPr="00D91DB9">
        <w:rPr>
          <w:szCs w:val="24"/>
        </w:rPr>
        <w:t xml:space="preserve">Principales funciones del </w:t>
      </w:r>
      <w:r w:rsidR="00FD3B46" w:rsidRPr="00D91DB9">
        <w:rPr>
          <w:szCs w:val="24"/>
        </w:rPr>
        <w:t>departamento</w:t>
      </w:r>
      <w:r w:rsidR="00840A49">
        <w:rPr>
          <w:szCs w:val="24"/>
        </w:rPr>
        <w:t>: e</w:t>
      </w:r>
      <w:r w:rsidRPr="00D91DB9">
        <w:rPr>
          <w:szCs w:val="24"/>
        </w:rPr>
        <w:t xml:space="preserve">fectuar el seguimiento de </w:t>
      </w:r>
      <w:r w:rsidR="00EF324A" w:rsidRPr="00D91DB9">
        <w:rPr>
          <w:szCs w:val="24"/>
        </w:rPr>
        <w:t xml:space="preserve">gestión de </w:t>
      </w:r>
      <w:r w:rsidRPr="00D91DB9">
        <w:rPr>
          <w:szCs w:val="24"/>
        </w:rPr>
        <w:t>las obras financiadas desde la DGI, desde la licitación hasta la recepción de los trabajos. Aprobar los certificados de av</w:t>
      </w:r>
      <w:r w:rsidR="00D17868" w:rsidRPr="00D91DB9">
        <w:rPr>
          <w:szCs w:val="24"/>
        </w:rPr>
        <w:t>ance físico. Elaborar informes.</w:t>
      </w:r>
      <w:r w:rsidR="001106C4" w:rsidRPr="00D91DB9">
        <w:rPr>
          <w:szCs w:val="24"/>
        </w:rPr>
        <w:t xml:space="preserve"> Gestión y seguimiento de los expedientes técnicos de las </w:t>
      </w:r>
      <w:r w:rsidR="00840A49">
        <w:rPr>
          <w:szCs w:val="24"/>
        </w:rPr>
        <w:t>o</w:t>
      </w:r>
      <w:r w:rsidR="001106C4" w:rsidRPr="00D91DB9">
        <w:rPr>
          <w:szCs w:val="24"/>
        </w:rPr>
        <w:t>bras.</w:t>
      </w:r>
    </w:p>
    <w:p w:rsidR="00470F12" w:rsidRDefault="00F96B51" w:rsidP="00476F4D">
      <w:pPr>
        <w:contextualSpacing/>
        <w:rPr>
          <w:szCs w:val="24"/>
        </w:rPr>
      </w:pPr>
      <w:r w:rsidRPr="00D91DB9">
        <w:rPr>
          <w:szCs w:val="24"/>
        </w:rPr>
        <w:t xml:space="preserve">Efectuar </w:t>
      </w:r>
      <w:r w:rsidR="00EF324A" w:rsidRPr="00D91DB9">
        <w:rPr>
          <w:szCs w:val="24"/>
        </w:rPr>
        <w:t>la</w:t>
      </w:r>
      <w:r w:rsidRPr="00D91DB9">
        <w:rPr>
          <w:szCs w:val="24"/>
        </w:rPr>
        <w:t xml:space="preserve"> supervisión </w:t>
      </w:r>
      <w:r w:rsidR="00EF324A" w:rsidRPr="00D91DB9">
        <w:rPr>
          <w:szCs w:val="24"/>
        </w:rPr>
        <w:t xml:space="preserve">técnica </w:t>
      </w:r>
      <w:r w:rsidRPr="00D91DB9">
        <w:rPr>
          <w:szCs w:val="24"/>
        </w:rPr>
        <w:t xml:space="preserve">de las obras conjuntamente con </w:t>
      </w:r>
      <w:r w:rsidR="003645CB" w:rsidRPr="00D91DB9">
        <w:rPr>
          <w:szCs w:val="24"/>
        </w:rPr>
        <w:t xml:space="preserve">el </w:t>
      </w:r>
      <w:r w:rsidRPr="00D91DB9">
        <w:rPr>
          <w:szCs w:val="24"/>
        </w:rPr>
        <w:t xml:space="preserve">equipo jurisdiccional. </w:t>
      </w:r>
      <w:r w:rsidR="008F4F44" w:rsidRPr="00D91DB9">
        <w:rPr>
          <w:szCs w:val="24"/>
        </w:rPr>
        <w:t>Dar s</w:t>
      </w:r>
      <w:r w:rsidRPr="00D91DB9">
        <w:rPr>
          <w:szCs w:val="24"/>
        </w:rPr>
        <w:t>eguimiento y verificación de las rendiciones. Revis</w:t>
      </w:r>
      <w:r w:rsidR="008F4F44" w:rsidRPr="00D91DB9">
        <w:rPr>
          <w:szCs w:val="24"/>
        </w:rPr>
        <w:t>ar</w:t>
      </w:r>
      <w:r w:rsidRPr="00D91DB9">
        <w:rPr>
          <w:szCs w:val="24"/>
        </w:rPr>
        <w:t xml:space="preserve"> y aproba</w:t>
      </w:r>
      <w:r w:rsidR="008F4F44" w:rsidRPr="00D91DB9">
        <w:rPr>
          <w:szCs w:val="24"/>
        </w:rPr>
        <w:t>r</w:t>
      </w:r>
      <w:r w:rsidR="00994769">
        <w:rPr>
          <w:szCs w:val="24"/>
        </w:rPr>
        <w:t xml:space="preserve"> </w:t>
      </w:r>
      <w:r w:rsidR="008F4F44" w:rsidRPr="00D91DB9">
        <w:rPr>
          <w:szCs w:val="24"/>
        </w:rPr>
        <w:t>las</w:t>
      </w:r>
      <w:r w:rsidR="00994769">
        <w:rPr>
          <w:szCs w:val="24"/>
        </w:rPr>
        <w:t xml:space="preserve"> </w:t>
      </w:r>
      <w:r w:rsidRPr="00D91DB9">
        <w:rPr>
          <w:szCs w:val="24"/>
        </w:rPr>
        <w:t>redeterminaciones de precios de las obras.  </w:t>
      </w:r>
      <w:r w:rsidR="00087FC0" w:rsidRPr="00D91DB9">
        <w:rPr>
          <w:szCs w:val="24"/>
        </w:rPr>
        <w:t xml:space="preserve">Asesorar y capacitar a los técnicos jurisdiccionales. </w:t>
      </w:r>
      <w:r w:rsidRPr="00D91DB9">
        <w:rPr>
          <w:szCs w:val="24"/>
        </w:rPr>
        <w:t>Interactuar con las áreas del M</w:t>
      </w:r>
      <w:r w:rsidR="008F4F44" w:rsidRPr="00D91DB9">
        <w:rPr>
          <w:szCs w:val="24"/>
        </w:rPr>
        <w:t>E</w:t>
      </w:r>
      <w:r w:rsidRPr="00D91DB9">
        <w:rPr>
          <w:szCs w:val="24"/>
        </w:rPr>
        <w:t xml:space="preserve"> relacionadas con la ad</w:t>
      </w:r>
      <w:r w:rsidR="00D17868" w:rsidRPr="00D91DB9">
        <w:rPr>
          <w:szCs w:val="24"/>
        </w:rPr>
        <w:t>ministración de los fondos.</w:t>
      </w:r>
    </w:p>
    <w:p w:rsidR="0078522B" w:rsidRPr="00677A01" w:rsidRDefault="00306BBC" w:rsidP="00476F4D">
      <w:pPr>
        <w:pStyle w:val="Prrafodelista"/>
        <w:numPr>
          <w:ilvl w:val="0"/>
          <w:numId w:val="1"/>
        </w:numPr>
        <w:spacing w:before="240" w:after="120" w:line="288" w:lineRule="auto"/>
        <w:ind w:left="714" w:hanging="357"/>
        <w:contextualSpacing w:val="0"/>
        <w:rPr>
          <w:b/>
        </w:rPr>
      </w:pPr>
      <w:r w:rsidRPr="00677A01">
        <w:rPr>
          <w:b/>
        </w:rPr>
        <w:t>Supervisión</w:t>
      </w:r>
      <w:r w:rsidR="00E733D9" w:rsidRPr="00677A01">
        <w:rPr>
          <w:b/>
        </w:rPr>
        <w:t xml:space="preserve"> de </w:t>
      </w:r>
      <w:r w:rsidR="00912BAF" w:rsidRPr="00677A01">
        <w:rPr>
          <w:b/>
        </w:rPr>
        <w:t>Obras</w:t>
      </w:r>
    </w:p>
    <w:p w:rsidR="009F7154" w:rsidRPr="00D91DB9" w:rsidRDefault="009F7154" w:rsidP="00476F4D">
      <w:pPr>
        <w:contextualSpacing/>
        <w:rPr>
          <w:szCs w:val="24"/>
        </w:rPr>
      </w:pPr>
      <w:r w:rsidRPr="00D91DB9">
        <w:rPr>
          <w:szCs w:val="24"/>
        </w:rPr>
        <w:t xml:space="preserve">La </w:t>
      </w:r>
      <w:r w:rsidR="008F4F44" w:rsidRPr="00D91DB9">
        <w:rPr>
          <w:szCs w:val="24"/>
        </w:rPr>
        <w:t xml:space="preserve">DGI </w:t>
      </w:r>
      <w:r w:rsidRPr="00D91DB9">
        <w:rPr>
          <w:szCs w:val="24"/>
        </w:rPr>
        <w:t xml:space="preserve">tiene a cargo la supervisión de las obras que se ejecutan en </w:t>
      </w:r>
      <w:r w:rsidR="00EF1F4B" w:rsidRPr="00D91DB9">
        <w:rPr>
          <w:szCs w:val="24"/>
        </w:rPr>
        <w:t xml:space="preserve">la </w:t>
      </w:r>
      <w:r w:rsidRPr="00D91DB9">
        <w:rPr>
          <w:szCs w:val="24"/>
        </w:rPr>
        <w:t xml:space="preserve">jurisdicción. </w:t>
      </w:r>
      <w:r w:rsidR="00B61E33" w:rsidRPr="00D91DB9">
        <w:rPr>
          <w:szCs w:val="24"/>
        </w:rPr>
        <w:t xml:space="preserve">El </w:t>
      </w:r>
      <w:r w:rsidR="001A4000" w:rsidRPr="00D91DB9">
        <w:rPr>
          <w:szCs w:val="24"/>
        </w:rPr>
        <w:t>programa</w:t>
      </w:r>
      <w:r w:rsidR="00B61E33" w:rsidRPr="00D91DB9">
        <w:rPr>
          <w:szCs w:val="24"/>
        </w:rPr>
        <w:t xml:space="preserve"> garantizará el número de supervisores necesarios para cumplir con los </w:t>
      </w:r>
      <w:r w:rsidR="003A187C" w:rsidRPr="00D91DB9">
        <w:rPr>
          <w:szCs w:val="24"/>
        </w:rPr>
        <w:t xml:space="preserve">requisitos y </w:t>
      </w:r>
      <w:r w:rsidR="00840A49">
        <w:rPr>
          <w:szCs w:val="24"/>
        </w:rPr>
        <w:t>condiciones establecidos en el p</w:t>
      </w:r>
      <w:r w:rsidR="003A187C" w:rsidRPr="00D91DB9">
        <w:rPr>
          <w:szCs w:val="24"/>
        </w:rPr>
        <w:t>liego</w:t>
      </w:r>
      <w:r w:rsidR="00FA0815">
        <w:rPr>
          <w:szCs w:val="24"/>
        </w:rPr>
        <w:t>,</w:t>
      </w:r>
      <w:r w:rsidR="001106C4" w:rsidRPr="00D91DB9">
        <w:rPr>
          <w:szCs w:val="24"/>
        </w:rPr>
        <w:t xml:space="preserve"> a fin de</w:t>
      </w:r>
      <w:r w:rsidR="00B61E33" w:rsidRPr="00D91DB9">
        <w:rPr>
          <w:szCs w:val="24"/>
        </w:rPr>
        <w:t xml:space="preserve"> asegurar la calidad de la inspección en </w:t>
      </w:r>
      <w:r w:rsidR="00634BD3">
        <w:rPr>
          <w:szCs w:val="24"/>
        </w:rPr>
        <w:t xml:space="preserve">todas </w:t>
      </w:r>
      <w:r w:rsidR="00B61E33" w:rsidRPr="00D91DB9">
        <w:rPr>
          <w:szCs w:val="24"/>
        </w:rPr>
        <w:t>las jurisdicciones.</w:t>
      </w:r>
    </w:p>
    <w:p w:rsidR="00050ECB" w:rsidRDefault="00050ECB" w:rsidP="00476F4D">
      <w:pPr>
        <w:contextualSpacing/>
        <w:rPr>
          <w:szCs w:val="24"/>
        </w:rPr>
      </w:pPr>
    </w:p>
    <w:p w:rsidR="003A187C" w:rsidRPr="00D91DB9" w:rsidRDefault="00840A49" w:rsidP="00476F4D">
      <w:pPr>
        <w:contextualSpacing/>
        <w:rPr>
          <w:szCs w:val="24"/>
        </w:rPr>
      </w:pPr>
      <w:r>
        <w:rPr>
          <w:szCs w:val="24"/>
        </w:rPr>
        <w:t>Además de las tareas de s</w:t>
      </w:r>
      <w:r w:rsidR="009F7154" w:rsidRPr="00D91DB9">
        <w:rPr>
          <w:szCs w:val="24"/>
        </w:rPr>
        <w:t xml:space="preserve">upervisión, los mismos profesionales </w:t>
      </w:r>
      <w:r w:rsidR="00262E48" w:rsidRPr="00D91DB9">
        <w:rPr>
          <w:szCs w:val="24"/>
        </w:rPr>
        <w:t xml:space="preserve">realizan la verificación de los terrenos previstos por la </w:t>
      </w:r>
      <w:r w:rsidR="00D91DB9" w:rsidRPr="00D91DB9">
        <w:rPr>
          <w:szCs w:val="24"/>
        </w:rPr>
        <w:t>jurisdicción</w:t>
      </w:r>
      <w:r w:rsidR="00262E48" w:rsidRPr="00D91DB9">
        <w:rPr>
          <w:szCs w:val="24"/>
        </w:rPr>
        <w:t xml:space="preserve"> para la construcción, por muestreo "in situ"</w:t>
      </w:r>
      <w:r w:rsidR="00965CF8" w:rsidRPr="00FE64B7">
        <w:rPr>
          <w:szCs w:val="24"/>
        </w:rPr>
        <w:t xml:space="preserve"> (sujeto a la posibilidad de realizar comisiones de supervisión por la situación de la epidemia Covid</w:t>
      </w:r>
      <w:r w:rsidR="00492E7C">
        <w:rPr>
          <w:szCs w:val="24"/>
        </w:rPr>
        <w:t>-19</w:t>
      </w:r>
      <w:r w:rsidR="00965CF8" w:rsidRPr="00FE64B7">
        <w:rPr>
          <w:szCs w:val="24"/>
        </w:rPr>
        <w:t xml:space="preserve"> en cada localidad)</w:t>
      </w:r>
      <w:r w:rsidR="00262E48" w:rsidRPr="00FE64B7">
        <w:rPr>
          <w:szCs w:val="24"/>
        </w:rPr>
        <w:t>.</w:t>
      </w:r>
      <w:r w:rsidR="00262E48" w:rsidRPr="00D91DB9">
        <w:rPr>
          <w:szCs w:val="24"/>
        </w:rPr>
        <w:t xml:space="preserve"> También </w:t>
      </w:r>
      <w:r w:rsidR="009F7154" w:rsidRPr="00D91DB9">
        <w:rPr>
          <w:szCs w:val="24"/>
        </w:rPr>
        <w:t xml:space="preserve">son los encargados de </w:t>
      </w:r>
      <w:r w:rsidR="00797C4F" w:rsidRPr="00D91DB9">
        <w:rPr>
          <w:szCs w:val="24"/>
        </w:rPr>
        <w:t>verificar</w:t>
      </w:r>
      <w:r w:rsidR="009F7154" w:rsidRPr="00D91DB9">
        <w:rPr>
          <w:szCs w:val="24"/>
        </w:rPr>
        <w:t xml:space="preserve">las mediciones y </w:t>
      </w:r>
      <w:r w:rsidR="003A187C" w:rsidRPr="00D91DB9">
        <w:rPr>
          <w:szCs w:val="24"/>
        </w:rPr>
        <w:t xml:space="preserve">certificación de los trabajos </w:t>
      </w:r>
      <w:r w:rsidR="009F7154" w:rsidRPr="00D91DB9">
        <w:rPr>
          <w:szCs w:val="24"/>
        </w:rPr>
        <w:t>que envía</w:t>
      </w:r>
      <w:r>
        <w:rPr>
          <w:szCs w:val="24"/>
        </w:rPr>
        <w:t xml:space="preserve"> el Inspector de o</w:t>
      </w:r>
      <w:r w:rsidR="00262E48" w:rsidRPr="00D91DB9">
        <w:rPr>
          <w:szCs w:val="24"/>
        </w:rPr>
        <w:t>bra</w:t>
      </w:r>
      <w:r w:rsidR="009F7154" w:rsidRPr="00D91DB9">
        <w:rPr>
          <w:szCs w:val="24"/>
        </w:rPr>
        <w:t xml:space="preserve"> para que post</w:t>
      </w:r>
      <w:r>
        <w:rPr>
          <w:szCs w:val="24"/>
        </w:rPr>
        <w:t>eriormente se pueda otorgar la no o</w:t>
      </w:r>
      <w:r w:rsidR="009F7154" w:rsidRPr="00D91DB9">
        <w:rPr>
          <w:szCs w:val="24"/>
        </w:rPr>
        <w:t xml:space="preserve">bjeción al pago de los </w:t>
      </w:r>
      <w:r>
        <w:rPr>
          <w:szCs w:val="24"/>
        </w:rPr>
        <w:t>c</w:t>
      </w:r>
      <w:r w:rsidR="009F7154" w:rsidRPr="00D91DB9">
        <w:rPr>
          <w:szCs w:val="24"/>
        </w:rPr>
        <w:t>ertificados</w:t>
      </w:r>
      <w:r w:rsidR="00DC5691">
        <w:rPr>
          <w:szCs w:val="24"/>
        </w:rPr>
        <w:t xml:space="preserve"> </w:t>
      </w:r>
      <w:r>
        <w:rPr>
          <w:szCs w:val="24"/>
        </w:rPr>
        <w:t>de o</w:t>
      </w:r>
      <w:r w:rsidR="004A798E" w:rsidRPr="00D91DB9">
        <w:rPr>
          <w:szCs w:val="24"/>
        </w:rPr>
        <w:t>bra presentados</w:t>
      </w:r>
      <w:r w:rsidR="009F7154" w:rsidRPr="00D91DB9">
        <w:rPr>
          <w:szCs w:val="24"/>
        </w:rPr>
        <w:t>.</w:t>
      </w:r>
    </w:p>
    <w:p w:rsidR="00D91DB9" w:rsidRPr="00D91DB9" w:rsidRDefault="00517AF6" w:rsidP="00476F4D">
      <w:pPr>
        <w:contextualSpacing/>
        <w:rPr>
          <w:szCs w:val="24"/>
        </w:rPr>
      </w:pPr>
      <w:r w:rsidRPr="00D91DB9">
        <w:rPr>
          <w:szCs w:val="24"/>
        </w:rPr>
        <w:t>Asimismo, los supervisores acompañan y asisten la tarea de Inspección de la jurisdicción</w:t>
      </w:r>
      <w:r w:rsidR="005B21DB" w:rsidRPr="00D91DB9">
        <w:rPr>
          <w:szCs w:val="24"/>
        </w:rPr>
        <w:t xml:space="preserve">, verificando la información producida por los </w:t>
      </w:r>
      <w:r w:rsidR="00262E48" w:rsidRPr="00D91DB9">
        <w:rPr>
          <w:szCs w:val="24"/>
        </w:rPr>
        <w:t xml:space="preserve">Inspectores y/o los </w:t>
      </w:r>
      <w:r w:rsidR="005B21DB" w:rsidRPr="00D91DB9">
        <w:rPr>
          <w:szCs w:val="24"/>
        </w:rPr>
        <w:t>equipos provinciales de la</w:t>
      </w:r>
      <w:r w:rsidR="00593676">
        <w:rPr>
          <w:szCs w:val="24"/>
        </w:rPr>
        <w:t>s</w:t>
      </w:r>
      <w:r w:rsidR="00DC5691">
        <w:rPr>
          <w:szCs w:val="24"/>
        </w:rPr>
        <w:t xml:space="preserve"> </w:t>
      </w:r>
      <w:r w:rsidR="00593676">
        <w:rPr>
          <w:szCs w:val="24"/>
        </w:rPr>
        <w:t>UCPs</w:t>
      </w:r>
      <w:r w:rsidR="005B21DB" w:rsidRPr="00D91DB9">
        <w:rPr>
          <w:szCs w:val="24"/>
        </w:rPr>
        <w:t>.</w:t>
      </w:r>
    </w:p>
    <w:p w:rsidR="00340AE0" w:rsidRPr="00FE64B7" w:rsidRDefault="008F5456" w:rsidP="00677A01">
      <w:pPr>
        <w:pStyle w:val="Prrafodelista"/>
        <w:numPr>
          <w:ilvl w:val="0"/>
          <w:numId w:val="1"/>
        </w:numPr>
        <w:tabs>
          <w:tab w:val="num" w:pos="1276"/>
        </w:tabs>
        <w:spacing w:before="240" w:after="120" w:line="288" w:lineRule="auto"/>
        <w:ind w:left="714" w:hanging="357"/>
        <w:contextualSpacing w:val="0"/>
        <w:rPr>
          <w:b/>
        </w:rPr>
      </w:pPr>
      <w:r w:rsidRPr="00FE64B7">
        <w:rPr>
          <w:b/>
        </w:rPr>
        <w:t>Inspecc</w:t>
      </w:r>
      <w:r w:rsidR="00FA65EB" w:rsidRPr="00FE64B7">
        <w:rPr>
          <w:b/>
        </w:rPr>
        <w:t>ión de</w:t>
      </w:r>
      <w:r w:rsidR="00517AF6" w:rsidRPr="00FE64B7">
        <w:rPr>
          <w:b/>
        </w:rPr>
        <w:t xml:space="preserve"> Obras</w:t>
      </w:r>
    </w:p>
    <w:p w:rsidR="00EF324A" w:rsidRPr="00D91DB9" w:rsidRDefault="00EF324A" w:rsidP="00476F4D">
      <w:pPr>
        <w:contextualSpacing/>
        <w:rPr>
          <w:szCs w:val="24"/>
        </w:rPr>
      </w:pPr>
      <w:r w:rsidRPr="00D91DB9">
        <w:rPr>
          <w:szCs w:val="24"/>
        </w:rPr>
        <w:t xml:space="preserve">El control, la inspección técnica, las modificaciones si las hubiere, y la recepción provisional y definitiva de las obras en representación del comitente, </w:t>
      </w:r>
      <w:r w:rsidR="00AE210E" w:rsidRPr="00D91DB9">
        <w:rPr>
          <w:szCs w:val="24"/>
        </w:rPr>
        <w:t>serán</w:t>
      </w:r>
      <w:r w:rsidR="00DC5691">
        <w:rPr>
          <w:szCs w:val="24"/>
        </w:rPr>
        <w:t xml:space="preserve"> </w:t>
      </w:r>
      <w:r w:rsidR="00AE210E" w:rsidRPr="00D91DB9">
        <w:rPr>
          <w:szCs w:val="24"/>
        </w:rPr>
        <w:t>asumidos</w:t>
      </w:r>
      <w:r w:rsidRPr="00D91DB9">
        <w:rPr>
          <w:szCs w:val="24"/>
        </w:rPr>
        <w:t xml:space="preserve"> por la</w:t>
      </w:r>
      <w:r w:rsidR="00593676" w:rsidRPr="00FE64B7">
        <w:t>s Unidades de Coordinación Provincial (UCPs)</w:t>
      </w:r>
      <w:r w:rsidR="00755B0A" w:rsidRPr="00FE64B7">
        <w:rPr>
          <w:szCs w:val="24"/>
        </w:rPr>
        <w:t>,</w:t>
      </w:r>
      <w:r w:rsidRPr="00D91DB9">
        <w:rPr>
          <w:szCs w:val="24"/>
        </w:rPr>
        <w:t xml:space="preserve"> debiendo garantizar la inspección de las mismas en tiempo y forma. La Inspección presentará mensualmente el registro de personal y equipos utilizados.</w:t>
      </w:r>
    </w:p>
    <w:p w:rsidR="00050ECB" w:rsidRDefault="00050ECB" w:rsidP="00476F4D">
      <w:pPr>
        <w:contextualSpacing/>
        <w:rPr>
          <w:szCs w:val="24"/>
        </w:rPr>
      </w:pPr>
    </w:p>
    <w:p w:rsidR="00EF324A" w:rsidRPr="00D91DB9" w:rsidRDefault="00EF324A" w:rsidP="00476F4D">
      <w:pPr>
        <w:contextualSpacing/>
        <w:rPr>
          <w:szCs w:val="24"/>
        </w:rPr>
      </w:pPr>
      <w:r w:rsidRPr="00D91DB9">
        <w:rPr>
          <w:szCs w:val="24"/>
        </w:rPr>
        <w:t xml:space="preserve">Cada inspector de obra de la Jurisdicción deberá contar con un libro de comunicaciones por triplicado para asentar en cada visita las novedades y el porcentaje de avance físico de la </w:t>
      </w:r>
      <w:r w:rsidRPr="00FE64B7">
        <w:rPr>
          <w:szCs w:val="24"/>
        </w:rPr>
        <w:t>obra</w:t>
      </w:r>
      <w:r w:rsidR="005E3265" w:rsidRPr="00FE64B7">
        <w:rPr>
          <w:szCs w:val="24"/>
        </w:rPr>
        <w:t>, además del Libro de Ordenes de Servicio</w:t>
      </w:r>
      <w:r w:rsidRPr="00FE64B7">
        <w:rPr>
          <w:szCs w:val="24"/>
        </w:rPr>
        <w:t>.</w:t>
      </w:r>
      <w:r w:rsidRPr="00D91DB9">
        <w:rPr>
          <w:szCs w:val="24"/>
        </w:rPr>
        <w:t xml:space="preserve"> Dichas observaciones deberán llevar la firma del inspector, dejando una copia en el establecimiento y otra en el </w:t>
      </w:r>
      <w:r w:rsidRPr="008F4A17">
        <w:rPr>
          <w:szCs w:val="24"/>
        </w:rPr>
        <w:t xml:space="preserve">legajo técnico, </w:t>
      </w:r>
      <w:r w:rsidR="008F4A17">
        <w:rPr>
          <w:szCs w:val="24"/>
        </w:rPr>
        <w:t>las cuales</w:t>
      </w:r>
      <w:r w:rsidR="00DC5691">
        <w:rPr>
          <w:szCs w:val="24"/>
        </w:rPr>
        <w:t xml:space="preserve"> </w:t>
      </w:r>
      <w:r w:rsidRPr="00D91DB9">
        <w:rPr>
          <w:szCs w:val="24"/>
        </w:rPr>
        <w:t xml:space="preserve">se encontrarán a disposición de los organismos de control de la Nación, la Jurisdicción y otros que estos puedan determinar. Con respecto a aquellas actas que consignaren hechos o situaciones relevantes para la ejecución de la obra, la </w:t>
      </w:r>
      <w:r w:rsidR="00593676" w:rsidRPr="00FE64B7">
        <w:rPr>
          <w:szCs w:val="24"/>
        </w:rPr>
        <w:t>UCP</w:t>
      </w:r>
      <w:r w:rsidRPr="00D91DB9">
        <w:rPr>
          <w:szCs w:val="24"/>
        </w:rPr>
        <w:t xml:space="preserve"> deberá enviar copia de las mismas a la </w:t>
      </w:r>
      <w:r w:rsidR="00041608">
        <w:rPr>
          <w:szCs w:val="24"/>
        </w:rPr>
        <w:t>DGI</w:t>
      </w:r>
      <w:r w:rsidR="008F4A17">
        <w:rPr>
          <w:szCs w:val="24"/>
        </w:rPr>
        <w:t xml:space="preserve"> del </w:t>
      </w:r>
      <w:r w:rsidR="008F4A17">
        <w:rPr>
          <w:szCs w:val="24"/>
        </w:rPr>
        <w:lastRenderedPageBreak/>
        <w:t>ME</w:t>
      </w:r>
      <w:r w:rsidRPr="00D91DB9">
        <w:rPr>
          <w:szCs w:val="24"/>
        </w:rPr>
        <w:t xml:space="preserve">, conjuntamente con la copia de la </w:t>
      </w:r>
      <w:r w:rsidR="00505C28">
        <w:rPr>
          <w:szCs w:val="24"/>
        </w:rPr>
        <w:t>c</w:t>
      </w:r>
      <w:r w:rsidRPr="00D91DB9">
        <w:rPr>
          <w:szCs w:val="24"/>
        </w:rPr>
        <w:t xml:space="preserve">ertificación de los </w:t>
      </w:r>
      <w:r w:rsidR="00505C28">
        <w:rPr>
          <w:szCs w:val="24"/>
        </w:rPr>
        <w:t>t</w:t>
      </w:r>
      <w:r w:rsidRPr="00D91DB9">
        <w:rPr>
          <w:szCs w:val="24"/>
        </w:rPr>
        <w:t xml:space="preserve">rabajos, documentación fotográfica de los mismos y plan de </w:t>
      </w:r>
      <w:r w:rsidR="005E3265" w:rsidRPr="00FE64B7">
        <w:rPr>
          <w:szCs w:val="24"/>
        </w:rPr>
        <w:t>trabajo, todo a través del SITRARED.</w:t>
      </w:r>
    </w:p>
    <w:p w:rsidR="00050ECB" w:rsidRDefault="00050ECB" w:rsidP="00476F4D">
      <w:pPr>
        <w:contextualSpacing/>
        <w:rPr>
          <w:szCs w:val="24"/>
        </w:rPr>
      </w:pPr>
    </w:p>
    <w:p w:rsidR="00EF324A" w:rsidRPr="00D91DB9" w:rsidRDefault="00EF324A" w:rsidP="00476F4D">
      <w:pPr>
        <w:contextualSpacing/>
        <w:rPr>
          <w:szCs w:val="24"/>
        </w:rPr>
      </w:pPr>
      <w:r w:rsidRPr="00D91DB9">
        <w:rPr>
          <w:szCs w:val="24"/>
        </w:rPr>
        <w:t xml:space="preserve">El Inspector deberá estar presente al momento de la entrega y recepción de los elementos </w:t>
      </w:r>
      <w:r w:rsidR="008F4A17">
        <w:rPr>
          <w:szCs w:val="24"/>
        </w:rPr>
        <w:t>necesarios</w:t>
      </w:r>
      <w:r w:rsidRPr="00D91DB9">
        <w:rPr>
          <w:szCs w:val="24"/>
        </w:rPr>
        <w:t xml:space="preserve"> para la obra, para efectuar el correspondiente control de calidad.</w:t>
      </w:r>
    </w:p>
    <w:p w:rsidR="00050ECB" w:rsidRDefault="00050ECB" w:rsidP="00476F4D">
      <w:pPr>
        <w:contextualSpacing/>
        <w:rPr>
          <w:szCs w:val="24"/>
        </w:rPr>
      </w:pPr>
    </w:p>
    <w:p w:rsidR="00EF324A" w:rsidRPr="00D91DB9" w:rsidRDefault="00EF324A" w:rsidP="00476F4D">
      <w:pPr>
        <w:contextualSpacing/>
        <w:rPr>
          <w:szCs w:val="24"/>
        </w:rPr>
      </w:pPr>
      <w:r w:rsidRPr="00D91DB9">
        <w:rPr>
          <w:szCs w:val="24"/>
        </w:rPr>
        <w:t>Las inspecciones deberán asegurar el control de la obra y los materiales, y la medición y certificación de los trabajos, según lo establecido en los respectivos pliegos</w:t>
      </w:r>
      <w:r w:rsidR="00840A49">
        <w:rPr>
          <w:szCs w:val="24"/>
        </w:rPr>
        <w:t xml:space="preserve">. </w:t>
      </w:r>
    </w:p>
    <w:p w:rsidR="00050ECB" w:rsidRDefault="00050ECB" w:rsidP="00476F4D">
      <w:pPr>
        <w:contextualSpacing/>
        <w:rPr>
          <w:szCs w:val="24"/>
        </w:rPr>
      </w:pPr>
    </w:p>
    <w:p w:rsidR="00743FDA" w:rsidRDefault="00EF1F4B" w:rsidP="00476F4D">
      <w:pPr>
        <w:contextualSpacing/>
        <w:rPr>
          <w:szCs w:val="24"/>
        </w:rPr>
      </w:pPr>
      <w:r w:rsidRPr="00D91DB9">
        <w:rPr>
          <w:szCs w:val="24"/>
        </w:rPr>
        <w:t xml:space="preserve">El </w:t>
      </w:r>
      <w:r w:rsidR="00EF324A" w:rsidRPr="00D91DB9">
        <w:rPr>
          <w:szCs w:val="24"/>
        </w:rPr>
        <w:t>inspector deberá concurrir a la obra con una periodicidad diaria, para lo cual en los casos que las obras se encuentren a una distancia que impidan que puedan cump</w:t>
      </w:r>
      <w:r w:rsidR="00505C28">
        <w:rPr>
          <w:szCs w:val="24"/>
        </w:rPr>
        <w:t>lirse, se nombrar</w:t>
      </w:r>
      <w:r w:rsidR="006B641A">
        <w:rPr>
          <w:szCs w:val="24"/>
        </w:rPr>
        <w:t>á</w:t>
      </w:r>
      <w:r w:rsidR="00505C28">
        <w:rPr>
          <w:szCs w:val="24"/>
        </w:rPr>
        <w:t xml:space="preserve"> (además del i</w:t>
      </w:r>
      <w:r w:rsidR="00EF324A" w:rsidRPr="00D91DB9">
        <w:rPr>
          <w:szCs w:val="24"/>
        </w:rPr>
        <w:t>nspector)</w:t>
      </w:r>
      <w:r w:rsidRPr="00D91DB9">
        <w:rPr>
          <w:szCs w:val="24"/>
        </w:rPr>
        <w:t>,</w:t>
      </w:r>
      <w:r w:rsidR="00EF324A" w:rsidRPr="00D91DB9">
        <w:rPr>
          <w:szCs w:val="24"/>
        </w:rPr>
        <w:t xml:space="preserve"> un </w:t>
      </w:r>
      <w:r w:rsidR="00505C28" w:rsidRPr="00505C28">
        <w:rPr>
          <w:szCs w:val="24"/>
        </w:rPr>
        <w:t>s</w:t>
      </w:r>
      <w:r w:rsidR="00EF324A" w:rsidRPr="00505C28">
        <w:rPr>
          <w:szCs w:val="24"/>
        </w:rPr>
        <w:t>obreestante</w:t>
      </w:r>
      <w:r w:rsidR="00EF324A" w:rsidRPr="00D91DB9">
        <w:rPr>
          <w:szCs w:val="24"/>
        </w:rPr>
        <w:t xml:space="preserve"> que será de la zona donde está emplazada la obra.</w:t>
      </w:r>
    </w:p>
    <w:p w:rsidR="00C26BEA" w:rsidRDefault="00C26BEA" w:rsidP="00476F4D">
      <w:pPr>
        <w:contextualSpacing/>
        <w:rPr>
          <w:szCs w:val="24"/>
        </w:rPr>
      </w:pPr>
    </w:p>
    <w:p w:rsidR="00C26BEA" w:rsidRPr="00C26BEA" w:rsidRDefault="00C26BEA" w:rsidP="00E7530E">
      <w:pPr>
        <w:pStyle w:val="Prrafodelista"/>
        <w:numPr>
          <w:ilvl w:val="0"/>
          <w:numId w:val="1"/>
        </w:numPr>
        <w:spacing w:before="240" w:after="120" w:line="288" w:lineRule="auto"/>
        <w:ind w:left="714" w:hanging="357"/>
        <w:contextualSpacing w:val="0"/>
        <w:rPr>
          <w:b/>
        </w:rPr>
      </w:pPr>
      <w:bookmarkStart w:id="28" w:name="_Toc518986347"/>
      <w:r w:rsidRPr="00C26BEA">
        <w:rPr>
          <w:b/>
        </w:rPr>
        <w:t>Unidades de Coordinación Provinciales (UCP)</w:t>
      </w:r>
      <w:bookmarkEnd w:id="28"/>
    </w:p>
    <w:p w:rsidR="00C26BEA" w:rsidRPr="00476F4D" w:rsidRDefault="00C26BEA" w:rsidP="00476F4D">
      <w:pPr>
        <w:contextualSpacing/>
        <w:rPr>
          <w:szCs w:val="24"/>
        </w:rPr>
      </w:pPr>
      <w:r w:rsidRPr="00476F4D">
        <w:rPr>
          <w:szCs w:val="24"/>
        </w:rPr>
        <w:t>En la mayoría de las Provincias las UCP dependen de los organismos de conducción del sistema educativo de cada jurisdicción, aunque en otras, por decisión de la máxima autoridad de la Provincia, están localizadas en los Ministerios de Obras Publicas de la Provincia (ejemplo: Salta, Formosa y Catamarca).</w:t>
      </w:r>
    </w:p>
    <w:p w:rsidR="00C26BEA" w:rsidRPr="00476F4D" w:rsidRDefault="00C26BEA" w:rsidP="00476F4D">
      <w:pPr>
        <w:contextualSpacing/>
        <w:rPr>
          <w:szCs w:val="24"/>
        </w:rPr>
      </w:pPr>
    </w:p>
    <w:p w:rsidR="00C26BEA" w:rsidRPr="00476F4D" w:rsidRDefault="00C26BEA" w:rsidP="00476F4D">
      <w:pPr>
        <w:contextualSpacing/>
        <w:rPr>
          <w:szCs w:val="24"/>
        </w:rPr>
      </w:pPr>
      <w:r w:rsidRPr="00476F4D">
        <w:rPr>
          <w:szCs w:val="24"/>
        </w:rPr>
        <w:t>Las UCP están conformadas por equipos interdisciplinarios distribuidos en las siguientes áreas:</w:t>
      </w:r>
      <w:r w:rsidR="00DC5691" w:rsidRPr="00476F4D">
        <w:rPr>
          <w:szCs w:val="24"/>
        </w:rPr>
        <w:t xml:space="preserve"> </w:t>
      </w:r>
      <w:r w:rsidRPr="00476F4D">
        <w:rPr>
          <w:szCs w:val="24"/>
        </w:rPr>
        <w:t>Coordinación General; Área Técnica, integrada por profesionales arquitectos, ingenieros y técnicos, que realizan tareas de proyectos e inspección de obra; Área administrativa-contable; y de asistencia Legal.</w:t>
      </w:r>
    </w:p>
    <w:p w:rsidR="00C26BEA" w:rsidRPr="00476F4D" w:rsidRDefault="00C26BEA" w:rsidP="00476F4D">
      <w:pPr>
        <w:contextualSpacing/>
        <w:rPr>
          <w:szCs w:val="24"/>
        </w:rPr>
      </w:pPr>
      <w:r w:rsidRPr="00476F4D">
        <w:rPr>
          <w:szCs w:val="24"/>
        </w:rPr>
        <w:t>La UCP participa en todas las actividades del Ciclo de Proyecto es la responsable de la planificación local, desarrollo de los diseños y correcta ejecución, buena calidad y terminación de todas las obras.</w:t>
      </w:r>
    </w:p>
    <w:p w:rsidR="00C26BEA" w:rsidRPr="00476F4D" w:rsidRDefault="00C26BEA" w:rsidP="00476F4D">
      <w:pPr>
        <w:contextualSpacing/>
        <w:rPr>
          <w:szCs w:val="24"/>
        </w:rPr>
      </w:pPr>
      <w:r w:rsidRPr="00476F4D">
        <w:rPr>
          <w:szCs w:val="24"/>
        </w:rPr>
        <w:t xml:space="preserve">Entre sus principales funciones y responsabilidades dentro del programa están: </w:t>
      </w:r>
    </w:p>
    <w:p w:rsidR="00C26BEA" w:rsidRDefault="00C26BEA" w:rsidP="00476F4D">
      <w:pPr>
        <w:pStyle w:val="Prrafodelista"/>
        <w:numPr>
          <w:ilvl w:val="0"/>
          <w:numId w:val="27"/>
        </w:numPr>
        <w:spacing w:after="120" w:line="240" w:lineRule="auto"/>
        <w:ind w:left="714" w:hanging="357"/>
        <w:contextualSpacing w:val="0"/>
        <w:jc w:val="both"/>
        <w:rPr>
          <w:rFonts w:cs="Calibri"/>
        </w:rPr>
      </w:pPr>
      <w:r w:rsidRPr="001A6F61">
        <w:rPr>
          <w:rFonts w:cs="Calibri"/>
        </w:rPr>
        <w:t>Realizar el relevamiento de las necesidades básicas de los establecimientos educativos que aseguren condiciones dignas de habitabilidad y la adecuación de los espacios educativos para alcanzar las condiciones físicas necesarias para la implementación de la Ley de Educación Nacional.</w:t>
      </w:r>
    </w:p>
    <w:p w:rsidR="00C26BEA" w:rsidRDefault="00C26BEA" w:rsidP="00476F4D">
      <w:pPr>
        <w:pStyle w:val="Prrafodelista"/>
        <w:numPr>
          <w:ilvl w:val="0"/>
          <w:numId w:val="27"/>
        </w:numPr>
        <w:spacing w:after="120" w:line="240" w:lineRule="auto"/>
        <w:ind w:left="714" w:hanging="357"/>
        <w:contextualSpacing w:val="0"/>
        <w:jc w:val="both"/>
        <w:rPr>
          <w:rFonts w:cs="Calibri"/>
        </w:rPr>
      </w:pPr>
      <w:r w:rsidRPr="001A6F61">
        <w:rPr>
          <w:rFonts w:cs="Calibri"/>
        </w:rPr>
        <w:t>Priorizar las obras a ejecutar y elevar la solicitud a la DGI con su correspondiente legajo técnico para incluir en los proyectos financiados con recursos del Ministerio de Educación de la Nación, avalado por la máxima autoridad educativa de la Jurisdicción o por quien ésta designe por acto administrativo correspondiente.</w:t>
      </w:r>
    </w:p>
    <w:p w:rsidR="00C26BEA" w:rsidRDefault="00C26BEA" w:rsidP="00476F4D">
      <w:pPr>
        <w:pStyle w:val="Prrafodelista"/>
        <w:numPr>
          <w:ilvl w:val="0"/>
          <w:numId w:val="27"/>
        </w:numPr>
        <w:spacing w:after="120" w:line="240" w:lineRule="auto"/>
        <w:ind w:left="714" w:hanging="357"/>
        <w:contextualSpacing w:val="0"/>
        <w:jc w:val="both"/>
        <w:rPr>
          <w:rFonts w:cs="Calibri"/>
        </w:rPr>
      </w:pPr>
      <w:r w:rsidRPr="001A6F61">
        <w:rPr>
          <w:rFonts w:cs="Calibri"/>
        </w:rPr>
        <w:t>Elaborar los proyectos ejecutivos, sus planos, estudios de suelos, especificaciones técnicas y todo otro documento necesario para la convocatoria a concurso o licitación conforme a los manuales, instructivos generales y particulares, proporcionados por la DGI y la UEC (Unidad Ejecutora Central), respetando el Reglamento Operativo del PROGRAMA y asumiendo la responsabilidad por la documentación presentada.</w:t>
      </w:r>
    </w:p>
    <w:p w:rsidR="00C26BEA" w:rsidRDefault="00C26BEA" w:rsidP="00476F4D">
      <w:pPr>
        <w:pStyle w:val="Prrafodelista"/>
        <w:numPr>
          <w:ilvl w:val="0"/>
          <w:numId w:val="27"/>
        </w:numPr>
        <w:spacing w:after="120" w:line="240" w:lineRule="auto"/>
        <w:ind w:left="714" w:hanging="357"/>
        <w:contextualSpacing w:val="0"/>
        <w:jc w:val="both"/>
        <w:rPr>
          <w:rFonts w:cs="Calibri"/>
        </w:rPr>
      </w:pPr>
      <w:r w:rsidRPr="001A6F61">
        <w:rPr>
          <w:rFonts w:cs="Calibri"/>
        </w:rPr>
        <w:lastRenderedPageBreak/>
        <w:t>Realizar las gestiones operativas ante el Ministerio de Educación de la Nación para el desarrollo y ejecución de las acciones en la Jurisdicción.</w:t>
      </w:r>
    </w:p>
    <w:p w:rsidR="00C26BEA" w:rsidRDefault="00C26BEA" w:rsidP="00476F4D">
      <w:pPr>
        <w:pStyle w:val="Prrafodelista"/>
        <w:numPr>
          <w:ilvl w:val="0"/>
          <w:numId w:val="27"/>
        </w:numPr>
        <w:spacing w:after="120" w:line="240" w:lineRule="auto"/>
        <w:ind w:left="714" w:hanging="357"/>
        <w:contextualSpacing w:val="0"/>
        <w:jc w:val="both"/>
        <w:rPr>
          <w:rFonts w:cs="Calibri"/>
        </w:rPr>
      </w:pPr>
      <w:r w:rsidRPr="001A6F61">
        <w:rPr>
          <w:rFonts w:cs="Calibri"/>
        </w:rPr>
        <w:t>Verificar la realización de al menos 1 (una) consulta pública en la comunidad beneficiaria</w:t>
      </w:r>
      <w:r w:rsidR="00DE6331">
        <w:rPr>
          <w:rFonts w:cs="Calibri"/>
        </w:rPr>
        <w:t xml:space="preserve"> conforme a lo permitido por la Emergencia Sanitaria (COVID-19)</w:t>
      </w:r>
      <w:r w:rsidRPr="001A6F61">
        <w:rPr>
          <w:rFonts w:cs="Calibri"/>
        </w:rPr>
        <w:t xml:space="preserve">. </w:t>
      </w:r>
    </w:p>
    <w:p w:rsidR="00C26BEA" w:rsidRDefault="00C26BEA" w:rsidP="00476F4D">
      <w:pPr>
        <w:pStyle w:val="Prrafodelista"/>
        <w:numPr>
          <w:ilvl w:val="0"/>
          <w:numId w:val="27"/>
        </w:numPr>
        <w:spacing w:after="120" w:line="240" w:lineRule="auto"/>
        <w:ind w:left="714" w:hanging="357"/>
        <w:contextualSpacing w:val="0"/>
        <w:jc w:val="both"/>
        <w:rPr>
          <w:rFonts w:cs="Calibri"/>
        </w:rPr>
      </w:pPr>
      <w:r w:rsidRPr="001A6F61">
        <w:rPr>
          <w:rFonts w:cs="Calibri"/>
        </w:rPr>
        <w:t xml:space="preserve">Asegurar la ejecución en tiempo y forma de todos los actos administrativos y operativos de las </w:t>
      </w:r>
      <w:r>
        <w:rPr>
          <w:rFonts w:cs="Calibri"/>
        </w:rPr>
        <w:t>c</w:t>
      </w:r>
      <w:r w:rsidRPr="001A6F61">
        <w:rPr>
          <w:rFonts w:cs="Calibri"/>
        </w:rPr>
        <w:t>onvocatorias a concurso que se realicen en la JURISDICCION, implementando los procedimientos de rigor: aclaraciones al Pliego (en el caso de las circulares deberán contar con la conformidad de la DGI previa a su emisión), recepción, apertura y evaluación de ofertas, etc. La evaluación de la</w:t>
      </w:r>
      <w:r>
        <w:rPr>
          <w:rFonts w:cs="Calibri"/>
        </w:rPr>
        <w:t>s</w:t>
      </w:r>
      <w:r w:rsidRPr="001A6F61">
        <w:rPr>
          <w:rFonts w:cs="Calibri"/>
        </w:rPr>
        <w:t xml:space="preserve"> ofertas, deberá ser realizada dentro de los diez (10) días corridos de la fecha de apertura. Asimismo</w:t>
      </w:r>
      <w:r>
        <w:rPr>
          <w:rFonts w:cs="Calibri"/>
        </w:rPr>
        <w:t>,</w:t>
      </w:r>
      <w:r w:rsidRPr="001A6F61">
        <w:rPr>
          <w:rFonts w:cs="Calibri"/>
        </w:rPr>
        <w:t xml:space="preserve"> deberá garantizar la recepción del Acta de Evaluación a la DGI dentro de los cinco (5) días subsiguientes a su emisión.</w:t>
      </w:r>
    </w:p>
    <w:p w:rsidR="00C26BEA" w:rsidRDefault="00C26BEA" w:rsidP="00476F4D">
      <w:pPr>
        <w:pStyle w:val="Prrafodelista"/>
        <w:numPr>
          <w:ilvl w:val="0"/>
          <w:numId w:val="27"/>
        </w:numPr>
        <w:spacing w:after="120" w:line="240" w:lineRule="auto"/>
        <w:ind w:left="714" w:hanging="357"/>
        <w:contextualSpacing w:val="0"/>
        <w:jc w:val="both"/>
        <w:rPr>
          <w:rFonts w:cs="Calibri"/>
        </w:rPr>
      </w:pPr>
      <w:r w:rsidRPr="001A6F61">
        <w:rPr>
          <w:rFonts w:cs="Calibri"/>
        </w:rPr>
        <w:t xml:space="preserve">Asumir la dirección técnica e inspección de las obras, incluyendo la aprobación y registración que dichas tareas demanden, así como los gastos que por cualquier concepto generen. </w:t>
      </w:r>
    </w:p>
    <w:p w:rsidR="00C26BEA" w:rsidRDefault="00C26BEA" w:rsidP="00476F4D">
      <w:pPr>
        <w:pStyle w:val="Prrafodelista"/>
        <w:numPr>
          <w:ilvl w:val="0"/>
          <w:numId w:val="27"/>
        </w:numPr>
        <w:spacing w:after="120" w:line="240" w:lineRule="auto"/>
        <w:ind w:left="714" w:hanging="357"/>
        <w:contextualSpacing w:val="0"/>
        <w:jc w:val="both"/>
        <w:rPr>
          <w:rFonts w:cs="Calibri"/>
        </w:rPr>
      </w:pPr>
      <w:r w:rsidRPr="001A6F61">
        <w:rPr>
          <w:rFonts w:cs="Calibri"/>
        </w:rPr>
        <w:t>Efectuar la medición y certificación de todas las obras que se ejecuten con una periodicidad mensual.</w:t>
      </w:r>
    </w:p>
    <w:p w:rsidR="00C26BEA" w:rsidRDefault="00C26BEA" w:rsidP="00476F4D">
      <w:pPr>
        <w:pStyle w:val="Prrafodelista"/>
        <w:numPr>
          <w:ilvl w:val="0"/>
          <w:numId w:val="27"/>
        </w:numPr>
        <w:spacing w:after="120" w:line="240" w:lineRule="auto"/>
        <w:ind w:left="714" w:hanging="357"/>
        <w:contextualSpacing w:val="0"/>
        <w:jc w:val="both"/>
        <w:rPr>
          <w:rFonts w:cs="Calibri"/>
        </w:rPr>
      </w:pPr>
      <w:r w:rsidRPr="001A6F61">
        <w:rPr>
          <w:rFonts w:cs="Calibri"/>
        </w:rPr>
        <w:t>Cumplimentar los requerimientos administrativos, técnicos, legales y financieros para la ejecución de la obra, de acuerdo a lo establecido en las diferentes normativas.</w:t>
      </w:r>
    </w:p>
    <w:p w:rsidR="00C26BEA" w:rsidRDefault="00C26BEA" w:rsidP="00476F4D">
      <w:pPr>
        <w:pStyle w:val="Prrafodelista"/>
        <w:numPr>
          <w:ilvl w:val="0"/>
          <w:numId w:val="27"/>
        </w:numPr>
        <w:spacing w:after="120" w:line="240" w:lineRule="auto"/>
        <w:ind w:left="714" w:hanging="357"/>
        <w:contextualSpacing w:val="0"/>
        <w:jc w:val="both"/>
        <w:rPr>
          <w:rFonts w:cs="Calibri"/>
        </w:rPr>
      </w:pPr>
      <w:r w:rsidRPr="001A6F61">
        <w:rPr>
          <w:rFonts w:cs="Calibri"/>
        </w:rPr>
        <w:t>Operar la base de datos para registro y control interno de los aspectos administrativos, contables, financieros y técnicos de las obras que constituye el Sistema de seguimiento de Obras del ME.</w:t>
      </w:r>
    </w:p>
    <w:p w:rsidR="00C26BEA" w:rsidRDefault="00C26BEA" w:rsidP="00476F4D">
      <w:pPr>
        <w:pStyle w:val="Prrafodelista"/>
        <w:numPr>
          <w:ilvl w:val="0"/>
          <w:numId w:val="27"/>
        </w:numPr>
        <w:spacing w:after="120" w:line="240" w:lineRule="auto"/>
        <w:ind w:left="714" w:hanging="357"/>
        <w:contextualSpacing w:val="0"/>
        <w:jc w:val="both"/>
        <w:rPr>
          <w:rFonts w:cs="Calibri"/>
        </w:rPr>
      </w:pPr>
      <w:r w:rsidRPr="001A6F61">
        <w:rPr>
          <w:rFonts w:cs="Calibri"/>
        </w:rPr>
        <w:t xml:space="preserve">Organizar un legajo documental foliado y cronológicamente ordenado para cada uno de los establecimientos educativos, integrado por la información identificatoria de cada institución, la certificación de las diferentes instancias de seguimiento, registro contable, control, asistencia técnica y todo otro material que se solicite desde la DGI. Dicha documentación deberá estar a disposición del Ministerio de Educación de la Nación, y de los Organismos de Control Nacionales, Jurisdiccionales, Auditorías o el Banco Interamericano de Desarrollo (BID). </w:t>
      </w:r>
    </w:p>
    <w:p w:rsidR="00C26BEA" w:rsidRDefault="00C26BEA" w:rsidP="00476F4D">
      <w:pPr>
        <w:pStyle w:val="Prrafodelista"/>
        <w:numPr>
          <w:ilvl w:val="0"/>
          <w:numId w:val="27"/>
        </w:numPr>
        <w:spacing w:after="120" w:line="240" w:lineRule="auto"/>
        <w:ind w:left="714" w:hanging="357"/>
        <w:contextualSpacing w:val="0"/>
        <w:jc w:val="both"/>
        <w:rPr>
          <w:rFonts w:cs="Calibri"/>
        </w:rPr>
      </w:pPr>
      <w:r w:rsidRPr="001A6F61">
        <w:rPr>
          <w:rFonts w:cs="Calibri"/>
        </w:rPr>
        <w:t>Recabar la información que le sea requerida, responsabilizándose por la autenticidad de los datos y su procesamiento en tiempo y forma, remitiéndolos en tiempo y forma a la DGI.</w:t>
      </w:r>
    </w:p>
    <w:p w:rsidR="00C26BEA" w:rsidRDefault="00C26BEA" w:rsidP="00476F4D">
      <w:pPr>
        <w:pStyle w:val="Prrafodelista"/>
        <w:numPr>
          <w:ilvl w:val="0"/>
          <w:numId w:val="27"/>
        </w:numPr>
        <w:spacing w:after="120" w:line="240" w:lineRule="auto"/>
        <w:ind w:left="714" w:hanging="357"/>
        <w:contextualSpacing w:val="0"/>
        <w:jc w:val="both"/>
        <w:rPr>
          <w:rFonts w:cs="Calibri"/>
        </w:rPr>
      </w:pPr>
      <w:r w:rsidRPr="001A6F61">
        <w:rPr>
          <w:rFonts w:cs="Calibri"/>
        </w:rPr>
        <w:t>Elaborar y remitir conformadas las Planillas correspondientes a la rendición de los fondos recibidos a través del Sistema de Transferencia de Recursos Educativos (SITRARED) en el caso de las obras de nivel secundario.</w:t>
      </w:r>
    </w:p>
    <w:p w:rsidR="00C26BEA" w:rsidRDefault="00C26BEA" w:rsidP="00476F4D">
      <w:pPr>
        <w:pStyle w:val="Prrafodelista"/>
        <w:numPr>
          <w:ilvl w:val="0"/>
          <w:numId w:val="27"/>
        </w:numPr>
        <w:spacing w:after="120" w:line="240" w:lineRule="auto"/>
        <w:ind w:left="714" w:hanging="357"/>
        <w:contextualSpacing w:val="0"/>
        <w:jc w:val="both"/>
        <w:rPr>
          <w:rFonts w:cs="Calibri"/>
        </w:rPr>
      </w:pPr>
      <w:r w:rsidRPr="001A6F61">
        <w:rPr>
          <w:rFonts w:cs="Calibri"/>
        </w:rPr>
        <w:t>Difundir las acciones que se realicen y promover la solidaridad social y el control de la comunidad.</w:t>
      </w:r>
    </w:p>
    <w:p w:rsidR="00C26BEA" w:rsidRDefault="00C26BEA" w:rsidP="00476F4D">
      <w:pPr>
        <w:pStyle w:val="Prrafodelista"/>
        <w:numPr>
          <w:ilvl w:val="0"/>
          <w:numId w:val="27"/>
        </w:numPr>
        <w:spacing w:after="120" w:line="240" w:lineRule="auto"/>
        <w:ind w:left="714" w:hanging="357"/>
        <w:contextualSpacing w:val="0"/>
        <w:jc w:val="both"/>
        <w:rPr>
          <w:rFonts w:cs="Calibri"/>
        </w:rPr>
      </w:pPr>
      <w:r w:rsidRPr="001A6F61">
        <w:rPr>
          <w:rFonts w:cs="Calibri"/>
        </w:rPr>
        <w:t>Incluir a los supervisores de las áreas pedagógicas en el seguimiento directo de las acciones que se realizan en las escuelas.</w:t>
      </w:r>
    </w:p>
    <w:p w:rsidR="00C26BEA" w:rsidRDefault="00C26BEA" w:rsidP="00476F4D">
      <w:pPr>
        <w:pStyle w:val="Prrafodelista"/>
        <w:numPr>
          <w:ilvl w:val="0"/>
          <w:numId w:val="27"/>
        </w:numPr>
        <w:spacing w:after="120" w:line="240" w:lineRule="auto"/>
        <w:ind w:left="714" w:hanging="357"/>
        <w:contextualSpacing w:val="0"/>
        <w:jc w:val="both"/>
        <w:rPr>
          <w:rFonts w:cs="Calibri"/>
        </w:rPr>
      </w:pPr>
      <w:r w:rsidRPr="001A6F61">
        <w:rPr>
          <w:rFonts w:cs="Calibri"/>
        </w:rPr>
        <w:t>Cumplimentar en tiempo y forma lo establecido en las resoluciones vigentes del Ministerio de Educación de la Nación que guarden relación con las acciones ejecutadas a través de la Dirección General de Infraestructura.</w:t>
      </w:r>
    </w:p>
    <w:p w:rsidR="00C26BEA" w:rsidRPr="00891CCA" w:rsidRDefault="00C26BEA" w:rsidP="003A1E0B">
      <w:pPr>
        <w:spacing w:before="0" w:after="0" w:line="240" w:lineRule="auto"/>
        <w:contextualSpacing/>
        <w:rPr>
          <w:szCs w:val="24"/>
        </w:rPr>
      </w:pPr>
    </w:p>
    <w:p w:rsidR="006C2703" w:rsidRPr="006C2703" w:rsidRDefault="006C2703" w:rsidP="006C2703">
      <w:pPr>
        <w:pStyle w:val="Prrafodelista"/>
        <w:numPr>
          <w:ilvl w:val="0"/>
          <w:numId w:val="1"/>
        </w:numPr>
        <w:tabs>
          <w:tab w:val="num" w:pos="1276"/>
        </w:tabs>
        <w:spacing w:before="240" w:after="120" w:line="288" w:lineRule="auto"/>
        <w:ind w:left="714" w:hanging="357"/>
        <w:contextualSpacing w:val="0"/>
        <w:rPr>
          <w:b/>
        </w:rPr>
      </w:pPr>
      <w:r w:rsidRPr="006C2703">
        <w:rPr>
          <w:b/>
        </w:rPr>
        <w:t xml:space="preserve">Comisión de Evaluación de Ofertas </w:t>
      </w:r>
      <w:r>
        <w:rPr>
          <w:b/>
        </w:rPr>
        <w:t>-</w:t>
      </w:r>
      <w:r w:rsidRPr="006C2703">
        <w:rPr>
          <w:b/>
        </w:rPr>
        <w:t>UCP</w:t>
      </w:r>
      <w:r>
        <w:rPr>
          <w:b/>
        </w:rPr>
        <w:t>s</w:t>
      </w:r>
    </w:p>
    <w:p w:rsidR="006C2703" w:rsidRPr="006C2703" w:rsidRDefault="006C2703" w:rsidP="00476F4D">
      <w:pPr>
        <w:contextualSpacing/>
        <w:rPr>
          <w:szCs w:val="24"/>
        </w:rPr>
      </w:pPr>
      <w:r w:rsidRPr="006C2703">
        <w:rPr>
          <w:szCs w:val="24"/>
        </w:rPr>
        <w:t>La comisión realizará la evaluación y recomendará para su posterior adjudicación por el Ministerio de Educación de la Nación de las obras con financiamiento P</w:t>
      </w:r>
      <w:r w:rsidR="00050ECB">
        <w:rPr>
          <w:szCs w:val="24"/>
        </w:rPr>
        <w:t>RINI</w:t>
      </w:r>
      <w:r w:rsidRPr="006C2703">
        <w:rPr>
          <w:szCs w:val="24"/>
        </w:rPr>
        <w:t xml:space="preserve">. </w:t>
      </w:r>
    </w:p>
    <w:p w:rsidR="00050ECB" w:rsidRDefault="00050ECB" w:rsidP="00476F4D">
      <w:pPr>
        <w:contextualSpacing/>
        <w:rPr>
          <w:szCs w:val="24"/>
        </w:rPr>
      </w:pPr>
    </w:p>
    <w:p w:rsidR="006C2703" w:rsidRPr="006C2703" w:rsidRDefault="006C2703" w:rsidP="00476F4D">
      <w:pPr>
        <w:contextualSpacing/>
        <w:rPr>
          <w:szCs w:val="24"/>
        </w:rPr>
      </w:pPr>
      <w:r w:rsidRPr="006C2703">
        <w:rPr>
          <w:szCs w:val="24"/>
        </w:rPr>
        <w:lastRenderedPageBreak/>
        <w:t>Para lograr tales objetivos, sus funciones y responsabilidades son las que establece el pliego (puntos 5.1 a 5.3) emitiendo el Informe de Evaluación de Ofertas, a cuyo fin procederá a analizar en primer lugar, la documentación presentada en la Carpeta 2 de la oferta más baja en el orden de precios para verificar si la misma es una propuesta admisible, procediendo a evaluar las siguientes en orden creciente de precios en caso contrario la recomendación recaerá en la propuesta más económica, que cumpla con todos los indicadores establecidos con el fin de verificar la capacidad de contratación, los antecedentes, y cualquier otra información tendiente a asegurar las mejores condiciones para la ejecución de la obra.</w:t>
      </w:r>
    </w:p>
    <w:p w:rsidR="00F252F9" w:rsidRDefault="00F252F9" w:rsidP="00476F4D">
      <w:pPr>
        <w:contextualSpacing/>
        <w:rPr>
          <w:szCs w:val="24"/>
        </w:rPr>
      </w:pPr>
    </w:p>
    <w:p w:rsidR="006C2703" w:rsidRPr="006C2703" w:rsidRDefault="006C2703" w:rsidP="00476F4D">
      <w:pPr>
        <w:contextualSpacing/>
        <w:rPr>
          <w:szCs w:val="24"/>
        </w:rPr>
      </w:pPr>
      <w:r w:rsidRPr="006C2703">
        <w:rPr>
          <w:szCs w:val="24"/>
        </w:rPr>
        <w:t>En el caso de una UTE, para determinar el cumplimiento del consorcio oferente las cifras correspondientes a cada integrante se adicionarán proporcionalmente a su porcentaje de participación.</w:t>
      </w:r>
    </w:p>
    <w:p w:rsidR="00F252F9" w:rsidRDefault="00F252F9" w:rsidP="00476F4D">
      <w:pPr>
        <w:contextualSpacing/>
        <w:rPr>
          <w:szCs w:val="24"/>
        </w:rPr>
      </w:pPr>
    </w:p>
    <w:p w:rsidR="006C2703" w:rsidRPr="006C2703" w:rsidRDefault="006C2703" w:rsidP="00476F4D">
      <w:pPr>
        <w:contextualSpacing/>
        <w:rPr>
          <w:szCs w:val="24"/>
        </w:rPr>
      </w:pPr>
      <w:r w:rsidRPr="006C2703">
        <w:rPr>
          <w:szCs w:val="24"/>
        </w:rPr>
        <w:t>La comisión efectuará su informe de evaluación en forma detallada, pudiendo emitir un informe general donde recomienda la oferta a adjudicar y en forma separada los informes de revisión legal, contable y técnico.</w:t>
      </w:r>
    </w:p>
    <w:p w:rsidR="00F252F9" w:rsidRDefault="00F252F9" w:rsidP="00476F4D">
      <w:pPr>
        <w:contextualSpacing/>
        <w:rPr>
          <w:szCs w:val="24"/>
        </w:rPr>
      </w:pPr>
    </w:p>
    <w:p w:rsidR="006C2703" w:rsidRPr="006C2703" w:rsidRDefault="006C2703" w:rsidP="00476F4D">
      <w:pPr>
        <w:contextualSpacing/>
        <w:rPr>
          <w:szCs w:val="24"/>
        </w:rPr>
      </w:pPr>
      <w:r w:rsidRPr="006C2703">
        <w:rPr>
          <w:szCs w:val="24"/>
        </w:rPr>
        <w:t xml:space="preserve">En los casos en que detectara algún error en la confección del proyecto técnico y/o el presupuesto oficial que ameritara la admisibilidad de precios superiores en más del 10% al monto del Presupuesto Oficial actualizado, o bien existiera alguna cuestión que hiciera recomendable proceder de tal forma, la Comisión de Evaluación de Ofertas podrá - fundadamente - considerar admisible alguna oferta en estas condiciones. En ese caso, recomendará la adjudicación a la oferta admisible de menor precio, que cumpla con todos los indicadores establecidos en el presente pliego y elevará el informe a la Dirección General de Infraestructura, quien de considerarlo conveniente otorgara la no objeción para la adjudicación de la obra. </w:t>
      </w:r>
    </w:p>
    <w:p w:rsidR="00F252F9" w:rsidRDefault="00F252F9" w:rsidP="00476F4D">
      <w:pPr>
        <w:contextualSpacing/>
        <w:rPr>
          <w:szCs w:val="24"/>
        </w:rPr>
      </w:pPr>
    </w:p>
    <w:p w:rsidR="006C2703" w:rsidRPr="006C2703" w:rsidRDefault="006C2703" w:rsidP="00476F4D">
      <w:pPr>
        <w:contextualSpacing/>
        <w:rPr>
          <w:szCs w:val="24"/>
        </w:rPr>
      </w:pPr>
      <w:r w:rsidRPr="006C2703">
        <w:rPr>
          <w:szCs w:val="24"/>
        </w:rPr>
        <w:t>El pliego prevé que alguna documentación como DDJJ del programa de responsabilidad Ley 27.401, DDJJ de intereses Decreto 202/17, Copias certificadas de estatutos y actas, información impositiva e inscripción del representante técnico sea solicitada solamente a la empresa ganadora.</w:t>
      </w:r>
    </w:p>
    <w:p w:rsidR="00F252F9" w:rsidRDefault="00F252F9" w:rsidP="00476F4D">
      <w:pPr>
        <w:contextualSpacing/>
        <w:rPr>
          <w:szCs w:val="24"/>
        </w:rPr>
      </w:pPr>
    </w:p>
    <w:p w:rsidR="006C2703" w:rsidRPr="006C2703" w:rsidRDefault="006C2703" w:rsidP="00476F4D">
      <w:pPr>
        <w:contextualSpacing/>
        <w:rPr>
          <w:szCs w:val="24"/>
        </w:rPr>
      </w:pPr>
      <w:r w:rsidRPr="006C2703">
        <w:rPr>
          <w:szCs w:val="24"/>
        </w:rPr>
        <w:t>En consecuencia</w:t>
      </w:r>
      <w:r w:rsidR="00F252F9">
        <w:rPr>
          <w:szCs w:val="24"/>
        </w:rPr>
        <w:t>,</w:t>
      </w:r>
      <w:r w:rsidRPr="006C2703">
        <w:rPr>
          <w:szCs w:val="24"/>
        </w:rPr>
        <w:t xml:space="preserve"> en forma previa a remitir el Informe de Evaluación a este ministerio la comisión deberá requerir a dicha empresa la presentación de esta documentación.</w:t>
      </w:r>
    </w:p>
    <w:p w:rsidR="00F252F9" w:rsidRDefault="00F252F9" w:rsidP="00476F4D">
      <w:pPr>
        <w:contextualSpacing/>
        <w:rPr>
          <w:szCs w:val="24"/>
        </w:rPr>
      </w:pPr>
    </w:p>
    <w:p w:rsidR="006C2703" w:rsidRPr="006C2703" w:rsidRDefault="006C2703" w:rsidP="00476F4D">
      <w:pPr>
        <w:contextualSpacing/>
        <w:rPr>
          <w:szCs w:val="24"/>
        </w:rPr>
      </w:pPr>
      <w:r w:rsidRPr="006C2703">
        <w:rPr>
          <w:szCs w:val="24"/>
        </w:rPr>
        <w:t>La UCP remitirá la documentación correspondiente a la apertura y al informe de Evaluación de Ofertas y oferta ganadora y ofertas de menor precio desestimadas/no admisibles mediante el Sistema SITRARED m</w:t>
      </w:r>
      <w:r w:rsidR="00945E0C">
        <w:rPr>
          <w:szCs w:val="24"/>
        </w:rPr>
        <w:t>ó</w:t>
      </w:r>
      <w:r w:rsidRPr="006C2703">
        <w:rPr>
          <w:szCs w:val="24"/>
        </w:rPr>
        <w:t>dulo de obras. Modulo Gestión Documental de Certificados. Documentos adjuntos de la obra.</w:t>
      </w:r>
    </w:p>
    <w:p w:rsidR="00F252F9" w:rsidRDefault="00F252F9" w:rsidP="00476F4D">
      <w:pPr>
        <w:contextualSpacing/>
        <w:rPr>
          <w:szCs w:val="24"/>
        </w:rPr>
      </w:pPr>
    </w:p>
    <w:p w:rsidR="006C2703" w:rsidRDefault="006C2703" w:rsidP="00476F4D">
      <w:pPr>
        <w:contextualSpacing/>
        <w:rPr>
          <w:szCs w:val="24"/>
        </w:rPr>
      </w:pPr>
      <w:r w:rsidRPr="006C2703">
        <w:rPr>
          <w:szCs w:val="24"/>
        </w:rPr>
        <w:lastRenderedPageBreak/>
        <w:t>El sistema prev</w:t>
      </w:r>
      <w:r w:rsidR="00F252F9">
        <w:rPr>
          <w:szCs w:val="24"/>
        </w:rPr>
        <w:t>é</w:t>
      </w:r>
      <w:r w:rsidRPr="006C2703">
        <w:rPr>
          <w:szCs w:val="24"/>
        </w:rPr>
        <w:t xml:space="preserve"> la carga de cada documento en forma organizada para permitir los controles posteriores.</w:t>
      </w:r>
    </w:p>
    <w:p w:rsidR="00F252F9" w:rsidRPr="006C2703" w:rsidRDefault="00F252F9" w:rsidP="00476F4D">
      <w:pPr>
        <w:contextualSpacing/>
        <w:rPr>
          <w:szCs w:val="24"/>
        </w:rPr>
      </w:pPr>
    </w:p>
    <w:p w:rsidR="006C2703" w:rsidRPr="00E43289" w:rsidDel="003C27C6" w:rsidRDefault="006C2703" w:rsidP="00476F4D">
      <w:pPr>
        <w:contextualSpacing/>
        <w:rPr>
          <w:szCs w:val="24"/>
        </w:rPr>
      </w:pPr>
      <w:r w:rsidRPr="006C2703">
        <w:rPr>
          <w:szCs w:val="24"/>
        </w:rPr>
        <w:t>La comisión para poder llevar adelante las responsabilidades que asigna el pliego se debe conformar mediante un acto administrativo debiendo contar con un profesional de ciencias económicas, un abogado y un arquitecto o ingeniero civil, previendo las siguientes responsabilidades:</w:t>
      </w:r>
    </w:p>
    <w:p w:rsidR="006C2703" w:rsidRPr="006C2703" w:rsidRDefault="006C2703" w:rsidP="00476F4D">
      <w:pPr>
        <w:pStyle w:val="Prrafodelista"/>
        <w:numPr>
          <w:ilvl w:val="0"/>
          <w:numId w:val="12"/>
        </w:numPr>
        <w:rPr>
          <w:sz w:val="24"/>
          <w:szCs w:val="24"/>
        </w:rPr>
      </w:pPr>
      <w:r w:rsidRPr="006C2703">
        <w:rPr>
          <w:sz w:val="24"/>
          <w:szCs w:val="24"/>
        </w:rPr>
        <w:t>Efectuar la correcta evaluación de las ofertas presentadas de acuerdo a lo establecido en los pliegos.</w:t>
      </w:r>
    </w:p>
    <w:p w:rsidR="006C2703" w:rsidRPr="006C2703" w:rsidRDefault="006C2703" w:rsidP="00476F4D">
      <w:pPr>
        <w:pStyle w:val="Prrafodelista"/>
        <w:numPr>
          <w:ilvl w:val="0"/>
          <w:numId w:val="12"/>
        </w:numPr>
        <w:rPr>
          <w:sz w:val="24"/>
          <w:szCs w:val="24"/>
        </w:rPr>
      </w:pPr>
      <w:r w:rsidRPr="006C2703">
        <w:rPr>
          <w:sz w:val="24"/>
          <w:szCs w:val="24"/>
        </w:rPr>
        <w:t>Requerir a los oferentes la documentación que resultare necesaria para completar la evaluación.</w:t>
      </w:r>
    </w:p>
    <w:p w:rsidR="006C2703" w:rsidRPr="006C2703" w:rsidRDefault="006C2703" w:rsidP="00476F4D">
      <w:pPr>
        <w:pStyle w:val="Prrafodelista"/>
        <w:numPr>
          <w:ilvl w:val="0"/>
          <w:numId w:val="12"/>
        </w:numPr>
        <w:rPr>
          <w:sz w:val="24"/>
          <w:szCs w:val="24"/>
        </w:rPr>
      </w:pPr>
      <w:r w:rsidRPr="006C2703">
        <w:rPr>
          <w:sz w:val="24"/>
          <w:szCs w:val="24"/>
        </w:rPr>
        <w:t xml:space="preserve">Verificar la veracidad de la información presentada por los oferentes. </w:t>
      </w:r>
    </w:p>
    <w:p w:rsidR="006C2703" w:rsidRPr="006C2703" w:rsidRDefault="006C2703" w:rsidP="00476F4D">
      <w:pPr>
        <w:pStyle w:val="Prrafodelista"/>
        <w:numPr>
          <w:ilvl w:val="0"/>
          <w:numId w:val="12"/>
        </w:numPr>
        <w:rPr>
          <w:sz w:val="24"/>
          <w:szCs w:val="24"/>
        </w:rPr>
      </w:pPr>
      <w:r w:rsidRPr="006C2703">
        <w:rPr>
          <w:sz w:val="24"/>
          <w:szCs w:val="24"/>
        </w:rPr>
        <w:t xml:space="preserve">Elaborar el Informe de Evaluación de Ofertas. </w:t>
      </w:r>
    </w:p>
    <w:p w:rsidR="006C2703" w:rsidRPr="006C2703" w:rsidRDefault="006C2703" w:rsidP="00476F4D">
      <w:pPr>
        <w:pStyle w:val="Prrafodelista"/>
        <w:numPr>
          <w:ilvl w:val="0"/>
          <w:numId w:val="12"/>
        </w:numPr>
        <w:rPr>
          <w:sz w:val="24"/>
          <w:szCs w:val="24"/>
        </w:rPr>
      </w:pPr>
      <w:r w:rsidRPr="006C2703">
        <w:rPr>
          <w:sz w:val="24"/>
          <w:szCs w:val="24"/>
        </w:rPr>
        <w:t>Requerir al oferente seleccionado la documentación adicional para su adjudicación establecida en el pliego</w:t>
      </w:r>
    </w:p>
    <w:p w:rsidR="006C2703" w:rsidRPr="006C2703" w:rsidRDefault="006C2703" w:rsidP="00476F4D">
      <w:pPr>
        <w:pStyle w:val="Prrafodelista"/>
        <w:numPr>
          <w:ilvl w:val="0"/>
          <w:numId w:val="12"/>
        </w:numPr>
        <w:rPr>
          <w:sz w:val="24"/>
          <w:szCs w:val="24"/>
        </w:rPr>
      </w:pPr>
      <w:r w:rsidRPr="006C2703">
        <w:rPr>
          <w:sz w:val="24"/>
          <w:szCs w:val="24"/>
        </w:rPr>
        <w:t xml:space="preserve">Responder las aclaraciones que pueda requerir el Ministerio de Educación de </w:t>
      </w:r>
      <w:smartTag w:uri="urn:schemas-microsoft-com:office:smarttags" w:element="PersonName">
        <w:smartTagPr>
          <w:attr w:name="ProductID" w:val="la Naci￳n"/>
        </w:smartTagPr>
        <w:r w:rsidRPr="006C2703">
          <w:rPr>
            <w:sz w:val="24"/>
            <w:szCs w:val="24"/>
          </w:rPr>
          <w:t>la Nación</w:t>
        </w:r>
      </w:smartTag>
      <w:r w:rsidRPr="006C2703">
        <w:rPr>
          <w:sz w:val="24"/>
          <w:szCs w:val="24"/>
        </w:rPr>
        <w:t xml:space="preserve"> vinculadas a la evaluación. </w:t>
      </w:r>
    </w:p>
    <w:p w:rsidR="006C2703" w:rsidRPr="006C2703" w:rsidRDefault="006C2703" w:rsidP="00476F4D">
      <w:pPr>
        <w:pStyle w:val="Prrafodelista"/>
        <w:numPr>
          <w:ilvl w:val="0"/>
          <w:numId w:val="12"/>
        </w:numPr>
        <w:rPr>
          <w:sz w:val="24"/>
          <w:szCs w:val="24"/>
        </w:rPr>
      </w:pPr>
      <w:r w:rsidRPr="006C2703">
        <w:rPr>
          <w:sz w:val="24"/>
          <w:szCs w:val="24"/>
        </w:rPr>
        <w:t>Asistir al Ministerio de Educación de la Nación en la evaluación de los reclamos o impugnaciones que pudieran presentarse en forma posterior a la Adjudicación.</w:t>
      </w:r>
    </w:p>
    <w:p w:rsidR="00917452" w:rsidRPr="000F79EF" w:rsidRDefault="00917452" w:rsidP="00476F4D">
      <w:pPr>
        <w:pStyle w:val="Ttulo1"/>
        <w:numPr>
          <w:ilvl w:val="2"/>
          <w:numId w:val="16"/>
        </w:numPr>
        <w:pBdr>
          <w:bottom w:val="none" w:sz="0" w:space="0" w:color="auto"/>
        </w:pBdr>
        <w:spacing w:before="360"/>
        <w:ind w:left="1225" w:hanging="505"/>
        <w:rPr>
          <w:rFonts w:cs="Times New Roman"/>
          <w:color w:val="auto"/>
          <w:sz w:val="24"/>
          <w:szCs w:val="24"/>
        </w:rPr>
      </w:pPr>
      <w:bookmarkStart w:id="29" w:name="_Toc47096484"/>
      <w:bookmarkStart w:id="30" w:name="_Toc47600760"/>
      <w:r w:rsidRPr="000F79EF">
        <w:rPr>
          <w:rFonts w:cs="Times New Roman"/>
          <w:color w:val="auto"/>
          <w:sz w:val="24"/>
          <w:szCs w:val="24"/>
        </w:rPr>
        <w:t>Mecanismos de Coordinación</w:t>
      </w:r>
      <w:bookmarkEnd w:id="29"/>
      <w:bookmarkEnd w:id="30"/>
    </w:p>
    <w:p w:rsidR="00F50969" w:rsidRPr="00D91DB9" w:rsidRDefault="00103D26" w:rsidP="00476F4D">
      <w:pPr>
        <w:contextualSpacing/>
        <w:rPr>
          <w:szCs w:val="24"/>
        </w:rPr>
      </w:pPr>
      <w:r w:rsidRPr="00D91DB9">
        <w:rPr>
          <w:szCs w:val="24"/>
        </w:rPr>
        <w:t>La DGI y la UEC</w:t>
      </w:r>
      <w:r w:rsidR="00DE6331">
        <w:rPr>
          <w:szCs w:val="24"/>
        </w:rPr>
        <w:t xml:space="preserve"> </w:t>
      </w:r>
      <w:r w:rsidRPr="00D91DB9">
        <w:rPr>
          <w:szCs w:val="24"/>
        </w:rPr>
        <w:t xml:space="preserve">del </w:t>
      </w:r>
      <w:r w:rsidR="00536CDA" w:rsidRPr="00D91DB9">
        <w:rPr>
          <w:szCs w:val="24"/>
        </w:rPr>
        <w:t>PRINI I,</w:t>
      </w:r>
      <w:r w:rsidR="00F74F88">
        <w:rPr>
          <w:szCs w:val="24"/>
        </w:rPr>
        <w:t xml:space="preserve"> </w:t>
      </w:r>
      <w:r w:rsidR="00071F3C" w:rsidRPr="00D91DB9">
        <w:rPr>
          <w:szCs w:val="24"/>
        </w:rPr>
        <w:t>conformará</w:t>
      </w:r>
      <w:r w:rsidR="00D23709" w:rsidRPr="00D91DB9">
        <w:rPr>
          <w:szCs w:val="24"/>
        </w:rPr>
        <w:t xml:space="preserve">n diferentes </w:t>
      </w:r>
      <w:r w:rsidR="00546763" w:rsidRPr="00D91DB9">
        <w:rPr>
          <w:szCs w:val="24"/>
        </w:rPr>
        <w:t>espacio</w:t>
      </w:r>
      <w:r w:rsidR="00D23709" w:rsidRPr="00D91DB9">
        <w:rPr>
          <w:szCs w:val="24"/>
        </w:rPr>
        <w:t>s</w:t>
      </w:r>
      <w:r w:rsidR="00DE6331">
        <w:rPr>
          <w:szCs w:val="24"/>
        </w:rPr>
        <w:t xml:space="preserve"> </w:t>
      </w:r>
      <w:r w:rsidR="0043679F" w:rsidRPr="00D91DB9">
        <w:rPr>
          <w:szCs w:val="24"/>
        </w:rPr>
        <w:t xml:space="preserve">de trabajo </w:t>
      </w:r>
      <w:r w:rsidR="00D23709" w:rsidRPr="00D91DB9">
        <w:rPr>
          <w:szCs w:val="24"/>
        </w:rPr>
        <w:t xml:space="preserve">para el seguimiento y avance de </w:t>
      </w:r>
      <w:r w:rsidR="00F252F9">
        <w:rPr>
          <w:szCs w:val="24"/>
        </w:rPr>
        <w:t>e</w:t>
      </w:r>
      <w:r w:rsidR="00D23709" w:rsidRPr="00D91DB9">
        <w:rPr>
          <w:szCs w:val="24"/>
        </w:rPr>
        <w:t>ste</w:t>
      </w:r>
      <w:r w:rsidR="00536CDA" w:rsidRPr="00D91DB9">
        <w:rPr>
          <w:szCs w:val="24"/>
        </w:rPr>
        <w:t xml:space="preserve"> Subcomponente </w:t>
      </w:r>
      <w:r w:rsidR="0043679F" w:rsidRPr="00D91DB9">
        <w:rPr>
          <w:szCs w:val="24"/>
        </w:rPr>
        <w:t>según se requiera</w:t>
      </w:r>
      <w:r w:rsidR="00F04514" w:rsidRPr="00D91DB9">
        <w:rPr>
          <w:szCs w:val="24"/>
        </w:rPr>
        <w:t>.</w:t>
      </w:r>
    </w:p>
    <w:p w:rsidR="00F252F9" w:rsidRDefault="00F252F9" w:rsidP="00476F4D">
      <w:pPr>
        <w:contextualSpacing/>
        <w:rPr>
          <w:szCs w:val="24"/>
        </w:rPr>
      </w:pPr>
      <w:bookmarkStart w:id="31" w:name="_Toc83184506"/>
    </w:p>
    <w:p w:rsidR="00975ED9" w:rsidRPr="00D91DB9" w:rsidRDefault="004F73E4" w:rsidP="00476F4D">
      <w:pPr>
        <w:contextualSpacing/>
        <w:rPr>
          <w:szCs w:val="24"/>
        </w:rPr>
      </w:pPr>
      <w:r w:rsidRPr="00D91DB9">
        <w:rPr>
          <w:szCs w:val="24"/>
        </w:rPr>
        <w:t xml:space="preserve">En </w:t>
      </w:r>
      <w:r w:rsidR="0043679F" w:rsidRPr="00D91DB9">
        <w:rPr>
          <w:szCs w:val="24"/>
        </w:rPr>
        <w:t xml:space="preserve">cuanto </w:t>
      </w:r>
      <w:r w:rsidRPr="00D91DB9">
        <w:rPr>
          <w:szCs w:val="24"/>
        </w:rPr>
        <w:t xml:space="preserve">a la </w:t>
      </w:r>
      <w:r w:rsidR="00593676">
        <w:rPr>
          <w:szCs w:val="24"/>
        </w:rPr>
        <w:t>UCP</w:t>
      </w:r>
      <w:r w:rsidRPr="00D91DB9">
        <w:rPr>
          <w:szCs w:val="24"/>
        </w:rPr>
        <w:t xml:space="preserve">, </w:t>
      </w:r>
      <w:r w:rsidR="00DA11EA" w:rsidRPr="00D91DB9">
        <w:rPr>
          <w:szCs w:val="24"/>
        </w:rPr>
        <w:t xml:space="preserve">la </w:t>
      </w:r>
      <w:r w:rsidRPr="00D91DB9">
        <w:rPr>
          <w:szCs w:val="24"/>
        </w:rPr>
        <w:t xml:space="preserve">DGI recibe la documentación correspondiente y </w:t>
      </w:r>
      <w:r w:rsidR="001D0252" w:rsidRPr="00D91DB9">
        <w:rPr>
          <w:szCs w:val="24"/>
        </w:rPr>
        <w:t>realiza el</w:t>
      </w:r>
      <w:r w:rsidRPr="00D91DB9">
        <w:rPr>
          <w:szCs w:val="24"/>
        </w:rPr>
        <w:t xml:space="preserve"> registr</w:t>
      </w:r>
      <w:r w:rsidR="001D0252" w:rsidRPr="00D91DB9">
        <w:rPr>
          <w:szCs w:val="24"/>
        </w:rPr>
        <w:t>o</w:t>
      </w:r>
      <w:r w:rsidRPr="00D91DB9">
        <w:rPr>
          <w:szCs w:val="24"/>
        </w:rPr>
        <w:t xml:space="preserve"> en la</w:t>
      </w:r>
      <w:r w:rsidR="00D23709" w:rsidRPr="00D91DB9">
        <w:rPr>
          <w:szCs w:val="24"/>
        </w:rPr>
        <w:t>s</w:t>
      </w:r>
      <w:r w:rsidRPr="00D91DB9">
        <w:rPr>
          <w:szCs w:val="24"/>
        </w:rPr>
        <w:t xml:space="preserve"> base</w:t>
      </w:r>
      <w:r w:rsidR="00D23709" w:rsidRPr="00D91DB9">
        <w:rPr>
          <w:szCs w:val="24"/>
        </w:rPr>
        <w:t>s</w:t>
      </w:r>
      <w:r w:rsidRPr="00D91DB9">
        <w:rPr>
          <w:szCs w:val="24"/>
        </w:rPr>
        <w:t xml:space="preserve"> de datos</w:t>
      </w:r>
      <w:r w:rsidR="00D23709" w:rsidRPr="00D91DB9">
        <w:rPr>
          <w:szCs w:val="24"/>
        </w:rPr>
        <w:t xml:space="preserve"> que utiliza</w:t>
      </w:r>
      <w:r w:rsidRPr="00D91DB9">
        <w:rPr>
          <w:szCs w:val="24"/>
        </w:rPr>
        <w:t xml:space="preserve">. </w:t>
      </w:r>
    </w:p>
    <w:p w:rsidR="00F252F9" w:rsidRDefault="00F252F9" w:rsidP="00476F4D">
      <w:pPr>
        <w:contextualSpacing/>
        <w:rPr>
          <w:szCs w:val="24"/>
        </w:rPr>
      </w:pPr>
    </w:p>
    <w:p w:rsidR="004F73E4" w:rsidRPr="00D91DB9" w:rsidRDefault="004F73E4" w:rsidP="00476F4D">
      <w:pPr>
        <w:contextualSpacing/>
        <w:rPr>
          <w:szCs w:val="24"/>
        </w:rPr>
      </w:pPr>
      <w:r w:rsidRPr="00D91DB9">
        <w:rPr>
          <w:szCs w:val="24"/>
        </w:rPr>
        <w:t xml:space="preserve">La DGI </w:t>
      </w:r>
      <w:r w:rsidR="00975ED9" w:rsidRPr="00D91DB9">
        <w:rPr>
          <w:szCs w:val="24"/>
        </w:rPr>
        <w:t>utilizará</w:t>
      </w:r>
      <w:r w:rsidR="00F74F88">
        <w:rPr>
          <w:szCs w:val="24"/>
        </w:rPr>
        <w:t xml:space="preserve"> </w:t>
      </w:r>
      <w:r w:rsidR="00975ED9" w:rsidRPr="00D91DB9">
        <w:rPr>
          <w:szCs w:val="24"/>
        </w:rPr>
        <w:t>un</w:t>
      </w:r>
      <w:r w:rsidRPr="00D91DB9">
        <w:rPr>
          <w:szCs w:val="24"/>
        </w:rPr>
        <w:t xml:space="preserve"> Sistema de carga de datos que permite tener </w:t>
      </w:r>
      <w:r w:rsidR="001D0252" w:rsidRPr="00D91DB9">
        <w:rPr>
          <w:szCs w:val="24"/>
        </w:rPr>
        <w:t>un</w:t>
      </w:r>
      <w:r w:rsidRPr="00D91DB9">
        <w:rPr>
          <w:szCs w:val="24"/>
        </w:rPr>
        <w:t xml:space="preserve">a base actualizada </w:t>
      </w:r>
      <w:r w:rsidR="00840A49">
        <w:rPr>
          <w:szCs w:val="24"/>
        </w:rPr>
        <w:t>con el total de las o</w:t>
      </w:r>
      <w:r w:rsidR="001D0252" w:rsidRPr="00D91DB9">
        <w:rPr>
          <w:szCs w:val="24"/>
        </w:rPr>
        <w:t xml:space="preserve">bras que se ejecutan. </w:t>
      </w:r>
      <w:r w:rsidR="00B862F8" w:rsidRPr="00D91DB9">
        <w:rPr>
          <w:szCs w:val="24"/>
        </w:rPr>
        <w:t xml:space="preserve">Este sistema muestra los datos de cada una de las etapas, desde la fecha de apertura de las ofertas hasta el final de la obra (Acta de Recepción Definitiva- ARD). Se actualiza </w:t>
      </w:r>
      <w:r w:rsidR="00D23709" w:rsidRPr="00D91DB9">
        <w:rPr>
          <w:szCs w:val="24"/>
        </w:rPr>
        <w:t>oportunamente</w:t>
      </w:r>
      <w:r w:rsidR="00B862F8" w:rsidRPr="00D91DB9">
        <w:rPr>
          <w:szCs w:val="24"/>
        </w:rPr>
        <w:t xml:space="preserve"> con toda la información de las </w:t>
      </w:r>
      <w:r w:rsidR="00840A49">
        <w:rPr>
          <w:szCs w:val="24"/>
        </w:rPr>
        <w:t>o</w:t>
      </w:r>
      <w:r w:rsidR="00B862F8" w:rsidRPr="00D91DB9">
        <w:rPr>
          <w:szCs w:val="24"/>
        </w:rPr>
        <w:t>bras, su seguimiento físico y financiero,</w:t>
      </w:r>
      <w:r w:rsidR="00994769">
        <w:rPr>
          <w:szCs w:val="24"/>
        </w:rPr>
        <w:t xml:space="preserve"> </w:t>
      </w:r>
      <w:r w:rsidR="00B862F8" w:rsidRPr="00D91DB9">
        <w:rPr>
          <w:szCs w:val="24"/>
        </w:rPr>
        <w:t>y permite</w:t>
      </w:r>
      <w:r w:rsidR="00F74F88">
        <w:rPr>
          <w:szCs w:val="24"/>
        </w:rPr>
        <w:t xml:space="preserve"> </w:t>
      </w:r>
      <w:r w:rsidR="001D0252" w:rsidRPr="00D91DB9">
        <w:rPr>
          <w:szCs w:val="24"/>
        </w:rPr>
        <w:t>emit</w:t>
      </w:r>
      <w:r w:rsidR="00B862F8" w:rsidRPr="00D91DB9">
        <w:rPr>
          <w:szCs w:val="24"/>
        </w:rPr>
        <w:t>ir</w:t>
      </w:r>
      <w:r w:rsidR="00F74F88">
        <w:rPr>
          <w:szCs w:val="24"/>
        </w:rPr>
        <w:t xml:space="preserve"> </w:t>
      </w:r>
      <w:r w:rsidR="00536CDA" w:rsidRPr="00D91DB9">
        <w:rPr>
          <w:szCs w:val="24"/>
        </w:rPr>
        <w:t>r</w:t>
      </w:r>
      <w:r w:rsidRPr="00D91DB9">
        <w:rPr>
          <w:szCs w:val="24"/>
        </w:rPr>
        <w:t xml:space="preserve">eportes y </w:t>
      </w:r>
      <w:r w:rsidR="001D0252" w:rsidRPr="00D91DB9">
        <w:rPr>
          <w:szCs w:val="24"/>
        </w:rPr>
        <w:t>n</w:t>
      </w:r>
      <w:r w:rsidRPr="00D91DB9">
        <w:rPr>
          <w:szCs w:val="24"/>
        </w:rPr>
        <w:t>ot</w:t>
      </w:r>
      <w:r w:rsidR="001D0252" w:rsidRPr="00D91DB9">
        <w:rPr>
          <w:szCs w:val="24"/>
        </w:rPr>
        <w:t>ificaciones</w:t>
      </w:r>
      <w:r w:rsidRPr="00D91DB9">
        <w:rPr>
          <w:szCs w:val="24"/>
        </w:rPr>
        <w:t xml:space="preserve"> en forma inmediata</w:t>
      </w:r>
      <w:r w:rsidR="00B862F8" w:rsidRPr="00D91DB9">
        <w:rPr>
          <w:szCs w:val="24"/>
        </w:rPr>
        <w:t xml:space="preserve"> para su análisis y evaluación.</w:t>
      </w:r>
    </w:p>
    <w:p w:rsidR="00F252F9" w:rsidRDefault="00F252F9" w:rsidP="00476F4D">
      <w:pPr>
        <w:contextualSpacing/>
        <w:rPr>
          <w:szCs w:val="24"/>
        </w:rPr>
      </w:pPr>
    </w:p>
    <w:p w:rsidR="00D0271D" w:rsidRPr="00D91DB9" w:rsidRDefault="005E3265" w:rsidP="00476F4D">
      <w:pPr>
        <w:contextualSpacing/>
        <w:rPr>
          <w:szCs w:val="24"/>
        </w:rPr>
      </w:pPr>
      <w:r w:rsidRPr="00FE64B7">
        <w:rPr>
          <w:szCs w:val="24"/>
        </w:rPr>
        <w:t xml:space="preserve">Toda la </w:t>
      </w:r>
      <w:r w:rsidR="006C2703" w:rsidRPr="00FE64B7">
        <w:rPr>
          <w:szCs w:val="24"/>
        </w:rPr>
        <w:t>documentación</w:t>
      </w:r>
      <w:r w:rsidRPr="00FE64B7">
        <w:rPr>
          <w:szCs w:val="24"/>
        </w:rPr>
        <w:t xml:space="preserve"> correspondiente al seguimiento </w:t>
      </w:r>
      <w:r w:rsidR="006C2703">
        <w:rPr>
          <w:szCs w:val="24"/>
        </w:rPr>
        <w:t>de la obra (mediciones, solicit</w:t>
      </w:r>
      <w:r w:rsidRPr="00FE64B7">
        <w:rPr>
          <w:szCs w:val="24"/>
        </w:rPr>
        <w:t>udes de suspensión,</w:t>
      </w:r>
      <w:r w:rsidR="00DC5691">
        <w:rPr>
          <w:szCs w:val="24"/>
        </w:rPr>
        <w:t xml:space="preserve"> </w:t>
      </w:r>
      <w:r w:rsidRPr="00FE64B7">
        <w:rPr>
          <w:szCs w:val="24"/>
        </w:rPr>
        <w:t>neutralización,</w:t>
      </w:r>
      <w:r w:rsidR="00DC5691">
        <w:rPr>
          <w:szCs w:val="24"/>
        </w:rPr>
        <w:t xml:space="preserve"> </w:t>
      </w:r>
      <w:r w:rsidRPr="00FE64B7">
        <w:rPr>
          <w:szCs w:val="24"/>
        </w:rPr>
        <w:t xml:space="preserve">ampliación de plazos, </w:t>
      </w:r>
      <w:r w:rsidR="006C2703" w:rsidRPr="00FE64B7">
        <w:rPr>
          <w:szCs w:val="24"/>
        </w:rPr>
        <w:t>certificación</w:t>
      </w:r>
      <w:r w:rsidRPr="00FE64B7">
        <w:rPr>
          <w:szCs w:val="24"/>
        </w:rPr>
        <w:t>, registros pluviométricos, novedades, fotos, planes de trabajo, plan de seguimiento de impacto social y ambiental, deben ser ingresados al SITRARED, en el m</w:t>
      </w:r>
      <w:r w:rsidR="008D0D37">
        <w:rPr>
          <w:szCs w:val="24"/>
        </w:rPr>
        <w:t>ó</w:t>
      </w:r>
      <w:r w:rsidRPr="00FE64B7">
        <w:rPr>
          <w:szCs w:val="24"/>
        </w:rPr>
        <w:t>dulo de gestión documental.</w:t>
      </w:r>
    </w:p>
    <w:p w:rsidR="00F252F9" w:rsidRPr="000F79EF" w:rsidRDefault="00F252F9" w:rsidP="00476F4D">
      <w:pPr>
        <w:pStyle w:val="Ttulo1"/>
        <w:numPr>
          <w:ilvl w:val="2"/>
          <w:numId w:val="16"/>
        </w:numPr>
        <w:pBdr>
          <w:bottom w:val="none" w:sz="0" w:space="0" w:color="auto"/>
        </w:pBdr>
        <w:spacing w:before="360"/>
        <w:ind w:left="1225" w:hanging="505"/>
        <w:rPr>
          <w:rFonts w:cs="Times New Roman"/>
          <w:color w:val="auto"/>
          <w:sz w:val="24"/>
          <w:szCs w:val="24"/>
        </w:rPr>
      </w:pPr>
      <w:bookmarkStart w:id="32" w:name="_Toc47096485"/>
      <w:bookmarkStart w:id="33" w:name="_Toc47600761"/>
      <w:r w:rsidRPr="000F79EF">
        <w:rPr>
          <w:rFonts w:cs="Times New Roman"/>
          <w:color w:val="auto"/>
          <w:sz w:val="24"/>
          <w:szCs w:val="24"/>
        </w:rPr>
        <w:lastRenderedPageBreak/>
        <w:t>Procedimientos de Gestión</w:t>
      </w:r>
      <w:bookmarkEnd w:id="32"/>
      <w:bookmarkEnd w:id="33"/>
    </w:p>
    <w:p w:rsidR="00F252F9" w:rsidRDefault="00F252F9" w:rsidP="00476F4D">
      <w:pPr>
        <w:contextualSpacing/>
        <w:rPr>
          <w:szCs w:val="24"/>
        </w:rPr>
      </w:pPr>
      <w:r w:rsidRPr="008E16C6">
        <w:rPr>
          <w:szCs w:val="24"/>
        </w:rPr>
        <w:t>A continuación, se detallan sintéticamente los procedimientos y acciones que regulan las decisiones y responsabilidades entre los distintos actores para las etapas más importantes del Ciclo de Proyecto:</w:t>
      </w:r>
    </w:p>
    <w:p w:rsidR="000F79EF" w:rsidRPr="00E9522C" w:rsidRDefault="000F79EF" w:rsidP="00476F4D">
      <w:pPr>
        <w:contextualSpacing/>
        <w:rPr>
          <w:rFonts w:asciiTheme="minorHAnsi" w:hAnsiTheme="minorHAnsi"/>
        </w:rPr>
      </w:pPr>
    </w:p>
    <w:p w:rsidR="00F252F9" w:rsidRPr="00744542" w:rsidRDefault="00F252F9" w:rsidP="00476F4D">
      <w:pPr>
        <w:spacing w:line="240" w:lineRule="auto"/>
        <w:rPr>
          <w:rFonts w:asciiTheme="minorHAnsi" w:hAnsiTheme="minorHAnsi"/>
          <w:b/>
          <w:lang w:val="es-ES_tradnl"/>
        </w:rPr>
      </w:pPr>
      <w:r w:rsidRPr="00744542">
        <w:rPr>
          <w:rFonts w:asciiTheme="minorHAnsi" w:hAnsiTheme="minorHAnsi"/>
          <w:b/>
          <w:lang w:val="es-ES_tradnl"/>
        </w:rPr>
        <w:t>Etapa 1 - Elegibilidad de las obras y llamado a Licitación</w:t>
      </w:r>
      <w:r w:rsidR="00744542" w:rsidRPr="00744542">
        <w:rPr>
          <w:rFonts w:asciiTheme="minorHAnsi" w:hAnsiTheme="minorHAnsi"/>
          <w:b/>
          <w:lang w:val="es-ES_tradnl"/>
        </w:rPr>
        <w:t xml:space="preserve"> (Gráfico en pág. 24)</w:t>
      </w:r>
    </w:p>
    <w:p w:rsidR="0083537E" w:rsidRPr="00744542" w:rsidRDefault="0083537E" w:rsidP="00476F4D">
      <w:pPr>
        <w:pStyle w:val="Prrafodelista"/>
        <w:numPr>
          <w:ilvl w:val="0"/>
          <w:numId w:val="19"/>
        </w:numPr>
        <w:spacing w:after="120"/>
        <w:ind w:left="714" w:hanging="357"/>
        <w:contextualSpacing w:val="0"/>
        <w:jc w:val="both"/>
        <w:rPr>
          <w:rFonts w:asciiTheme="minorHAnsi" w:hAnsiTheme="minorHAnsi"/>
          <w:sz w:val="24"/>
        </w:rPr>
      </w:pPr>
      <w:r w:rsidRPr="00744542">
        <w:rPr>
          <w:rFonts w:asciiTheme="minorHAnsi" w:hAnsiTheme="minorHAnsi"/>
          <w:sz w:val="24"/>
        </w:rPr>
        <w:t>La UCP efectúa relevamientos sobre las necesidades de establecimientos educativos que la jurisdicción tiene, y prioriza las obras a ejecutar. En base a estos relevamientos y de acuerdo a las características y necesidad del lugar o región a construir, envía la solicitud de Obra a la DGI, adjuntando la documentación correspondiente.</w:t>
      </w:r>
    </w:p>
    <w:p w:rsidR="0083537E" w:rsidRPr="00744542" w:rsidRDefault="0083537E" w:rsidP="00476F4D">
      <w:pPr>
        <w:pStyle w:val="Prrafodelista"/>
        <w:numPr>
          <w:ilvl w:val="0"/>
          <w:numId w:val="19"/>
        </w:numPr>
        <w:spacing w:after="120"/>
        <w:ind w:left="714" w:hanging="357"/>
        <w:contextualSpacing w:val="0"/>
        <w:jc w:val="both"/>
        <w:rPr>
          <w:rFonts w:asciiTheme="minorHAnsi" w:hAnsiTheme="minorHAnsi"/>
          <w:sz w:val="24"/>
        </w:rPr>
      </w:pPr>
      <w:r w:rsidRPr="00744542">
        <w:rPr>
          <w:rFonts w:asciiTheme="minorHAnsi" w:hAnsiTheme="minorHAnsi"/>
          <w:sz w:val="24"/>
        </w:rPr>
        <w:t>La DGI verifica el cumplimiento de los requisitos generales, el anteproyecto y el Proyecto Ejecutivo.</w:t>
      </w:r>
    </w:p>
    <w:p w:rsidR="0083537E" w:rsidRPr="00744542" w:rsidRDefault="0083537E" w:rsidP="00476F4D">
      <w:pPr>
        <w:pStyle w:val="Prrafodelista"/>
        <w:numPr>
          <w:ilvl w:val="0"/>
          <w:numId w:val="19"/>
        </w:numPr>
        <w:spacing w:after="120"/>
        <w:ind w:left="714" w:hanging="357"/>
        <w:contextualSpacing w:val="0"/>
        <w:jc w:val="both"/>
        <w:rPr>
          <w:rFonts w:asciiTheme="minorHAnsi" w:hAnsiTheme="minorHAnsi"/>
          <w:sz w:val="24"/>
        </w:rPr>
      </w:pPr>
      <w:r w:rsidRPr="00744542">
        <w:rPr>
          <w:rFonts w:asciiTheme="minorHAnsi" w:hAnsiTheme="minorHAnsi"/>
          <w:sz w:val="24"/>
        </w:rPr>
        <w:t>Si existen alguna observación, la DGI lo remite nuevamente a UCP con las observaciones, mediante correo electrónico o nota.</w:t>
      </w:r>
    </w:p>
    <w:p w:rsidR="0083537E" w:rsidRPr="00744542" w:rsidRDefault="0083537E" w:rsidP="00476F4D">
      <w:pPr>
        <w:pStyle w:val="Prrafodelista"/>
        <w:numPr>
          <w:ilvl w:val="0"/>
          <w:numId w:val="19"/>
        </w:numPr>
        <w:spacing w:after="120"/>
        <w:ind w:left="714" w:hanging="357"/>
        <w:contextualSpacing w:val="0"/>
        <w:jc w:val="both"/>
        <w:rPr>
          <w:rFonts w:asciiTheme="minorHAnsi" w:hAnsiTheme="minorHAnsi"/>
          <w:sz w:val="24"/>
        </w:rPr>
      </w:pPr>
      <w:r w:rsidRPr="00744542">
        <w:rPr>
          <w:rFonts w:asciiTheme="minorHAnsi" w:hAnsiTheme="minorHAnsi"/>
          <w:sz w:val="24"/>
        </w:rPr>
        <w:t>UCP lo verifica y envía nuevamente a DGI con las observaciones ratificadas o rectificadas.</w:t>
      </w:r>
    </w:p>
    <w:p w:rsidR="0083537E" w:rsidRPr="00744542" w:rsidRDefault="0083537E" w:rsidP="00476F4D">
      <w:pPr>
        <w:pStyle w:val="Prrafodelista"/>
        <w:numPr>
          <w:ilvl w:val="0"/>
          <w:numId w:val="19"/>
        </w:numPr>
        <w:spacing w:after="120"/>
        <w:ind w:left="714" w:hanging="357"/>
        <w:contextualSpacing w:val="0"/>
        <w:jc w:val="both"/>
        <w:rPr>
          <w:rFonts w:asciiTheme="minorHAnsi" w:hAnsiTheme="minorHAnsi"/>
          <w:sz w:val="24"/>
        </w:rPr>
      </w:pPr>
      <w:r w:rsidRPr="00744542">
        <w:rPr>
          <w:rFonts w:asciiTheme="minorHAnsi" w:hAnsiTheme="minorHAnsi"/>
          <w:sz w:val="24"/>
        </w:rPr>
        <w:t>Si no hay observaciones, DGI conforma la documentación y comunica a UCP mediante nota que el financiamiento del proyecto ha sido aprobado (Apto Técnico). Luego comunica a DGPPSE el Apto Técnico, remitiendo la documentación digitalizada presentada por la UCP.</w:t>
      </w:r>
    </w:p>
    <w:p w:rsidR="0083537E" w:rsidRPr="00744542" w:rsidRDefault="0083537E" w:rsidP="00476F4D">
      <w:pPr>
        <w:pStyle w:val="Prrafodelista"/>
        <w:numPr>
          <w:ilvl w:val="0"/>
          <w:numId w:val="19"/>
        </w:numPr>
        <w:spacing w:after="120"/>
        <w:ind w:left="714" w:hanging="357"/>
        <w:contextualSpacing w:val="0"/>
        <w:jc w:val="both"/>
        <w:rPr>
          <w:rFonts w:asciiTheme="minorHAnsi" w:hAnsiTheme="minorHAnsi"/>
          <w:sz w:val="24"/>
        </w:rPr>
      </w:pPr>
      <w:r w:rsidRPr="00744542">
        <w:rPr>
          <w:rFonts w:asciiTheme="minorHAnsi" w:hAnsiTheme="minorHAnsi"/>
          <w:sz w:val="24"/>
        </w:rPr>
        <w:t>La DGPPSE elabora el Informe de Presupuesto y lo remite a la DC.</w:t>
      </w:r>
    </w:p>
    <w:p w:rsidR="0083537E" w:rsidRPr="00744542" w:rsidRDefault="0083537E" w:rsidP="00476F4D">
      <w:pPr>
        <w:pStyle w:val="Prrafodelista"/>
        <w:numPr>
          <w:ilvl w:val="0"/>
          <w:numId w:val="19"/>
        </w:numPr>
        <w:spacing w:after="120"/>
        <w:ind w:left="714" w:hanging="357"/>
        <w:contextualSpacing w:val="0"/>
        <w:jc w:val="both"/>
        <w:rPr>
          <w:rFonts w:asciiTheme="minorHAnsi" w:hAnsiTheme="minorHAnsi"/>
          <w:sz w:val="24"/>
        </w:rPr>
      </w:pPr>
      <w:r w:rsidRPr="00744542">
        <w:rPr>
          <w:rFonts w:asciiTheme="minorHAnsi" w:hAnsiTheme="minorHAnsi"/>
          <w:sz w:val="24"/>
        </w:rPr>
        <w:t>La DC elabora el proyecto de Resolución de llamado a licitación y remite a la DGAJ (Dirección General de Asuntos Jurídicos) junto con el Pliego.</w:t>
      </w:r>
    </w:p>
    <w:p w:rsidR="0083537E" w:rsidRPr="00744542" w:rsidRDefault="0083537E" w:rsidP="00476F4D">
      <w:pPr>
        <w:pStyle w:val="Prrafodelista"/>
        <w:numPr>
          <w:ilvl w:val="0"/>
          <w:numId w:val="19"/>
        </w:numPr>
        <w:spacing w:after="120" w:line="240" w:lineRule="auto"/>
        <w:ind w:left="714" w:hanging="357"/>
        <w:contextualSpacing w:val="0"/>
        <w:jc w:val="both"/>
        <w:rPr>
          <w:rFonts w:asciiTheme="minorHAnsi" w:hAnsiTheme="minorHAnsi"/>
          <w:sz w:val="24"/>
        </w:rPr>
      </w:pPr>
      <w:r w:rsidRPr="00744542">
        <w:rPr>
          <w:rFonts w:asciiTheme="minorHAnsi" w:hAnsiTheme="minorHAnsi"/>
          <w:sz w:val="24"/>
        </w:rPr>
        <w:t>La DGAJ revisa el proyecto de Resolución Ministerial, dictamina y envía a la firma respectiva. Luego remite firmado a la DC.</w:t>
      </w:r>
    </w:p>
    <w:p w:rsidR="00F252F9" w:rsidRPr="00744542" w:rsidRDefault="0083537E" w:rsidP="00476F4D">
      <w:pPr>
        <w:pStyle w:val="Prrafodelista"/>
        <w:numPr>
          <w:ilvl w:val="0"/>
          <w:numId w:val="19"/>
        </w:numPr>
        <w:spacing w:after="120" w:line="240" w:lineRule="auto"/>
        <w:ind w:left="714" w:hanging="357"/>
        <w:contextualSpacing w:val="0"/>
        <w:jc w:val="both"/>
        <w:rPr>
          <w:rFonts w:asciiTheme="minorHAnsi" w:hAnsiTheme="minorHAnsi"/>
          <w:sz w:val="24"/>
        </w:rPr>
      </w:pPr>
      <w:r w:rsidRPr="00744542">
        <w:rPr>
          <w:rFonts w:asciiTheme="minorHAnsi" w:hAnsiTheme="minorHAnsi"/>
          <w:sz w:val="24"/>
        </w:rPr>
        <w:t>DC solicita las publicaciones y envía el expediente a la DGI.</w:t>
      </w:r>
    </w:p>
    <w:p w:rsidR="000F79EF" w:rsidRPr="00744542" w:rsidRDefault="000F79EF" w:rsidP="00476F4D">
      <w:pPr>
        <w:spacing w:line="240" w:lineRule="auto"/>
        <w:rPr>
          <w:rFonts w:asciiTheme="minorHAnsi" w:hAnsiTheme="minorHAnsi"/>
          <w:b/>
          <w:lang w:val="es-ES_tradnl"/>
        </w:rPr>
      </w:pPr>
    </w:p>
    <w:p w:rsidR="00F252F9" w:rsidRPr="00744542" w:rsidRDefault="00F252F9" w:rsidP="00476F4D">
      <w:pPr>
        <w:spacing w:line="240" w:lineRule="auto"/>
        <w:rPr>
          <w:rFonts w:asciiTheme="minorHAnsi" w:hAnsiTheme="minorHAnsi"/>
          <w:b/>
          <w:lang w:val="es-ES_tradnl"/>
        </w:rPr>
      </w:pPr>
      <w:r w:rsidRPr="00744542">
        <w:rPr>
          <w:rFonts w:asciiTheme="minorHAnsi" w:hAnsiTheme="minorHAnsi"/>
          <w:b/>
          <w:lang w:val="es-ES_tradnl"/>
        </w:rPr>
        <w:t xml:space="preserve">Etapa 2 - Proceso </w:t>
      </w:r>
      <w:r w:rsidRPr="00744542">
        <w:rPr>
          <w:rFonts w:asciiTheme="minorHAnsi" w:hAnsiTheme="minorHAnsi"/>
          <w:b/>
          <w:szCs w:val="24"/>
          <w:lang w:val="es-ES_tradnl"/>
        </w:rPr>
        <w:t>Licitatorio</w:t>
      </w:r>
      <w:r w:rsidR="00F74F88" w:rsidRPr="00744542">
        <w:rPr>
          <w:rFonts w:asciiTheme="minorHAnsi" w:hAnsiTheme="minorHAnsi"/>
          <w:b/>
          <w:lang w:val="es-ES_tradnl"/>
        </w:rPr>
        <w:t xml:space="preserve"> </w:t>
      </w:r>
      <w:r w:rsidRPr="00744542">
        <w:rPr>
          <w:rFonts w:asciiTheme="minorHAnsi" w:hAnsiTheme="minorHAnsi"/>
          <w:b/>
          <w:lang w:val="es-ES_tradnl"/>
        </w:rPr>
        <w:t>y adjudicación</w:t>
      </w:r>
      <w:r w:rsidR="00744542" w:rsidRPr="00744542">
        <w:rPr>
          <w:rFonts w:asciiTheme="minorHAnsi" w:hAnsiTheme="minorHAnsi"/>
          <w:b/>
          <w:lang w:val="es-ES_tradnl"/>
        </w:rPr>
        <w:t xml:space="preserve"> (Gráfico en pág. </w:t>
      </w:r>
      <w:r w:rsidR="003E7206">
        <w:rPr>
          <w:rFonts w:asciiTheme="minorHAnsi" w:hAnsiTheme="minorHAnsi"/>
          <w:b/>
          <w:lang w:val="es-ES_tradnl"/>
        </w:rPr>
        <w:t>25</w:t>
      </w:r>
      <w:r w:rsidR="00744542" w:rsidRPr="00744542">
        <w:rPr>
          <w:rFonts w:asciiTheme="minorHAnsi" w:hAnsiTheme="minorHAnsi"/>
          <w:b/>
          <w:lang w:val="es-ES_tradnl"/>
        </w:rPr>
        <w:t>)</w:t>
      </w:r>
    </w:p>
    <w:p w:rsidR="0083537E" w:rsidRPr="00744542" w:rsidRDefault="0083537E" w:rsidP="00476F4D">
      <w:pPr>
        <w:pStyle w:val="Prrafodelista"/>
        <w:numPr>
          <w:ilvl w:val="0"/>
          <w:numId w:val="20"/>
        </w:numPr>
        <w:spacing w:after="120"/>
        <w:ind w:left="714" w:hanging="357"/>
        <w:contextualSpacing w:val="0"/>
        <w:jc w:val="both"/>
        <w:rPr>
          <w:rFonts w:asciiTheme="minorHAnsi" w:hAnsiTheme="minorHAnsi"/>
          <w:sz w:val="24"/>
        </w:rPr>
      </w:pPr>
      <w:r w:rsidRPr="00744542">
        <w:rPr>
          <w:rFonts w:asciiTheme="minorHAnsi" w:hAnsiTheme="minorHAnsi"/>
          <w:sz w:val="24"/>
        </w:rPr>
        <w:t>DGI comunica a las UCP fecha de publicación.</w:t>
      </w:r>
    </w:p>
    <w:p w:rsidR="0083537E" w:rsidRPr="00744542" w:rsidRDefault="0083537E" w:rsidP="00476F4D">
      <w:pPr>
        <w:pStyle w:val="Prrafodelista"/>
        <w:numPr>
          <w:ilvl w:val="0"/>
          <w:numId w:val="20"/>
        </w:numPr>
        <w:spacing w:after="120"/>
        <w:ind w:left="714" w:hanging="357"/>
        <w:contextualSpacing w:val="0"/>
        <w:jc w:val="both"/>
        <w:rPr>
          <w:rFonts w:asciiTheme="minorHAnsi" w:hAnsiTheme="minorHAnsi"/>
          <w:sz w:val="24"/>
        </w:rPr>
      </w:pPr>
      <w:r w:rsidRPr="00744542">
        <w:rPr>
          <w:rFonts w:asciiTheme="minorHAnsi" w:hAnsiTheme="minorHAnsi"/>
          <w:sz w:val="24"/>
        </w:rPr>
        <w:t>UCP dicta el acto administrativo (Resolución) de creación de la Comisión de Evaluación de Ofertas  y envía copia a la DGI;</w:t>
      </w:r>
    </w:p>
    <w:p w:rsidR="0083537E" w:rsidRPr="00744542" w:rsidRDefault="0083537E" w:rsidP="00476F4D">
      <w:pPr>
        <w:pStyle w:val="Prrafodelista"/>
        <w:numPr>
          <w:ilvl w:val="0"/>
          <w:numId w:val="20"/>
        </w:numPr>
        <w:spacing w:after="120"/>
        <w:ind w:left="714" w:hanging="357"/>
        <w:contextualSpacing w:val="0"/>
        <w:jc w:val="both"/>
        <w:rPr>
          <w:rFonts w:asciiTheme="minorHAnsi" w:hAnsiTheme="minorHAnsi"/>
          <w:sz w:val="24"/>
        </w:rPr>
      </w:pPr>
      <w:r w:rsidRPr="00744542">
        <w:rPr>
          <w:rFonts w:asciiTheme="minorHAnsi" w:hAnsiTheme="minorHAnsi"/>
          <w:sz w:val="24"/>
        </w:rPr>
        <w:t>UCP remite las invitaciones a potenciales oferentes, publica en su página web, entrega pliegos, recibe consultas y comienzan plazos de entrega de documentación y de apertura de ofertas.</w:t>
      </w:r>
    </w:p>
    <w:p w:rsidR="0083537E" w:rsidRPr="00744542" w:rsidRDefault="0083537E" w:rsidP="00476F4D">
      <w:pPr>
        <w:pStyle w:val="Prrafodelista"/>
        <w:numPr>
          <w:ilvl w:val="0"/>
          <w:numId w:val="20"/>
        </w:numPr>
        <w:spacing w:after="120"/>
        <w:ind w:left="714" w:hanging="357"/>
        <w:contextualSpacing w:val="0"/>
        <w:jc w:val="both"/>
        <w:rPr>
          <w:rFonts w:asciiTheme="minorHAnsi" w:hAnsiTheme="minorHAnsi"/>
          <w:sz w:val="24"/>
        </w:rPr>
      </w:pPr>
      <w:r w:rsidRPr="00744542">
        <w:rPr>
          <w:rFonts w:asciiTheme="minorHAnsi" w:hAnsiTheme="minorHAnsi"/>
          <w:sz w:val="24"/>
        </w:rPr>
        <w:t>UCP remite las consultas que pudiera recibir a la DGI, quien (en acuerdo con la DC) contesta y remite a UCP.</w:t>
      </w:r>
    </w:p>
    <w:p w:rsidR="0083537E" w:rsidRPr="00744542" w:rsidRDefault="0083537E" w:rsidP="00476F4D">
      <w:pPr>
        <w:pStyle w:val="Prrafodelista"/>
        <w:numPr>
          <w:ilvl w:val="0"/>
          <w:numId w:val="20"/>
        </w:numPr>
        <w:spacing w:after="120"/>
        <w:ind w:left="714" w:hanging="357"/>
        <w:contextualSpacing w:val="0"/>
        <w:jc w:val="both"/>
        <w:rPr>
          <w:rFonts w:asciiTheme="minorHAnsi" w:hAnsiTheme="minorHAnsi"/>
          <w:sz w:val="24"/>
        </w:rPr>
      </w:pPr>
      <w:r w:rsidRPr="00744542">
        <w:rPr>
          <w:rFonts w:asciiTheme="minorHAnsi" w:hAnsiTheme="minorHAnsi"/>
          <w:sz w:val="24"/>
        </w:rPr>
        <w:lastRenderedPageBreak/>
        <w:t>UCP recibe las Ofertas y procede a la apertura de los sobres Nº1 (s/ lugar, fecha y hora publicados). Luego la UCP remite a DGI v</w:t>
      </w:r>
      <w:r w:rsidR="00FE0761" w:rsidRPr="00744542">
        <w:rPr>
          <w:rFonts w:asciiTheme="minorHAnsi" w:hAnsiTheme="minorHAnsi"/>
          <w:sz w:val="24"/>
        </w:rPr>
        <w:t>í</w:t>
      </w:r>
      <w:r w:rsidRPr="00744542">
        <w:rPr>
          <w:rFonts w:asciiTheme="minorHAnsi" w:hAnsiTheme="minorHAnsi"/>
          <w:sz w:val="24"/>
        </w:rPr>
        <w:t xml:space="preserve">a Sitrared copia del acta de apertura y constancia de publicación en su página web; y a la Comisión de Evaluación remite la documentación completa. </w:t>
      </w:r>
    </w:p>
    <w:p w:rsidR="0083537E" w:rsidRPr="00744542" w:rsidRDefault="0083537E" w:rsidP="00476F4D">
      <w:pPr>
        <w:pStyle w:val="Prrafodelista"/>
        <w:numPr>
          <w:ilvl w:val="0"/>
          <w:numId w:val="20"/>
        </w:numPr>
        <w:spacing w:after="120"/>
        <w:ind w:left="714" w:hanging="357"/>
        <w:contextualSpacing w:val="0"/>
        <w:jc w:val="both"/>
        <w:rPr>
          <w:rFonts w:asciiTheme="minorHAnsi" w:hAnsiTheme="minorHAnsi"/>
          <w:sz w:val="24"/>
        </w:rPr>
      </w:pPr>
      <w:r w:rsidRPr="00744542">
        <w:rPr>
          <w:rFonts w:asciiTheme="minorHAnsi" w:hAnsiTheme="minorHAnsi"/>
          <w:sz w:val="24"/>
        </w:rPr>
        <w:t xml:space="preserve">La Comisión analiza la oferta de menor precio, solicita documentación adicional si resultare necesario y emite Dictamen de Evaluación. La comisión solicita a la empresa ganadora la documentación prevista en el pliego para adjudicar. Luego envía Informe conjuntamente con la oferta ganadora con la documentación para adjudicar a DGI para su no objeción. Este paso se efectúa a través del Sitrared Modulo de Obras. </w:t>
      </w:r>
    </w:p>
    <w:p w:rsidR="0083537E" w:rsidRPr="00744542" w:rsidRDefault="0083537E" w:rsidP="00476F4D">
      <w:pPr>
        <w:pStyle w:val="Prrafodelista"/>
        <w:numPr>
          <w:ilvl w:val="0"/>
          <w:numId w:val="20"/>
        </w:numPr>
        <w:spacing w:after="120"/>
        <w:ind w:left="714" w:hanging="357"/>
        <w:contextualSpacing w:val="0"/>
        <w:jc w:val="both"/>
        <w:rPr>
          <w:rFonts w:asciiTheme="minorHAnsi" w:hAnsiTheme="minorHAnsi"/>
          <w:sz w:val="24"/>
        </w:rPr>
      </w:pPr>
      <w:r w:rsidRPr="00744542">
        <w:rPr>
          <w:rFonts w:asciiTheme="minorHAnsi" w:hAnsiTheme="minorHAnsi"/>
          <w:sz w:val="24"/>
        </w:rPr>
        <w:t xml:space="preserve">DGI verifica el Informe, a fin de dar la No Objeción. </w:t>
      </w:r>
    </w:p>
    <w:p w:rsidR="0083537E" w:rsidRPr="00744542" w:rsidRDefault="0083537E" w:rsidP="00476F4D">
      <w:pPr>
        <w:pStyle w:val="Prrafodelista"/>
        <w:numPr>
          <w:ilvl w:val="0"/>
          <w:numId w:val="20"/>
        </w:numPr>
        <w:spacing w:after="120"/>
        <w:ind w:left="714" w:hanging="357"/>
        <w:contextualSpacing w:val="0"/>
        <w:jc w:val="both"/>
        <w:rPr>
          <w:rFonts w:asciiTheme="minorHAnsi" w:hAnsiTheme="minorHAnsi"/>
          <w:sz w:val="24"/>
        </w:rPr>
      </w:pPr>
      <w:r w:rsidRPr="00744542">
        <w:rPr>
          <w:rFonts w:asciiTheme="minorHAnsi" w:hAnsiTheme="minorHAnsi"/>
          <w:sz w:val="24"/>
        </w:rPr>
        <w:t>Si DGI observa el Informe, envía estas mediante correo electrónico o nota a UCP.</w:t>
      </w:r>
    </w:p>
    <w:p w:rsidR="0083537E" w:rsidRPr="00744542" w:rsidRDefault="0083537E" w:rsidP="00476F4D">
      <w:pPr>
        <w:pStyle w:val="Prrafodelista"/>
        <w:numPr>
          <w:ilvl w:val="0"/>
          <w:numId w:val="20"/>
        </w:numPr>
        <w:spacing w:after="120"/>
        <w:ind w:left="714" w:hanging="357"/>
        <w:contextualSpacing w:val="0"/>
        <w:jc w:val="both"/>
        <w:rPr>
          <w:rFonts w:asciiTheme="minorHAnsi" w:hAnsiTheme="minorHAnsi"/>
          <w:sz w:val="24"/>
        </w:rPr>
      </w:pPr>
      <w:r w:rsidRPr="00744542">
        <w:rPr>
          <w:rFonts w:asciiTheme="minorHAnsi" w:hAnsiTheme="minorHAnsi"/>
          <w:sz w:val="24"/>
        </w:rPr>
        <w:t>UCP evalúa las observaciones, da intervención a la comisión, rectifica o ratifica el Dictamen y vuelve a enviar a DGI.</w:t>
      </w:r>
    </w:p>
    <w:p w:rsidR="0083537E" w:rsidRPr="00744542" w:rsidRDefault="0083537E" w:rsidP="00476F4D">
      <w:pPr>
        <w:pStyle w:val="Prrafodelista"/>
        <w:numPr>
          <w:ilvl w:val="0"/>
          <w:numId w:val="20"/>
        </w:numPr>
        <w:spacing w:after="120"/>
        <w:ind w:left="714" w:hanging="357"/>
        <w:contextualSpacing w:val="0"/>
        <w:jc w:val="both"/>
        <w:rPr>
          <w:rFonts w:asciiTheme="minorHAnsi" w:hAnsiTheme="minorHAnsi"/>
          <w:sz w:val="24"/>
        </w:rPr>
      </w:pPr>
      <w:r w:rsidRPr="00744542">
        <w:rPr>
          <w:rFonts w:asciiTheme="minorHAnsi" w:hAnsiTheme="minorHAnsi"/>
          <w:sz w:val="24"/>
        </w:rPr>
        <w:t>DGI aprueba el Informe, enviando No Objeción mediante nota a la UCP. Luego remite a DGPPSE con Informe de Evaluación.</w:t>
      </w:r>
    </w:p>
    <w:p w:rsidR="0083537E" w:rsidRPr="00744542" w:rsidRDefault="0083537E" w:rsidP="00476F4D">
      <w:pPr>
        <w:pStyle w:val="Prrafodelista"/>
        <w:numPr>
          <w:ilvl w:val="0"/>
          <w:numId w:val="20"/>
        </w:numPr>
        <w:spacing w:after="120"/>
        <w:ind w:left="714" w:hanging="357"/>
        <w:contextualSpacing w:val="0"/>
        <w:jc w:val="both"/>
        <w:rPr>
          <w:rFonts w:asciiTheme="minorHAnsi" w:hAnsiTheme="minorHAnsi"/>
          <w:sz w:val="24"/>
        </w:rPr>
      </w:pPr>
      <w:r w:rsidRPr="00744542">
        <w:rPr>
          <w:rFonts w:asciiTheme="minorHAnsi" w:hAnsiTheme="minorHAnsi"/>
          <w:sz w:val="24"/>
        </w:rPr>
        <w:t>DGPPSE elabora informe presupuestario y pasa a la DC.</w:t>
      </w:r>
    </w:p>
    <w:p w:rsidR="0083537E" w:rsidRPr="00744542" w:rsidRDefault="0083537E" w:rsidP="00476F4D">
      <w:pPr>
        <w:pStyle w:val="Prrafodelista"/>
        <w:numPr>
          <w:ilvl w:val="0"/>
          <w:numId w:val="20"/>
        </w:numPr>
        <w:spacing w:after="120"/>
        <w:ind w:left="714" w:hanging="357"/>
        <w:contextualSpacing w:val="0"/>
        <w:jc w:val="both"/>
        <w:rPr>
          <w:rFonts w:asciiTheme="minorHAnsi" w:hAnsiTheme="minorHAnsi"/>
          <w:sz w:val="24"/>
        </w:rPr>
      </w:pPr>
      <w:r w:rsidRPr="00744542">
        <w:rPr>
          <w:rFonts w:asciiTheme="minorHAnsi" w:hAnsiTheme="minorHAnsi"/>
          <w:sz w:val="24"/>
        </w:rPr>
        <w:t>La DC verifica ofertas y elabora el proyecto de Resolución de Adjudicación y pasa a DGAJ.</w:t>
      </w:r>
    </w:p>
    <w:p w:rsidR="0083537E" w:rsidRPr="00744542" w:rsidRDefault="0083537E" w:rsidP="00476F4D">
      <w:pPr>
        <w:pStyle w:val="Prrafodelista"/>
        <w:numPr>
          <w:ilvl w:val="0"/>
          <w:numId w:val="20"/>
        </w:numPr>
        <w:spacing w:after="120"/>
        <w:ind w:left="714" w:hanging="357"/>
        <w:contextualSpacing w:val="0"/>
        <w:jc w:val="both"/>
        <w:rPr>
          <w:rFonts w:asciiTheme="minorHAnsi" w:hAnsiTheme="minorHAnsi"/>
          <w:sz w:val="24"/>
        </w:rPr>
      </w:pPr>
      <w:r w:rsidRPr="00744542">
        <w:rPr>
          <w:rFonts w:asciiTheme="minorHAnsi" w:hAnsiTheme="minorHAnsi"/>
          <w:sz w:val="24"/>
        </w:rPr>
        <w:t>La DGAJ emite Dictamen y envía el proyecto de Resolución de adjudicación a la firma respectiva. Luego remite firmado a la DC.</w:t>
      </w:r>
    </w:p>
    <w:p w:rsidR="0083537E" w:rsidRPr="00744542" w:rsidRDefault="0083537E" w:rsidP="00476F4D">
      <w:pPr>
        <w:pStyle w:val="Prrafodelista"/>
        <w:numPr>
          <w:ilvl w:val="0"/>
          <w:numId w:val="20"/>
        </w:numPr>
        <w:spacing w:after="120" w:line="240" w:lineRule="auto"/>
        <w:ind w:left="714" w:hanging="357"/>
        <w:contextualSpacing w:val="0"/>
        <w:jc w:val="both"/>
        <w:rPr>
          <w:rFonts w:asciiTheme="minorHAnsi" w:hAnsiTheme="minorHAnsi"/>
          <w:sz w:val="24"/>
        </w:rPr>
      </w:pPr>
      <w:r w:rsidRPr="00744542">
        <w:rPr>
          <w:rFonts w:asciiTheme="minorHAnsi" w:hAnsiTheme="minorHAnsi"/>
          <w:sz w:val="24"/>
        </w:rPr>
        <w:t>La DC comunica a la DGI y luego a la empresa adjudicataria.</w:t>
      </w:r>
    </w:p>
    <w:p w:rsidR="0083537E" w:rsidRPr="00744542" w:rsidRDefault="0083537E" w:rsidP="00476F4D">
      <w:pPr>
        <w:pStyle w:val="Prrafodelista"/>
        <w:numPr>
          <w:ilvl w:val="0"/>
          <w:numId w:val="20"/>
        </w:numPr>
        <w:spacing w:after="120" w:line="240" w:lineRule="auto"/>
        <w:ind w:left="714" w:hanging="357"/>
        <w:contextualSpacing w:val="0"/>
        <w:jc w:val="both"/>
        <w:rPr>
          <w:rFonts w:asciiTheme="minorHAnsi" w:hAnsiTheme="minorHAnsi"/>
          <w:sz w:val="24"/>
        </w:rPr>
      </w:pPr>
      <w:r w:rsidRPr="00744542">
        <w:rPr>
          <w:rFonts w:asciiTheme="minorHAnsi" w:hAnsiTheme="minorHAnsi"/>
          <w:sz w:val="24"/>
        </w:rPr>
        <w:t>La DGI comunica a la UCP.</w:t>
      </w:r>
    </w:p>
    <w:p w:rsidR="0083537E" w:rsidRPr="00744542" w:rsidRDefault="0083537E" w:rsidP="00E11A64">
      <w:pPr>
        <w:pStyle w:val="xmsonormal"/>
        <w:shd w:val="clear" w:color="auto" w:fill="FFFFFF"/>
        <w:spacing w:before="240" w:beforeAutospacing="0" w:after="120" w:afterAutospacing="0"/>
        <w:rPr>
          <w:rFonts w:asciiTheme="minorHAnsi" w:hAnsiTheme="minorHAnsi"/>
          <w:b/>
          <w:color w:val="000000"/>
          <w:u w:val="single"/>
        </w:rPr>
      </w:pPr>
      <w:r w:rsidRPr="00744542">
        <w:rPr>
          <w:rFonts w:asciiTheme="minorHAnsi" w:hAnsiTheme="minorHAnsi"/>
          <w:color w:val="000000"/>
        </w:rPr>
        <w:tab/>
      </w:r>
      <w:r w:rsidRPr="00E11A64">
        <w:rPr>
          <w:rFonts w:asciiTheme="minorHAnsi" w:hAnsiTheme="minorHAnsi"/>
          <w:b/>
          <w:i/>
          <w:color w:val="000000"/>
          <w:u w:val="single"/>
        </w:rPr>
        <w:t>Gestión de Reclamos de oferentes:</w:t>
      </w:r>
      <w:r w:rsidR="000A153D">
        <w:rPr>
          <w:rFonts w:asciiTheme="minorHAnsi" w:hAnsiTheme="minorHAnsi"/>
          <w:b/>
          <w:color w:val="000000"/>
          <w:u w:val="single"/>
        </w:rPr>
        <w:t xml:space="preserve"> </w:t>
      </w:r>
      <w:r w:rsidR="003E7206" w:rsidRPr="00744542">
        <w:rPr>
          <w:rFonts w:asciiTheme="minorHAnsi" w:hAnsiTheme="minorHAnsi"/>
          <w:b/>
          <w:lang w:val="es-ES_tradnl"/>
        </w:rPr>
        <w:t>(Gráfico en pág. 2</w:t>
      </w:r>
      <w:r w:rsidR="003E7206">
        <w:rPr>
          <w:rFonts w:asciiTheme="minorHAnsi" w:hAnsiTheme="minorHAnsi"/>
          <w:b/>
          <w:lang w:val="es-ES_tradnl"/>
        </w:rPr>
        <w:t>6</w:t>
      </w:r>
      <w:r w:rsidR="003E7206" w:rsidRPr="00744542">
        <w:rPr>
          <w:rFonts w:asciiTheme="minorHAnsi" w:hAnsiTheme="minorHAnsi"/>
          <w:b/>
          <w:lang w:val="es-ES_tradnl"/>
        </w:rPr>
        <w:t>)</w:t>
      </w:r>
    </w:p>
    <w:p w:rsidR="0083537E" w:rsidRPr="00744542" w:rsidRDefault="0083537E" w:rsidP="00476F4D">
      <w:pPr>
        <w:pStyle w:val="xmsonormal"/>
        <w:numPr>
          <w:ilvl w:val="0"/>
          <w:numId w:val="21"/>
        </w:numPr>
        <w:shd w:val="clear" w:color="auto" w:fill="FFFFFF"/>
        <w:spacing w:before="120" w:beforeAutospacing="0" w:after="120" w:afterAutospacing="0" w:line="276" w:lineRule="auto"/>
        <w:rPr>
          <w:rFonts w:asciiTheme="minorHAnsi" w:hAnsiTheme="minorHAnsi"/>
        </w:rPr>
      </w:pPr>
      <w:r w:rsidRPr="00744542">
        <w:rPr>
          <w:rFonts w:asciiTheme="minorHAnsi" w:hAnsiTheme="minorHAnsi"/>
        </w:rPr>
        <w:t>Si DC recibe reclamos de los oferentes relativos a la adjudicación, evalúa su procedencia con DGI y remite con opinión previa a DGAJ para su intervención.</w:t>
      </w:r>
    </w:p>
    <w:p w:rsidR="0083537E" w:rsidRPr="00744542" w:rsidRDefault="0083537E" w:rsidP="00476F4D">
      <w:pPr>
        <w:pStyle w:val="Prrafodelista"/>
        <w:numPr>
          <w:ilvl w:val="0"/>
          <w:numId w:val="21"/>
        </w:numPr>
        <w:spacing w:after="120"/>
        <w:contextualSpacing w:val="0"/>
        <w:jc w:val="both"/>
        <w:rPr>
          <w:rFonts w:asciiTheme="minorHAnsi" w:hAnsiTheme="minorHAnsi"/>
          <w:sz w:val="24"/>
        </w:rPr>
      </w:pPr>
      <w:r w:rsidRPr="00744542">
        <w:rPr>
          <w:rFonts w:asciiTheme="minorHAnsi" w:hAnsiTheme="minorHAnsi"/>
          <w:sz w:val="24"/>
        </w:rPr>
        <w:t xml:space="preserve">Si DGAJ desestima los reclamos efectuados al momento de la Adjudicación, comunica a DC y DGI. </w:t>
      </w:r>
    </w:p>
    <w:p w:rsidR="0083537E" w:rsidRPr="00744542" w:rsidRDefault="0083537E" w:rsidP="00476F4D">
      <w:pPr>
        <w:pStyle w:val="Prrafodelista"/>
        <w:numPr>
          <w:ilvl w:val="0"/>
          <w:numId w:val="21"/>
        </w:numPr>
        <w:spacing w:after="120"/>
        <w:contextualSpacing w:val="0"/>
        <w:jc w:val="both"/>
        <w:rPr>
          <w:rFonts w:asciiTheme="minorHAnsi" w:hAnsiTheme="minorHAnsi"/>
          <w:sz w:val="24"/>
        </w:rPr>
      </w:pPr>
      <w:r w:rsidRPr="00744542">
        <w:rPr>
          <w:rFonts w:asciiTheme="minorHAnsi" w:hAnsiTheme="minorHAnsi"/>
          <w:sz w:val="24"/>
        </w:rPr>
        <w:t>Luego DC  responde a quien reclamó habilitando para la continuidad del trámite en Etapa III.</w:t>
      </w:r>
    </w:p>
    <w:p w:rsidR="0083537E" w:rsidRPr="00744542" w:rsidRDefault="0083537E" w:rsidP="00476F4D">
      <w:pPr>
        <w:pStyle w:val="Prrafodelista"/>
        <w:numPr>
          <w:ilvl w:val="0"/>
          <w:numId w:val="21"/>
        </w:numPr>
        <w:spacing w:after="120"/>
        <w:contextualSpacing w:val="0"/>
        <w:jc w:val="both"/>
        <w:rPr>
          <w:rFonts w:asciiTheme="minorHAnsi" w:hAnsiTheme="minorHAnsi"/>
          <w:sz w:val="24"/>
        </w:rPr>
      </w:pPr>
      <w:r w:rsidRPr="00744542">
        <w:rPr>
          <w:rFonts w:asciiTheme="minorHAnsi" w:hAnsiTheme="minorHAnsi"/>
          <w:sz w:val="24"/>
        </w:rPr>
        <w:t>Si DGAJ considera procedente el reclamo formulado, remite su Objeción a DGI y DC, y se suspende el trámite.</w:t>
      </w:r>
    </w:p>
    <w:p w:rsidR="0083537E" w:rsidRPr="00744542" w:rsidRDefault="0083537E" w:rsidP="00476F4D">
      <w:pPr>
        <w:pStyle w:val="Prrafodelista"/>
        <w:numPr>
          <w:ilvl w:val="0"/>
          <w:numId w:val="21"/>
        </w:numPr>
        <w:spacing w:after="120"/>
        <w:contextualSpacing w:val="0"/>
        <w:jc w:val="both"/>
        <w:rPr>
          <w:rFonts w:asciiTheme="minorHAnsi" w:hAnsiTheme="minorHAnsi"/>
          <w:sz w:val="24"/>
        </w:rPr>
      </w:pPr>
      <w:r w:rsidRPr="00744542">
        <w:rPr>
          <w:rFonts w:asciiTheme="minorHAnsi" w:hAnsiTheme="minorHAnsi"/>
          <w:sz w:val="24"/>
        </w:rPr>
        <w:t>DC informa a DGPPSE y DGI remite a UCP las objeciones.</w:t>
      </w:r>
    </w:p>
    <w:p w:rsidR="00F252F9" w:rsidRPr="00744542" w:rsidRDefault="0083537E" w:rsidP="00476F4D">
      <w:pPr>
        <w:pStyle w:val="Prrafodelista"/>
        <w:numPr>
          <w:ilvl w:val="0"/>
          <w:numId w:val="21"/>
        </w:numPr>
        <w:spacing w:after="120"/>
        <w:contextualSpacing w:val="0"/>
        <w:jc w:val="both"/>
        <w:rPr>
          <w:rFonts w:asciiTheme="minorHAnsi" w:hAnsiTheme="minorHAnsi"/>
          <w:sz w:val="24"/>
        </w:rPr>
      </w:pPr>
      <w:r w:rsidRPr="00744542">
        <w:rPr>
          <w:rFonts w:asciiTheme="minorHAnsi" w:hAnsiTheme="minorHAnsi"/>
          <w:sz w:val="24"/>
        </w:rPr>
        <w:t>UCP gestionará su tratamiento y reformulación la evaluación.</w:t>
      </w:r>
    </w:p>
    <w:p w:rsidR="000415D0" w:rsidRPr="00744542" w:rsidRDefault="000415D0" w:rsidP="00476F4D">
      <w:pPr>
        <w:spacing w:line="240" w:lineRule="auto"/>
        <w:rPr>
          <w:rFonts w:asciiTheme="minorHAnsi" w:hAnsiTheme="minorHAnsi"/>
          <w:b/>
          <w:lang w:val="es-ES_tradnl"/>
        </w:rPr>
      </w:pPr>
    </w:p>
    <w:p w:rsidR="00F252F9" w:rsidRPr="00744542" w:rsidRDefault="00F252F9" w:rsidP="00476F4D">
      <w:pPr>
        <w:spacing w:line="240" w:lineRule="auto"/>
        <w:rPr>
          <w:rFonts w:asciiTheme="minorHAnsi" w:hAnsiTheme="minorHAnsi"/>
          <w:b/>
          <w:lang w:val="es-ES_tradnl"/>
        </w:rPr>
      </w:pPr>
      <w:r w:rsidRPr="00744542">
        <w:rPr>
          <w:rFonts w:asciiTheme="minorHAnsi" w:hAnsiTheme="minorHAnsi"/>
          <w:b/>
          <w:lang w:val="es-ES_tradnl"/>
        </w:rPr>
        <w:t>Etapa 3 - Firma del Contrato e Inicio de Obra</w:t>
      </w:r>
      <w:r w:rsidR="00744542" w:rsidRPr="00744542">
        <w:rPr>
          <w:rFonts w:asciiTheme="minorHAnsi" w:hAnsiTheme="minorHAnsi"/>
          <w:b/>
          <w:lang w:val="es-ES_tradnl"/>
        </w:rPr>
        <w:t xml:space="preserve"> (Gráfico en pág. </w:t>
      </w:r>
      <w:r w:rsidR="003E7206">
        <w:rPr>
          <w:rFonts w:asciiTheme="minorHAnsi" w:hAnsiTheme="minorHAnsi"/>
          <w:b/>
          <w:lang w:val="es-ES_tradnl"/>
        </w:rPr>
        <w:t>27</w:t>
      </w:r>
      <w:r w:rsidR="00744542" w:rsidRPr="00744542">
        <w:rPr>
          <w:rFonts w:asciiTheme="minorHAnsi" w:hAnsiTheme="minorHAnsi"/>
          <w:b/>
          <w:lang w:val="es-ES_tradnl"/>
        </w:rPr>
        <w:t>)</w:t>
      </w:r>
    </w:p>
    <w:p w:rsidR="0083537E" w:rsidRPr="00744542" w:rsidRDefault="0083537E" w:rsidP="00476F4D">
      <w:pPr>
        <w:numPr>
          <w:ilvl w:val="0"/>
          <w:numId w:val="22"/>
        </w:numPr>
        <w:spacing w:line="276" w:lineRule="auto"/>
        <w:ind w:left="714" w:hanging="357"/>
        <w:rPr>
          <w:rFonts w:asciiTheme="minorHAnsi" w:hAnsiTheme="minorHAnsi"/>
        </w:rPr>
      </w:pPr>
      <w:r w:rsidRPr="00744542">
        <w:rPr>
          <w:rFonts w:asciiTheme="minorHAnsi" w:hAnsiTheme="minorHAnsi"/>
        </w:rPr>
        <w:lastRenderedPageBreak/>
        <w:t>La UCP designa el Inspector y comunica a la DGI.</w:t>
      </w:r>
    </w:p>
    <w:p w:rsidR="0083537E" w:rsidRPr="00744542" w:rsidRDefault="0083537E" w:rsidP="00476F4D">
      <w:pPr>
        <w:numPr>
          <w:ilvl w:val="0"/>
          <w:numId w:val="22"/>
        </w:numPr>
        <w:spacing w:line="276" w:lineRule="auto"/>
        <w:ind w:left="714" w:hanging="357"/>
        <w:rPr>
          <w:rFonts w:asciiTheme="minorHAnsi" w:hAnsiTheme="minorHAnsi"/>
        </w:rPr>
      </w:pPr>
      <w:r w:rsidRPr="00744542">
        <w:rPr>
          <w:rFonts w:asciiTheme="minorHAnsi" w:hAnsiTheme="minorHAnsi"/>
        </w:rPr>
        <w:t xml:space="preserve">Empresa presenta a la DC documentación legal para la firma del contrato (Garantía de cumplimiento de contrato, personería quien suscribe el contrato, constitución de UTE, etc.). </w:t>
      </w:r>
    </w:p>
    <w:p w:rsidR="0083537E" w:rsidRPr="00744542" w:rsidRDefault="0083537E" w:rsidP="00476F4D">
      <w:pPr>
        <w:numPr>
          <w:ilvl w:val="0"/>
          <w:numId w:val="22"/>
        </w:numPr>
        <w:spacing w:line="276" w:lineRule="auto"/>
        <w:ind w:left="714" w:hanging="357"/>
        <w:rPr>
          <w:rFonts w:asciiTheme="minorHAnsi" w:hAnsiTheme="minorHAnsi"/>
        </w:rPr>
      </w:pPr>
      <w:r w:rsidRPr="00744542">
        <w:rPr>
          <w:rFonts w:asciiTheme="minorHAnsi" w:hAnsiTheme="minorHAnsi"/>
        </w:rPr>
        <w:t>DC verifica cumplimiento RG4164/17 AFIP, elabora Contrato de Obra y hace firmar por las partes (Contratista/SSGA).Remite copia a DGI y DGPPSE.</w:t>
      </w:r>
    </w:p>
    <w:p w:rsidR="0083537E" w:rsidRPr="00744542" w:rsidRDefault="0083537E" w:rsidP="00476F4D">
      <w:pPr>
        <w:numPr>
          <w:ilvl w:val="0"/>
          <w:numId w:val="22"/>
        </w:numPr>
        <w:spacing w:line="276" w:lineRule="auto"/>
        <w:ind w:left="714" w:hanging="357"/>
        <w:rPr>
          <w:rFonts w:asciiTheme="minorHAnsi" w:hAnsiTheme="minorHAnsi"/>
        </w:rPr>
      </w:pPr>
      <w:r w:rsidRPr="00744542">
        <w:rPr>
          <w:rFonts w:asciiTheme="minorHAnsi" w:hAnsiTheme="minorHAnsi"/>
        </w:rPr>
        <w:t>DGI remite copia a UCP y DGPPSE a BID para Nro. PRISM.</w:t>
      </w:r>
    </w:p>
    <w:p w:rsidR="0083537E" w:rsidRPr="00744542" w:rsidRDefault="0083537E" w:rsidP="00476F4D">
      <w:pPr>
        <w:numPr>
          <w:ilvl w:val="0"/>
          <w:numId w:val="22"/>
        </w:numPr>
        <w:spacing w:line="276" w:lineRule="auto"/>
        <w:ind w:left="714" w:hanging="357"/>
        <w:rPr>
          <w:rFonts w:asciiTheme="minorHAnsi" w:hAnsiTheme="minorHAnsi"/>
        </w:rPr>
      </w:pPr>
      <w:r w:rsidRPr="00744542">
        <w:rPr>
          <w:rFonts w:asciiTheme="minorHAnsi" w:hAnsiTheme="minorHAnsi"/>
        </w:rPr>
        <w:t>BID otorga el Nº PRISM al contrato y lo remite a DGPPSE para su archivo.</w:t>
      </w:r>
    </w:p>
    <w:p w:rsidR="0083537E" w:rsidRPr="00744542" w:rsidRDefault="0083537E" w:rsidP="00476F4D">
      <w:pPr>
        <w:numPr>
          <w:ilvl w:val="0"/>
          <w:numId w:val="22"/>
        </w:numPr>
        <w:spacing w:line="276" w:lineRule="auto"/>
        <w:ind w:left="714" w:hanging="357"/>
        <w:rPr>
          <w:rFonts w:asciiTheme="minorHAnsi" w:hAnsiTheme="minorHAnsi"/>
        </w:rPr>
      </w:pPr>
      <w:r w:rsidRPr="00744542">
        <w:rPr>
          <w:rFonts w:asciiTheme="minorHAnsi" w:hAnsiTheme="minorHAnsi"/>
        </w:rPr>
        <w:t>Firmado el Contrato, la Empresa debe cumplimentar el Plan de Manejo Socio Ambiental y presentarlo a la DGI, previo al inicio de la obra.</w:t>
      </w:r>
    </w:p>
    <w:p w:rsidR="0083537E" w:rsidRPr="00744542" w:rsidRDefault="0083537E" w:rsidP="00476F4D">
      <w:pPr>
        <w:numPr>
          <w:ilvl w:val="0"/>
          <w:numId w:val="22"/>
        </w:numPr>
        <w:spacing w:line="276" w:lineRule="auto"/>
        <w:ind w:left="714" w:hanging="357"/>
        <w:rPr>
          <w:rFonts w:asciiTheme="minorHAnsi" w:hAnsiTheme="minorHAnsi"/>
        </w:rPr>
      </w:pPr>
      <w:r w:rsidRPr="00744542">
        <w:rPr>
          <w:rFonts w:asciiTheme="minorHAnsi" w:hAnsiTheme="minorHAnsi"/>
        </w:rPr>
        <w:t>Empresa presenta a DC la solicitud de anticipo financiero (con factura y garantía de anticipo).</w:t>
      </w:r>
    </w:p>
    <w:p w:rsidR="0083537E" w:rsidRPr="00744542" w:rsidRDefault="0083537E" w:rsidP="00476F4D">
      <w:pPr>
        <w:numPr>
          <w:ilvl w:val="0"/>
          <w:numId w:val="22"/>
        </w:numPr>
        <w:spacing w:line="276" w:lineRule="auto"/>
        <w:ind w:left="714" w:hanging="357"/>
        <w:rPr>
          <w:rFonts w:asciiTheme="minorHAnsi" w:hAnsiTheme="minorHAnsi"/>
        </w:rPr>
      </w:pPr>
      <w:r w:rsidRPr="00744542">
        <w:rPr>
          <w:rFonts w:asciiTheme="minorHAnsi" w:hAnsiTheme="minorHAnsi"/>
        </w:rPr>
        <w:t>DC verifica documentación y envía solicitud de anticipo financiero a DGPPSE</w:t>
      </w:r>
    </w:p>
    <w:p w:rsidR="0083537E" w:rsidRPr="00744542" w:rsidRDefault="0083537E" w:rsidP="00476F4D">
      <w:pPr>
        <w:numPr>
          <w:ilvl w:val="0"/>
          <w:numId w:val="22"/>
        </w:numPr>
        <w:spacing w:line="276" w:lineRule="auto"/>
        <w:ind w:left="714" w:hanging="357"/>
        <w:rPr>
          <w:rFonts w:asciiTheme="minorHAnsi" w:hAnsiTheme="minorHAnsi"/>
        </w:rPr>
      </w:pPr>
      <w:r w:rsidRPr="00744542">
        <w:rPr>
          <w:rFonts w:asciiTheme="minorHAnsi" w:hAnsiTheme="minorHAnsi"/>
        </w:rPr>
        <w:t xml:space="preserve">La </w:t>
      </w:r>
      <w:r w:rsidRPr="00744542">
        <w:rPr>
          <w:rFonts w:asciiTheme="minorHAnsi" w:eastAsia="Calibri" w:hAnsiTheme="minorHAnsi"/>
        </w:rPr>
        <w:t>DGPPSE</w:t>
      </w:r>
      <w:r w:rsidRPr="00744542">
        <w:rPr>
          <w:rFonts w:asciiTheme="minorHAnsi" w:hAnsiTheme="minorHAnsi"/>
        </w:rPr>
        <w:t xml:space="preserve"> verifica Informes y documentación, y procede al pago del anticipo. Luego comunica DGI.</w:t>
      </w:r>
    </w:p>
    <w:p w:rsidR="0083537E" w:rsidRPr="00744542" w:rsidRDefault="0083537E" w:rsidP="00476F4D">
      <w:pPr>
        <w:numPr>
          <w:ilvl w:val="0"/>
          <w:numId w:val="22"/>
        </w:numPr>
        <w:spacing w:line="276" w:lineRule="auto"/>
        <w:ind w:left="714" w:hanging="357"/>
        <w:rPr>
          <w:rFonts w:asciiTheme="minorHAnsi" w:hAnsiTheme="minorHAnsi"/>
        </w:rPr>
      </w:pPr>
      <w:r w:rsidRPr="00744542">
        <w:rPr>
          <w:rFonts w:asciiTheme="minorHAnsi" w:hAnsiTheme="minorHAnsi"/>
        </w:rPr>
        <w:t>La Contratista presenta a la UEC DGI los insumos para la Inspección de UCP. Luego los entrega a la UCP.</w:t>
      </w:r>
    </w:p>
    <w:p w:rsidR="0083537E" w:rsidRPr="00744542" w:rsidRDefault="0083537E" w:rsidP="00476F4D">
      <w:pPr>
        <w:numPr>
          <w:ilvl w:val="0"/>
          <w:numId w:val="22"/>
        </w:numPr>
        <w:spacing w:line="276" w:lineRule="auto"/>
        <w:ind w:left="714" w:hanging="357"/>
        <w:rPr>
          <w:rFonts w:asciiTheme="minorHAnsi" w:hAnsiTheme="minorHAnsi"/>
        </w:rPr>
      </w:pPr>
      <w:r w:rsidRPr="00744542">
        <w:rPr>
          <w:rFonts w:asciiTheme="minorHAnsi" w:hAnsiTheme="minorHAnsi"/>
        </w:rPr>
        <w:t>La Contratista debe cumplimentar las tramitaciones Municipales necesarias para poder tener la habilitación para su inicio. Cumplimentados y aprobados todos los requerim</w:t>
      </w:r>
      <w:r>
        <w:rPr>
          <w:rFonts w:asciiTheme="minorHAnsi" w:hAnsiTheme="minorHAnsi"/>
        </w:rPr>
        <w:t>ientos y el Protocolo del COVID</w:t>
      </w:r>
      <w:r w:rsidR="00E11A64">
        <w:rPr>
          <w:rFonts w:asciiTheme="minorHAnsi" w:hAnsiTheme="minorHAnsi"/>
          <w:szCs w:val="24"/>
          <w:lang w:eastAsia="es-AR"/>
        </w:rPr>
        <w:t>-</w:t>
      </w:r>
      <w:r w:rsidRPr="00744542">
        <w:rPr>
          <w:rFonts w:asciiTheme="minorHAnsi" w:hAnsiTheme="minorHAnsi"/>
        </w:rPr>
        <w:t>19, solicita a la DGI la autorización para el inicio de la obra.</w:t>
      </w:r>
    </w:p>
    <w:p w:rsidR="0083537E" w:rsidRPr="00744542" w:rsidRDefault="0083537E" w:rsidP="00476F4D">
      <w:pPr>
        <w:numPr>
          <w:ilvl w:val="0"/>
          <w:numId w:val="22"/>
        </w:numPr>
        <w:spacing w:line="276" w:lineRule="auto"/>
        <w:ind w:left="714" w:hanging="357"/>
        <w:rPr>
          <w:rFonts w:asciiTheme="minorHAnsi" w:hAnsiTheme="minorHAnsi"/>
        </w:rPr>
      </w:pPr>
      <w:r w:rsidRPr="00744542">
        <w:rPr>
          <w:rFonts w:asciiTheme="minorHAnsi" w:hAnsiTheme="minorHAnsi"/>
          <w:bdr w:val="none" w:sz="0" w:space="0" w:color="auto" w:frame="1"/>
        </w:rPr>
        <w:t xml:space="preserve">La </w:t>
      </w:r>
      <w:r w:rsidRPr="00744542">
        <w:rPr>
          <w:rFonts w:asciiTheme="minorHAnsi" w:hAnsiTheme="minorHAnsi"/>
        </w:rPr>
        <w:t>DGI autoriza a la Inspección (UCP) a dar Inicio de la Obra.</w:t>
      </w:r>
    </w:p>
    <w:p w:rsidR="0083537E" w:rsidRPr="00744542" w:rsidRDefault="0083537E" w:rsidP="00476F4D">
      <w:pPr>
        <w:numPr>
          <w:ilvl w:val="0"/>
          <w:numId w:val="22"/>
        </w:numPr>
        <w:spacing w:line="276" w:lineRule="auto"/>
        <w:ind w:left="714" w:hanging="357"/>
        <w:rPr>
          <w:rFonts w:asciiTheme="minorHAnsi" w:hAnsiTheme="minorHAnsi"/>
        </w:rPr>
      </w:pPr>
      <w:r w:rsidRPr="00744542">
        <w:rPr>
          <w:rFonts w:asciiTheme="minorHAnsi" w:hAnsiTheme="minorHAnsi"/>
        </w:rPr>
        <w:t>La Contratista provee los Libros de Obra a la Inspección (UCP). Cada hoja del libro debe estar firmada por el Inspector y el Representante Técnico. Luego debe notificar con dos días de antelación a la Inspección (UCP), la fecha de las operaciones de replanteo.</w:t>
      </w:r>
    </w:p>
    <w:p w:rsidR="00F252F9" w:rsidRPr="00744542" w:rsidRDefault="0083537E" w:rsidP="00476F4D">
      <w:pPr>
        <w:numPr>
          <w:ilvl w:val="0"/>
          <w:numId w:val="22"/>
        </w:numPr>
        <w:spacing w:line="276" w:lineRule="auto"/>
        <w:ind w:left="714" w:hanging="357"/>
        <w:rPr>
          <w:rFonts w:asciiTheme="minorHAnsi" w:hAnsiTheme="minorHAnsi"/>
        </w:rPr>
      </w:pPr>
      <w:r w:rsidRPr="00744542">
        <w:rPr>
          <w:rFonts w:asciiTheme="minorHAnsi" w:hAnsiTheme="minorHAnsi"/>
          <w:bdr w:val="none" w:sz="0" w:space="0" w:color="auto" w:frame="1"/>
        </w:rPr>
        <w:t xml:space="preserve">El Inspector labra el Acta de Inicio y procede </w:t>
      </w:r>
      <w:r w:rsidRPr="00744542">
        <w:rPr>
          <w:rFonts w:asciiTheme="minorHAnsi" w:hAnsiTheme="minorHAnsi"/>
        </w:rPr>
        <w:t>a entregar el terreno al Contratista.</w:t>
      </w:r>
    </w:p>
    <w:p w:rsidR="00B77BF9" w:rsidRPr="00744542" w:rsidRDefault="00B77BF9" w:rsidP="00476F4D">
      <w:pPr>
        <w:spacing w:line="240" w:lineRule="auto"/>
        <w:rPr>
          <w:rFonts w:asciiTheme="minorHAnsi" w:hAnsiTheme="minorHAnsi"/>
          <w:b/>
          <w:lang w:val="es-ES_tradnl"/>
        </w:rPr>
      </w:pPr>
    </w:p>
    <w:p w:rsidR="00F252F9" w:rsidRPr="00744542" w:rsidRDefault="00F252F9" w:rsidP="00476F4D">
      <w:pPr>
        <w:spacing w:line="240" w:lineRule="auto"/>
        <w:rPr>
          <w:rFonts w:asciiTheme="minorHAnsi" w:hAnsiTheme="minorHAnsi"/>
          <w:b/>
          <w:lang w:val="es-ES_tradnl"/>
        </w:rPr>
      </w:pPr>
      <w:r w:rsidRPr="00744542">
        <w:rPr>
          <w:rFonts w:asciiTheme="minorHAnsi" w:hAnsiTheme="minorHAnsi"/>
          <w:b/>
          <w:lang w:val="es-ES_tradnl"/>
        </w:rPr>
        <w:t>Etapa 4 - Circuitos de aprobación y pago de certificad</w:t>
      </w:r>
      <w:r w:rsidR="00744542" w:rsidRPr="00744542">
        <w:rPr>
          <w:rFonts w:asciiTheme="minorHAnsi" w:hAnsiTheme="minorHAnsi"/>
          <w:b/>
          <w:lang w:val="es-ES_tradnl"/>
        </w:rPr>
        <w:t xml:space="preserve">os (Gráfico en pág. </w:t>
      </w:r>
      <w:r w:rsidR="003E7206">
        <w:rPr>
          <w:rFonts w:asciiTheme="minorHAnsi" w:hAnsiTheme="minorHAnsi"/>
          <w:b/>
          <w:lang w:val="es-ES_tradnl"/>
        </w:rPr>
        <w:t>28</w:t>
      </w:r>
      <w:r w:rsidR="00744542" w:rsidRPr="00744542">
        <w:rPr>
          <w:rFonts w:asciiTheme="minorHAnsi" w:hAnsiTheme="minorHAnsi"/>
          <w:b/>
          <w:lang w:val="es-ES_tradnl"/>
        </w:rPr>
        <w:t>)</w:t>
      </w:r>
    </w:p>
    <w:p w:rsidR="000415D0" w:rsidRPr="00744542" w:rsidRDefault="0083537E" w:rsidP="003E7206">
      <w:pPr>
        <w:pStyle w:val="Prrafodelista"/>
        <w:numPr>
          <w:ilvl w:val="0"/>
          <w:numId w:val="23"/>
        </w:numPr>
        <w:spacing w:after="120"/>
        <w:ind w:left="714" w:hanging="357"/>
        <w:contextualSpacing w:val="0"/>
        <w:rPr>
          <w:rFonts w:asciiTheme="minorHAnsi" w:hAnsiTheme="minorHAnsi"/>
          <w:sz w:val="24"/>
        </w:rPr>
      </w:pPr>
      <w:r w:rsidRPr="00744542">
        <w:rPr>
          <w:rFonts w:asciiTheme="minorHAnsi" w:hAnsiTheme="minorHAnsi"/>
          <w:sz w:val="24"/>
        </w:rPr>
        <w:t>Mensualmente el Inspector procederá a efectuar la medición a los trabajos ejecutados con la presencia del representante técnico de la empresa contratista. Luego la UCP elevará la medición y el informe del personal y equipos a la DGI.</w:t>
      </w:r>
    </w:p>
    <w:p w:rsidR="000415D0" w:rsidRPr="00744542" w:rsidRDefault="0083537E" w:rsidP="00476F4D">
      <w:pPr>
        <w:pStyle w:val="Prrafodelista"/>
        <w:numPr>
          <w:ilvl w:val="0"/>
          <w:numId w:val="23"/>
        </w:numPr>
        <w:spacing w:after="120"/>
        <w:ind w:left="714" w:hanging="357"/>
        <w:contextualSpacing w:val="0"/>
        <w:rPr>
          <w:rFonts w:asciiTheme="minorHAnsi" w:hAnsiTheme="minorHAnsi"/>
          <w:sz w:val="24"/>
        </w:rPr>
      </w:pPr>
      <w:r w:rsidRPr="00744542">
        <w:rPr>
          <w:rFonts w:asciiTheme="minorHAnsi" w:hAnsiTheme="minorHAnsi"/>
          <w:sz w:val="24"/>
        </w:rPr>
        <w:t>A su vez, La empresa contratista elaborara por triplicado la Certificación de Obras, conforme al modelo indicado en el PCP y lo entregara a la Inspección.</w:t>
      </w:r>
    </w:p>
    <w:p w:rsidR="000415D0" w:rsidRPr="00744542" w:rsidRDefault="0083537E" w:rsidP="00476F4D">
      <w:pPr>
        <w:pStyle w:val="Prrafodelista"/>
        <w:numPr>
          <w:ilvl w:val="0"/>
          <w:numId w:val="23"/>
        </w:numPr>
        <w:spacing w:after="120"/>
        <w:ind w:left="714" w:hanging="357"/>
        <w:contextualSpacing w:val="0"/>
        <w:rPr>
          <w:rFonts w:asciiTheme="minorHAnsi" w:hAnsiTheme="minorHAnsi"/>
          <w:sz w:val="24"/>
        </w:rPr>
      </w:pPr>
      <w:r w:rsidRPr="00744542">
        <w:rPr>
          <w:rFonts w:asciiTheme="minorHAnsi" w:hAnsiTheme="minorHAnsi"/>
          <w:sz w:val="24"/>
        </w:rPr>
        <w:lastRenderedPageBreak/>
        <w:t>La Inspección evaluará</w:t>
      </w:r>
      <w:r w:rsidR="00DC5691" w:rsidRPr="00744542">
        <w:rPr>
          <w:rFonts w:asciiTheme="minorHAnsi" w:hAnsiTheme="minorHAnsi"/>
          <w:sz w:val="24"/>
        </w:rPr>
        <w:t xml:space="preserve"> </w:t>
      </w:r>
      <w:r w:rsidRPr="00744542">
        <w:rPr>
          <w:rFonts w:asciiTheme="minorHAnsi" w:hAnsiTheme="minorHAnsi"/>
          <w:sz w:val="24"/>
        </w:rPr>
        <w:t>toda la documentación (Acta de medición, Foja de Medición, Plan de Trabajo, Plan de Manejo Socio Ambiental y el Certificado de la Obra) y la elevar</w:t>
      </w:r>
      <w:r w:rsidR="00FE0761" w:rsidRPr="00744542">
        <w:rPr>
          <w:rFonts w:asciiTheme="minorHAnsi" w:hAnsiTheme="minorHAnsi"/>
          <w:sz w:val="24"/>
        </w:rPr>
        <w:t>á</w:t>
      </w:r>
      <w:r w:rsidRPr="00744542">
        <w:rPr>
          <w:rFonts w:asciiTheme="minorHAnsi" w:hAnsiTheme="minorHAnsi"/>
          <w:sz w:val="24"/>
        </w:rPr>
        <w:t xml:space="preserve"> a DGI (por SITRARED) para su aprobación.</w:t>
      </w:r>
    </w:p>
    <w:p w:rsidR="000415D0" w:rsidRPr="00744542" w:rsidRDefault="0083537E" w:rsidP="00476F4D">
      <w:pPr>
        <w:pStyle w:val="Prrafodelista"/>
        <w:numPr>
          <w:ilvl w:val="0"/>
          <w:numId w:val="23"/>
        </w:numPr>
        <w:spacing w:after="120"/>
        <w:ind w:left="714" w:hanging="357"/>
        <w:contextualSpacing w:val="0"/>
        <w:rPr>
          <w:rFonts w:asciiTheme="minorHAnsi" w:hAnsiTheme="minorHAnsi"/>
          <w:sz w:val="24"/>
        </w:rPr>
      </w:pPr>
      <w:r w:rsidRPr="00744542">
        <w:rPr>
          <w:rFonts w:asciiTheme="minorHAnsi" w:hAnsiTheme="minorHAnsi"/>
          <w:sz w:val="24"/>
        </w:rPr>
        <w:t>DGI controla el certificado de obra y las fojas de medición y, de no mediar observación,</w:t>
      </w:r>
      <w:r w:rsidR="00DC5691" w:rsidRPr="00744542">
        <w:rPr>
          <w:rFonts w:asciiTheme="minorHAnsi" w:hAnsiTheme="minorHAnsi"/>
          <w:sz w:val="24"/>
        </w:rPr>
        <w:t xml:space="preserve"> </w:t>
      </w:r>
      <w:r w:rsidRPr="00744542">
        <w:rPr>
          <w:rFonts w:asciiTheme="minorHAnsi" w:hAnsiTheme="minorHAnsi"/>
          <w:sz w:val="24"/>
        </w:rPr>
        <w:t>remite a la DGPPSE para su pago.</w:t>
      </w:r>
    </w:p>
    <w:p w:rsidR="000415D0" w:rsidRPr="00744542" w:rsidRDefault="0083537E" w:rsidP="00476F4D">
      <w:pPr>
        <w:pStyle w:val="Prrafodelista"/>
        <w:numPr>
          <w:ilvl w:val="0"/>
          <w:numId w:val="23"/>
        </w:numPr>
        <w:spacing w:after="120"/>
        <w:ind w:left="714" w:hanging="357"/>
        <w:contextualSpacing w:val="0"/>
        <w:rPr>
          <w:rFonts w:asciiTheme="minorHAnsi" w:hAnsiTheme="minorHAnsi"/>
          <w:sz w:val="24"/>
        </w:rPr>
      </w:pPr>
      <w:r w:rsidRPr="00744542">
        <w:rPr>
          <w:rFonts w:asciiTheme="minorHAnsi" w:hAnsiTheme="minorHAnsi"/>
          <w:sz w:val="24"/>
        </w:rPr>
        <w:t>Si DGI observara el certificado de obra o alguna otra documentación, la devolverá a la UCP, quien rectificará o ratificará lo observado, y volverá a enviar a la DGI.</w:t>
      </w:r>
    </w:p>
    <w:p w:rsidR="000415D0" w:rsidRPr="00744542" w:rsidRDefault="0083537E" w:rsidP="00476F4D">
      <w:pPr>
        <w:pStyle w:val="Prrafodelista"/>
        <w:numPr>
          <w:ilvl w:val="0"/>
          <w:numId w:val="23"/>
        </w:numPr>
        <w:spacing w:after="120"/>
        <w:ind w:left="714" w:hanging="357"/>
        <w:contextualSpacing w:val="0"/>
        <w:rPr>
          <w:rFonts w:asciiTheme="minorHAnsi" w:hAnsiTheme="minorHAnsi"/>
          <w:sz w:val="24"/>
        </w:rPr>
      </w:pPr>
      <w:r w:rsidRPr="00744542">
        <w:rPr>
          <w:rFonts w:asciiTheme="minorHAnsi" w:hAnsiTheme="minorHAnsi"/>
          <w:sz w:val="24"/>
        </w:rPr>
        <w:t>DGPPSE verifica la situación del contratista ante la AFIP y solicitará al mismo la factura correspondiente. Luego emite la orden de pago y confecciona el cheque o transferencia según corresponda. Luego informa a DGI y a la empresa contratista.</w:t>
      </w:r>
    </w:p>
    <w:p w:rsidR="000415D0" w:rsidRPr="00744542" w:rsidRDefault="00FE0761" w:rsidP="00476F4D">
      <w:pPr>
        <w:pStyle w:val="Prrafodelista"/>
        <w:numPr>
          <w:ilvl w:val="0"/>
          <w:numId w:val="23"/>
        </w:numPr>
        <w:spacing w:after="120"/>
        <w:ind w:left="714" w:hanging="357"/>
        <w:contextualSpacing w:val="0"/>
        <w:rPr>
          <w:rFonts w:asciiTheme="minorHAnsi" w:hAnsiTheme="minorHAnsi"/>
          <w:sz w:val="24"/>
        </w:rPr>
      </w:pPr>
      <w:r w:rsidRPr="00744542">
        <w:rPr>
          <w:rFonts w:asciiTheme="minorHAnsi" w:hAnsiTheme="minorHAnsi"/>
          <w:sz w:val="24"/>
        </w:rPr>
        <w:t>E</w:t>
      </w:r>
      <w:r w:rsidR="0083537E" w:rsidRPr="00744542">
        <w:rPr>
          <w:rFonts w:asciiTheme="minorHAnsi" w:hAnsiTheme="minorHAnsi"/>
          <w:sz w:val="24"/>
        </w:rPr>
        <w:t>ste procedimiento se repetirá sucesivamente hasta finalizar la obra, donde se deberá presentar la recepción provisoria.</w:t>
      </w:r>
    </w:p>
    <w:p w:rsidR="000415D0" w:rsidRPr="00744542" w:rsidRDefault="0083537E" w:rsidP="003E7206">
      <w:pPr>
        <w:pStyle w:val="Prrafodelista"/>
        <w:numPr>
          <w:ilvl w:val="0"/>
          <w:numId w:val="23"/>
        </w:numPr>
        <w:spacing w:after="120"/>
        <w:ind w:left="714" w:hanging="357"/>
        <w:contextualSpacing w:val="0"/>
        <w:rPr>
          <w:rFonts w:asciiTheme="minorHAnsi" w:hAnsiTheme="minorHAnsi"/>
          <w:sz w:val="24"/>
        </w:rPr>
      </w:pPr>
      <w:r w:rsidRPr="00744542">
        <w:rPr>
          <w:rFonts w:asciiTheme="minorHAnsi" w:hAnsiTheme="minorHAnsi"/>
          <w:sz w:val="24"/>
        </w:rPr>
        <w:t>Para proceder a la recepción provisoria el Inspector realizará las pruebas de terminación. Para ello, el contratista deberá entregar la documentación “conforme a obra”, los manuales de operación y mantenimiento, de conformidad con las especificaciones técnicas del pliego. Si no hay observaciones, el Inspector suscribe el Acta de Recepción Provisoria de la Obra (ARP) y env</w:t>
      </w:r>
      <w:r w:rsidR="00FE0761" w:rsidRPr="00744542">
        <w:rPr>
          <w:rFonts w:asciiTheme="minorHAnsi" w:hAnsiTheme="minorHAnsi"/>
          <w:sz w:val="24"/>
        </w:rPr>
        <w:t>í</w:t>
      </w:r>
      <w:r w:rsidRPr="00744542">
        <w:rPr>
          <w:rFonts w:asciiTheme="minorHAnsi" w:hAnsiTheme="minorHAnsi"/>
          <w:sz w:val="24"/>
        </w:rPr>
        <w:t>a a la DGI.</w:t>
      </w:r>
    </w:p>
    <w:p w:rsidR="000415D0" w:rsidRPr="00744542" w:rsidRDefault="0083537E" w:rsidP="00476F4D">
      <w:pPr>
        <w:pStyle w:val="Prrafodelista"/>
        <w:numPr>
          <w:ilvl w:val="0"/>
          <w:numId w:val="23"/>
        </w:numPr>
        <w:spacing w:after="120"/>
        <w:ind w:left="714" w:hanging="357"/>
        <w:contextualSpacing w:val="0"/>
        <w:rPr>
          <w:rFonts w:asciiTheme="minorHAnsi" w:hAnsiTheme="minorHAnsi"/>
          <w:sz w:val="24"/>
        </w:rPr>
      </w:pPr>
      <w:r w:rsidRPr="00744542">
        <w:rPr>
          <w:rFonts w:asciiTheme="minorHAnsi" w:hAnsiTheme="minorHAnsi"/>
          <w:sz w:val="24"/>
        </w:rPr>
        <w:t xml:space="preserve">DGI, de no medir observación, otorga la No Objeción y comunica a UCP. </w:t>
      </w:r>
    </w:p>
    <w:p w:rsidR="00F252F9" w:rsidRPr="00744542" w:rsidRDefault="0083537E" w:rsidP="00476F4D">
      <w:pPr>
        <w:pStyle w:val="Prrafodelista"/>
        <w:numPr>
          <w:ilvl w:val="0"/>
          <w:numId w:val="23"/>
        </w:numPr>
        <w:spacing w:after="120"/>
        <w:ind w:left="714" w:hanging="357"/>
        <w:contextualSpacing w:val="0"/>
        <w:rPr>
          <w:rFonts w:asciiTheme="minorHAnsi" w:hAnsiTheme="minorHAnsi"/>
          <w:sz w:val="24"/>
        </w:rPr>
      </w:pPr>
      <w:r w:rsidRPr="00744542">
        <w:rPr>
          <w:rFonts w:asciiTheme="minorHAnsi" w:hAnsiTheme="minorHAnsi"/>
          <w:sz w:val="24"/>
        </w:rPr>
        <w:t>Transcurrido un año desde la firma del ARP y de no mediar objeciones se procederá a firmar el Acta de Recepción Definitiva de la Obra (ARD).</w:t>
      </w:r>
    </w:p>
    <w:p w:rsidR="00917452" w:rsidRPr="00744542" w:rsidRDefault="00917452" w:rsidP="00476F4D">
      <w:pPr>
        <w:tabs>
          <w:tab w:val="num" w:pos="1560"/>
        </w:tabs>
        <w:spacing w:line="276" w:lineRule="auto"/>
        <w:rPr>
          <w:rFonts w:asciiTheme="minorHAnsi" w:hAnsiTheme="minorHAnsi"/>
          <w:b/>
        </w:rPr>
      </w:pPr>
    </w:p>
    <w:p w:rsidR="0083537E" w:rsidRPr="00744542" w:rsidRDefault="0083537E" w:rsidP="00476F4D">
      <w:pPr>
        <w:spacing w:line="276" w:lineRule="auto"/>
        <w:rPr>
          <w:rFonts w:asciiTheme="minorHAnsi" w:hAnsiTheme="minorHAnsi"/>
          <w:b/>
          <w:lang w:val="es-ES_tradnl"/>
        </w:rPr>
      </w:pPr>
      <w:r w:rsidRPr="00744542">
        <w:rPr>
          <w:rFonts w:asciiTheme="minorHAnsi" w:hAnsiTheme="minorHAnsi"/>
          <w:b/>
          <w:lang w:val="es-ES_tradnl"/>
        </w:rPr>
        <w:t xml:space="preserve">Etapa </w:t>
      </w:r>
      <w:r w:rsidR="00FE0761" w:rsidRPr="00744542">
        <w:rPr>
          <w:rFonts w:asciiTheme="minorHAnsi" w:hAnsiTheme="minorHAnsi"/>
          <w:b/>
          <w:lang w:val="es-ES_tradnl"/>
        </w:rPr>
        <w:t>5</w:t>
      </w:r>
      <w:r w:rsidRPr="00744542">
        <w:rPr>
          <w:rFonts w:asciiTheme="minorHAnsi" w:hAnsiTheme="minorHAnsi"/>
          <w:b/>
          <w:lang w:val="es-ES_tradnl"/>
        </w:rPr>
        <w:t xml:space="preserve"> - </w:t>
      </w:r>
      <w:bookmarkStart w:id="34" w:name="_Toc511985309"/>
      <w:r w:rsidRPr="00744542">
        <w:rPr>
          <w:rFonts w:asciiTheme="minorHAnsi" w:hAnsiTheme="minorHAnsi"/>
          <w:b/>
          <w:lang w:val="es-ES_tradnl"/>
        </w:rPr>
        <w:t>Circuitos de aprobación y pago de redeterminaciones</w:t>
      </w:r>
      <w:bookmarkEnd w:id="34"/>
      <w:r w:rsidR="00744542" w:rsidRPr="00744542">
        <w:rPr>
          <w:rFonts w:asciiTheme="minorHAnsi" w:hAnsiTheme="minorHAnsi"/>
          <w:b/>
          <w:lang w:val="es-ES_tradnl"/>
        </w:rPr>
        <w:t xml:space="preserve"> (Gráfico en pág. </w:t>
      </w:r>
      <w:r w:rsidR="003E7206">
        <w:rPr>
          <w:rFonts w:asciiTheme="minorHAnsi" w:hAnsiTheme="minorHAnsi"/>
          <w:b/>
          <w:lang w:val="es-ES_tradnl"/>
        </w:rPr>
        <w:t>29</w:t>
      </w:r>
      <w:r w:rsidR="00744542" w:rsidRPr="00744542">
        <w:rPr>
          <w:rFonts w:asciiTheme="minorHAnsi" w:hAnsiTheme="minorHAnsi"/>
          <w:b/>
          <w:lang w:val="es-ES_tradnl"/>
        </w:rPr>
        <w:t>)</w:t>
      </w:r>
    </w:p>
    <w:p w:rsidR="0083537E" w:rsidRPr="003A1E0B" w:rsidRDefault="0083537E" w:rsidP="00476F4D">
      <w:pPr>
        <w:pStyle w:val="Prrafodelista"/>
        <w:spacing w:after="120"/>
        <w:rPr>
          <w:rFonts w:asciiTheme="minorHAnsi" w:hAnsiTheme="minorHAnsi"/>
          <w:b/>
          <w:i/>
          <w:sz w:val="24"/>
          <w:u w:val="single"/>
        </w:rPr>
      </w:pPr>
      <w:r w:rsidRPr="003A1E0B">
        <w:rPr>
          <w:rFonts w:asciiTheme="minorHAnsi" w:hAnsiTheme="minorHAnsi"/>
          <w:b/>
          <w:i/>
          <w:sz w:val="24"/>
          <w:u w:val="single"/>
        </w:rPr>
        <w:t>Aprobación de redeterminaciones:</w:t>
      </w:r>
    </w:p>
    <w:p w:rsidR="00A23D8B" w:rsidRPr="00744542" w:rsidRDefault="00A23D8B" w:rsidP="00476F4D">
      <w:pPr>
        <w:numPr>
          <w:ilvl w:val="0"/>
          <w:numId w:val="24"/>
        </w:numPr>
        <w:spacing w:line="276" w:lineRule="auto"/>
        <w:rPr>
          <w:rFonts w:asciiTheme="minorHAnsi" w:hAnsiTheme="minorHAnsi"/>
        </w:rPr>
      </w:pPr>
      <w:r w:rsidRPr="00744542">
        <w:rPr>
          <w:rFonts w:asciiTheme="minorHAnsi" w:hAnsiTheme="minorHAnsi"/>
        </w:rPr>
        <w:t>La empresa contratista presenta la solicitud de redeterminaci</w:t>
      </w:r>
      <w:r w:rsidR="00FE0761" w:rsidRPr="00744542">
        <w:rPr>
          <w:rFonts w:asciiTheme="minorHAnsi" w:hAnsiTheme="minorHAnsi"/>
        </w:rPr>
        <w:t>ó</w:t>
      </w:r>
      <w:r w:rsidRPr="00744542">
        <w:rPr>
          <w:rFonts w:asciiTheme="minorHAnsi" w:hAnsiTheme="minorHAnsi"/>
        </w:rPr>
        <w:t>n ante la UCP al alcanzar el porcentaje de variación mínimo exigido por la normativa de aplicación (5%) (ver pliego)</w:t>
      </w:r>
    </w:p>
    <w:p w:rsidR="00A23D8B" w:rsidRPr="00744542" w:rsidRDefault="00A23D8B" w:rsidP="00476F4D">
      <w:pPr>
        <w:numPr>
          <w:ilvl w:val="0"/>
          <w:numId w:val="24"/>
        </w:numPr>
        <w:spacing w:line="276" w:lineRule="auto"/>
        <w:rPr>
          <w:rFonts w:asciiTheme="minorHAnsi" w:hAnsiTheme="minorHAnsi"/>
        </w:rPr>
      </w:pPr>
      <w:r w:rsidRPr="00744542">
        <w:rPr>
          <w:rFonts w:asciiTheme="minorHAnsi" w:hAnsiTheme="minorHAnsi"/>
        </w:rPr>
        <w:t>La UCP verifica el porcentaje (%) de variación alcanzada y, si es correcto remite informe a la DGI, prestando conformidad a la presentación de la empresa.</w:t>
      </w:r>
    </w:p>
    <w:p w:rsidR="00A23D8B" w:rsidRPr="00744542" w:rsidRDefault="00A23D8B" w:rsidP="00476F4D">
      <w:pPr>
        <w:numPr>
          <w:ilvl w:val="0"/>
          <w:numId w:val="24"/>
        </w:numPr>
        <w:spacing w:line="276" w:lineRule="auto"/>
        <w:rPr>
          <w:rFonts w:asciiTheme="minorHAnsi" w:hAnsiTheme="minorHAnsi"/>
        </w:rPr>
      </w:pPr>
      <w:r w:rsidRPr="00744542">
        <w:rPr>
          <w:rFonts w:asciiTheme="minorHAnsi" w:hAnsiTheme="minorHAnsi"/>
        </w:rPr>
        <w:t>Si la UCP detectara errores, podrá corregir de oficio o pedir a la empresa que rehaga su cálculo y volver a enviar.</w:t>
      </w:r>
    </w:p>
    <w:p w:rsidR="00A23D8B" w:rsidRPr="00744542" w:rsidRDefault="00A23D8B" w:rsidP="00476F4D">
      <w:pPr>
        <w:numPr>
          <w:ilvl w:val="0"/>
          <w:numId w:val="24"/>
        </w:numPr>
        <w:spacing w:line="276" w:lineRule="auto"/>
        <w:rPr>
          <w:rFonts w:asciiTheme="minorHAnsi" w:hAnsiTheme="minorHAnsi"/>
        </w:rPr>
      </w:pPr>
      <w:r w:rsidRPr="00744542">
        <w:rPr>
          <w:rFonts w:asciiTheme="minorHAnsi" w:hAnsiTheme="minorHAnsi"/>
        </w:rPr>
        <w:t>La DGI recibe el informe emitido por la UCP, verifica su validez y procede a calcular el monto correspondiente de la redeterminaci</w:t>
      </w:r>
      <w:r w:rsidR="00FE0761" w:rsidRPr="00744542">
        <w:rPr>
          <w:rFonts w:asciiTheme="minorHAnsi" w:hAnsiTheme="minorHAnsi"/>
        </w:rPr>
        <w:t>ó</w:t>
      </w:r>
      <w:r w:rsidRPr="00744542">
        <w:rPr>
          <w:rFonts w:asciiTheme="minorHAnsi" w:hAnsiTheme="minorHAnsi"/>
        </w:rPr>
        <w:t>n (según aplicación de polinómica del pliego).  Luego emite informe otorgando la no objeción o aprobación al monto resultante a financiar en concepto de ajuste de precio redeterminado y notifica a la Empresa contratista, UCP y a otras áreas del Ministerio.</w:t>
      </w:r>
    </w:p>
    <w:p w:rsidR="00A23D8B" w:rsidRPr="00744542" w:rsidRDefault="00A23D8B" w:rsidP="00476F4D">
      <w:pPr>
        <w:numPr>
          <w:ilvl w:val="0"/>
          <w:numId w:val="24"/>
        </w:numPr>
        <w:spacing w:line="276" w:lineRule="auto"/>
        <w:rPr>
          <w:rFonts w:asciiTheme="minorHAnsi" w:hAnsiTheme="minorHAnsi"/>
        </w:rPr>
      </w:pPr>
      <w:r w:rsidRPr="00744542">
        <w:rPr>
          <w:rFonts w:asciiTheme="minorHAnsi" w:hAnsiTheme="minorHAnsi"/>
        </w:rPr>
        <w:t>Luego la DGI confecciona un expediente y elabora el proyecto de Disposición para aprobar la redeterminación de precios, y lo remite a la DGPPSE</w:t>
      </w:r>
    </w:p>
    <w:p w:rsidR="00A23D8B" w:rsidRPr="00744542" w:rsidRDefault="00A23D8B" w:rsidP="00476F4D">
      <w:pPr>
        <w:numPr>
          <w:ilvl w:val="0"/>
          <w:numId w:val="24"/>
        </w:numPr>
        <w:spacing w:line="276" w:lineRule="auto"/>
        <w:rPr>
          <w:rFonts w:asciiTheme="minorHAnsi" w:hAnsiTheme="minorHAnsi"/>
        </w:rPr>
      </w:pPr>
      <w:r w:rsidRPr="00744542">
        <w:rPr>
          <w:rFonts w:asciiTheme="minorHAnsi" w:hAnsiTheme="minorHAnsi"/>
        </w:rPr>
        <w:lastRenderedPageBreak/>
        <w:t>La DGPPSYE verifica el crédito y remite a la DGAJ</w:t>
      </w:r>
    </w:p>
    <w:p w:rsidR="00A23D8B" w:rsidRPr="00744542" w:rsidRDefault="00A23D8B" w:rsidP="00476F4D">
      <w:pPr>
        <w:numPr>
          <w:ilvl w:val="0"/>
          <w:numId w:val="24"/>
        </w:numPr>
        <w:spacing w:line="276" w:lineRule="auto"/>
        <w:rPr>
          <w:rFonts w:asciiTheme="minorHAnsi" w:hAnsiTheme="minorHAnsi"/>
        </w:rPr>
      </w:pPr>
      <w:r w:rsidRPr="00744542">
        <w:rPr>
          <w:rFonts w:asciiTheme="minorHAnsi" w:hAnsiTheme="minorHAnsi"/>
        </w:rPr>
        <w:t>DGAJ dictamina,</w:t>
      </w:r>
      <w:r w:rsidR="00DC5691">
        <w:rPr>
          <w:rFonts w:asciiTheme="minorHAnsi" w:hAnsiTheme="minorHAnsi"/>
        </w:rPr>
        <w:t xml:space="preserve"> </w:t>
      </w:r>
      <w:r w:rsidRPr="00744542">
        <w:rPr>
          <w:rFonts w:asciiTheme="minorHAnsi" w:hAnsiTheme="minorHAnsi"/>
        </w:rPr>
        <w:t>hace firmar por</w:t>
      </w:r>
      <w:r w:rsidR="00DC5691">
        <w:rPr>
          <w:rFonts w:asciiTheme="minorHAnsi" w:hAnsiTheme="minorHAnsi"/>
        </w:rPr>
        <w:t xml:space="preserve"> </w:t>
      </w:r>
      <w:r w:rsidRPr="00744542">
        <w:rPr>
          <w:rFonts w:asciiTheme="minorHAnsi" w:hAnsiTheme="minorHAnsi"/>
        </w:rPr>
        <w:t>la SSGA y pasa a la DC.</w:t>
      </w:r>
      <w:r w:rsidR="006B641A">
        <w:rPr>
          <w:rFonts w:asciiTheme="minorHAnsi" w:hAnsiTheme="minorHAnsi"/>
        </w:rPr>
        <w:t xml:space="preserve"> </w:t>
      </w:r>
      <w:r w:rsidRPr="00744542">
        <w:rPr>
          <w:rFonts w:asciiTheme="minorHAnsi" w:hAnsiTheme="minorHAnsi"/>
        </w:rPr>
        <w:t>DGI notifica a la empresa.</w:t>
      </w:r>
    </w:p>
    <w:p w:rsidR="00A23D8B" w:rsidRPr="00744542" w:rsidRDefault="00A23D8B" w:rsidP="00476F4D">
      <w:pPr>
        <w:numPr>
          <w:ilvl w:val="0"/>
          <w:numId w:val="24"/>
        </w:numPr>
        <w:spacing w:line="276" w:lineRule="auto"/>
        <w:rPr>
          <w:rFonts w:asciiTheme="minorHAnsi" w:hAnsiTheme="minorHAnsi"/>
        </w:rPr>
      </w:pPr>
      <w:r w:rsidRPr="00744542">
        <w:rPr>
          <w:rFonts w:asciiTheme="minorHAnsi" w:hAnsiTheme="minorHAnsi"/>
        </w:rPr>
        <w:t>La DC elabora el Acta de redeterminación mediante la cual la empresa contratista avala el monto que se está aprobando y renuncia a posteriores reclamos. Solicita garantía de ejecución de contrato ampliada a la empresa contratista y hace firmar el Acta.</w:t>
      </w:r>
    </w:p>
    <w:p w:rsidR="0083537E" w:rsidRPr="00744542" w:rsidRDefault="00A23D8B" w:rsidP="00476F4D">
      <w:pPr>
        <w:numPr>
          <w:ilvl w:val="0"/>
          <w:numId w:val="24"/>
        </w:numPr>
        <w:spacing w:line="276" w:lineRule="auto"/>
        <w:rPr>
          <w:rFonts w:asciiTheme="minorHAnsi" w:hAnsiTheme="minorHAnsi"/>
        </w:rPr>
      </w:pPr>
      <w:r w:rsidRPr="00744542">
        <w:rPr>
          <w:rFonts w:asciiTheme="minorHAnsi" w:hAnsiTheme="minorHAnsi"/>
        </w:rPr>
        <w:t>La empresa ya está en condiciones de solicitar el Pago de la redeterminaci</w:t>
      </w:r>
      <w:r w:rsidR="00FE0761" w:rsidRPr="00744542">
        <w:rPr>
          <w:rFonts w:asciiTheme="minorHAnsi" w:hAnsiTheme="minorHAnsi"/>
        </w:rPr>
        <w:t>ó</w:t>
      </w:r>
      <w:r w:rsidRPr="00744542">
        <w:rPr>
          <w:rFonts w:asciiTheme="minorHAnsi" w:hAnsiTheme="minorHAnsi"/>
        </w:rPr>
        <w:t>n.</w:t>
      </w:r>
    </w:p>
    <w:p w:rsidR="00A23D8B" w:rsidRPr="003A1E0B" w:rsidRDefault="00A23D8B" w:rsidP="00476F4D">
      <w:pPr>
        <w:pStyle w:val="Prrafodelista"/>
        <w:spacing w:after="120"/>
        <w:rPr>
          <w:rFonts w:asciiTheme="minorHAnsi" w:hAnsiTheme="minorHAnsi"/>
          <w:b/>
          <w:i/>
          <w:sz w:val="24"/>
          <w:u w:val="single"/>
        </w:rPr>
      </w:pPr>
      <w:r w:rsidRPr="003A1E0B">
        <w:rPr>
          <w:rFonts w:asciiTheme="minorHAnsi" w:hAnsiTheme="minorHAnsi"/>
          <w:b/>
          <w:i/>
          <w:sz w:val="24"/>
          <w:u w:val="single"/>
        </w:rPr>
        <w:t>Pago de redeterminaciones:</w:t>
      </w:r>
    </w:p>
    <w:p w:rsidR="00A23D8B" w:rsidRPr="00744542" w:rsidRDefault="00A23D8B" w:rsidP="00476F4D">
      <w:pPr>
        <w:numPr>
          <w:ilvl w:val="0"/>
          <w:numId w:val="25"/>
        </w:numPr>
        <w:spacing w:line="276" w:lineRule="auto"/>
        <w:rPr>
          <w:rFonts w:asciiTheme="minorHAnsi" w:hAnsiTheme="minorHAnsi"/>
        </w:rPr>
      </w:pPr>
      <w:r w:rsidRPr="00744542">
        <w:rPr>
          <w:rFonts w:asciiTheme="minorHAnsi" w:hAnsiTheme="minorHAnsi"/>
        </w:rPr>
        <w:t>Una vez aprobada la redeterminación de precios, la empresa podrá presentar junto al certificado de obra mensual, el certificado de obra redeterminado, a la UCP.</w:t>
      </w:r>
    </w:p>
    <w:p w:rsidR="00A23D8B" w:rsidRPr="00744542" w:rsidRDefault="00A23D8B" w:rsidP="00476F4D">
      <w:pPr>
        <w:numPr>
          <w:ilvl w:val="0"/>
          <w:numId w:val="25"/>
        </w:numPr>
        <w:spacing w:line="276" w:lineRule="auto"/>
        <w:rPr>
          <w:rFonts w:asciiTheme="minorHAnsi" w:hAnsiTheme="minorHAnsi"/>
        </w:rPr>
      </w:pPr>
      <w:r w:rsidRPr="00744542">
        <w:rPr>
          <w:rFonts w:asciiTheme="minorHAnsi" w:hAnsiTheme="minorHAnsi"/>
        </w:rPr>
        <w:t xml:space="preserve">La tramitación del pago sigue el circuito de la etapa IV </w:t>
      </w:r>
      <w:r w:rsidRPr="00744542">
        <w:rPr>
          <w:rFonts w:asciiTheme="minorHAnsi" w:hAnsiTheme="minorHAnsi"/>
          <w:i/>
        </w:rPr>
        <w:t>"Circuitos de aprobación y pago de certificados"</w:t>
      </w:r>
      <w:r w:rsidRPr="00744542">
        <w:rPr>
          <w:rFonts w:asciiTheme="minorHAnsi" w:hAnsiTheme="minorHAnsi"/>
        </w:rPr>
        <w:t>.</w:t>
      </w:r>
    </w:p>
    <w:p w:rsidR="00A23D8B" w:rsidRPr="00744542" w:rsidRDefault="00A23D8B" w:rsidP="00476F4D">
      <w:pPr>
        <w:numPr>
          <w:ilvl w:val="0"/>
          <w:numId w:val="25"/>
        </w:numPr>
        <w:spacing w:line="276" w:lineRule="auto"/>
        <w:rPr>
          <w:rFonts w:asciiTheme="minorHAnsi" w:hAnsiTheme="minorHAnsi"/>
        </w:rPr>
      </w:pPr>
      <w:r w:rsidRPr="00744542">
        <w:rPr>
          <w:rFonts w:asciiTheme="minorHAnsi" w:hAnsiTheme="minorHAnsi"/>
        </w:rPr>
        <w:t>La UCP elevará certificados</w:t>
      </w:r>
      <w:r w:rsidR="00994769">
        <w:rPr>
          <w:rFonts w:asciiTheme="minorHAnsi" w:hAnsiTheme="minorHAnsi"/>
          <w:szCs w:val="24"/>
        </w:rPr>
        <w:t xml:space="preserve"> </w:t>
      </w:r>
      <w:r w:rsidRPr="00744542">
        <w:rPr>
          <w:rFonts w:asciiTheme="minorHAnsi" w:hAnsiTheme="minorHAnsi"/>
        </w:rPr>
        <w:t>a la DGI.</w:t>
      </w:r>
    </w:p>
    <w:p w:rsidR="00A23D8B" w:rsidRPr="00744542" w:rsidRDefault="00A23D8B" w:rsidP="00476F4D">
      <w:pPr>
        <w:numPr>
          <w:ilvl w:val="0"/>
          <w:numId w:val="25"/>
        </w:numPr>
        <w:spacing w:line="276" w:lineRule="auto"/>
        <w:rPr>
          <w:rFonts w:asciiTheme="minorHAnsi" w:hAnsiTheme="minorHAnsi"/>
        </w:rPr>
      </w:pPr>
      <w:r w:rsidRPr="00744542">
        <w:rPr>
          <w:rFonts w:asciiTheme="minorHAnsi" w:hAnsiTheme="minorHAnsi"/>
        </w:rPr>
        <w:t>DGI controla los certificados redeterminados de obra y, de no mediar observación,</w:t>
      </w:r>
      <w:r w:rsidR="00994769">
        <w:rPr>
          <w:rFonts w:asciiTheme="minorHAnsi" w:hAnsiTheme="minorHAnsi"/>
          <w:szCs w:val="24"/>
          <w:lang w:eastAsia="es-AR"/>
        </w:rPr>
        <w:t xml:space="preserve"> </w:t>
      </w:r>
      <w:r w:rsidRPr="00744542">
        <w:rPr>
          <w:rFonts w:asciiTheme="minorHAnsi" w:hAnsiTheme="minorHAnsi"/>
        </w:rPr>
        <w:t>remite a la DGPPSE para su pago.</w:t>
      </w:r>
    </w:p>
    <w:p w:rsidR="00A23D8B" w:rsidRPr="00744542" w:rsidRDefault="00A23D8B" w:rsidP="00476F4D">
      <w:pPr>
        <w:numPr>
          <w:ilvl w:val="0"/>
          <w:numId w:val="25"/>
        </w:numPr>
        <w:spacing w:line="276" w:lineRule="auto"/>
        <w:rPr>
          <w:rFonts w:asciiTheme="minorHAnsi" w:hAnsiTheme="minorHAnsi"/>
        </w:rPr>
      </w:pPr>
      <w:r w:rsidRPr="00744542">
        <w:rPr>
          <w:rFonts w:asciiTheme="minorHAnsi" w:hAnsiTheme="minorHAnsi"/>
        </w:rPr>
        <w:t>Si DGI observara algún certificado redeterminado de obra, lo devolverá a la UCP, quien rectificará o ratificará lo observado, y volverá a enviar a la DGI.</w:t>
      </w:r>
    </w:p>
    <w:p w:rsidR="0083537E" w:rsidRPr="00744542" w:rsidRDefault="00A23D8B" w:rsidP="00476F4D">
      <w:pPr>
        <w:numPr>
          <w:ilvl w:val="0"/>
          <w:numId w:val="25"/>
        </w:numPr>
        <w:spacing w:line="276" w:lineRule="auto"/>
        <w:rPr>
          <w:rFonts w:asciiTheme="minorHAnsi" w:hAnsiTheme="minorHAnsi"/>
        </w:rPr>
      </w:pPr>
      <w:r w:rsidRPr="00744542">
        <w:rPr>
          <w:rFonts w:asciiTheme="minorHAnsi" w:hAnsiTheme="minorHAnsi"/>
        </w:rPr>
        <w:t>DGPPSE verifica la situación del contratista ante la AFIP y solicitará al mismo la factura correspondiente. Luego emite la orden de pago y confecciona el cheque o transferencia según corresponda. Luego informa a DGI y al la empresa contratista.</w:t>
      </w:r>
    </w:p>
    <w:p w:rsidR="00917452" w:rsidRPr="000F79EF" w:rsidRDefault="00721E14" w:rsidP="00476F4D">
      <w:pPr>
        <w:pStyle w:val="Ttulo1"/>
        <w:numPr>
          <w:ilvl w:val="2"/>
          <w:numId w:val="16"/>
        </w:numPr>
        <w:pBdr>
          <w:bottom w:val="none" w:sz="0" w:space="0" w:color="auto"/>
        </w:pBdr>
        <w:spacing w:before="360"/>
        <w:ind w:left="1225" w:hanging="505"/>
        <w:rPr>
          <w:rFonts w:cs="Times New Roman"/>
          <w:color w:val="auto"/>
          <w:sz w:val="24"/>
          <w:szCs w:val="24"/>
        </w:rPr>
      </w:pPr>
      <w:bookmarkStart w:id="35" w:name="_Toc47096486"/>
      <w:bookmarkStart w:id="36" w:name="_Toc47600762"/>
      <w:r w:rsidRPr="000F79EF">
        <w:rPr>
          <w:rFonts w:cs="Times New Roman"/>
          <w:color w:val="auto"/>
          <w:sz w:val="24"/>
          <w:szCs w:val="24"/>
        </w:rPr>
        <w:t>Mantenimiento de las obras</w:t>
      </w:r>
      <w:bookmarkEnd w:id="35"/>
      <w:bookmarkEnd w:id="36"/>
    </w:p>
    <w:p w:rsidR="00721E14" w:rsidRDefault="00721E14" w:rsidP="00476F4D">
      <w:pPr>
        <w:rPr>
          <w:szCs w:val="24"/>
        </w:rPr>
      </w:pPr>
      <w:r w:rsidRPr="00F11AB5">
        <w:rPr>
          <w:szCs w:val="24"/>
        </w:rPr>
        <w:t>El mantenimiento y funcionamiento de los edificios construidos se garantiza mediante la implementación de las siguientes herramientas:</w:t>
      </w:r>
    </w:p>
    <w:p w:rsidR="00917452" w:rsidRDefault="00721E14" w:rsidP="00476F4D">
      <w:pPr>
        <w:pStyle w:val="Prrafodelista"/>
        <w:numPr>
          <w:ilvl w:val="0"/>
          <w:numId w:val="14"/>
        </w:numPr>
        <w:spacing w:before="360"/>
        <w:contextualSpacing w:val="0"/>
        <w:rPr>
          <w:b/>
        </w:rPr>
      </w:pPr>
      <w:r w:rsidRPr="003F19CA">
        <w:rPr>
          <w:b/>
        </w:rPr>
        <w:t>Convenios de Adhesión</w:t>
      </w:r>
    </w:p>
    <w:p w:rsidR="00721E14" w:rsidRPr="00F11AB5" w:rsidRDefault="00505C28" w:rsidP="00476F4D">
      <w:pPr>
        <w:rPr>
          <w:szCs w:val="24"/>
        </w:rPr>
      </w:pPr>
      <w:r>
        <w:rPr>
          <w:szCs w:val="24"/>
        </w:rPr>
        <w:t>El p</w:t>
      </w:r>
      <w:r w:rsidR="00721E14" w:rsidRPr="00F11AB5">
        <w:rPr>
          <w:szCs w:val="24"/>
        </w:rPr>
        <w:t>res</w:t>
      </w:r>
      <w:r>
        <w:rPr>
          <w:szCs w:val="24"/>
        </w:rPr>
        <w:t>tatario y el OE</w:t>
      </w:r>
      <w:r w:rsidR="00721E14" w:rsidRPr="00F11AB5">
        <w:rPr>
          <w:szCs w:val="24"/>
        </w:rPr>
        <w:t xml:space="preserve"> se comprometen a conservar los bienes comprendidos en el Programa en las condiciones de operación en que se encontraban al momento de su adquisición, dentro de un nivel compatible con los servicios que deban prestar y, particularmente, a que las obras y equipos comprendidos en el Programa sean mantenidos adecuadamente de acuerdo con normas t</w:t>
      </w:r>
      <w:r w:rsidR="001B3444">
        <w:rPr>
          <w:szCs w:val="24"/>
        </w:rPr>
        <w:t>écnicas generalmente aceptadas.</w:t>
      </w:r>
    </w:p>
    <w:p w:rsidR="00917452" w:rsidRDefault="00721E14" w:rsidP="00476F4D">
      <w:pPr>
        <w:pStyle w:val="Prrafodelista"/>
        <w:numPr>
          <w:ilvl w:val="0"/>
          <w:numId w:val="14"/>
        </w:numPr>
        <w:spacing w:before="360"/>
        <w:contextualSpacing w:val="0"/>
        <w:rPr>
          <w:b/>
        </w:rPr>
      </w:pPr>
      <w:bookmarkStart w:id="37" w:name="_Toc83184509"/>
      <w:r w:rsidRPr="003F19CA">
        <w:rPr>
          <w:b/>
        </w:rPr>
        <w:t>Programas de Mantenimiento Preventivo</w:t>
      </w:r>
    </w:p>
    <w:p w:rsidR="00721E14" w:rsidRPr="00F11AB5" w:rsidRDefault="00721E14" w:rsidP="00476F4D">
      <w:pPr>
        <w:shd w:val="clear" w:color="auto" w:fill="FFFFFF"/>
        <w:rPr>
          <w:rFonts w:cs="Arial"/>
          <w:szCs w:val="24"/>
        </w:rPr>
      </w:pPr>
      <w:r w:rsidRPr="00F11AB5">
        <w:rPr>
          <w:szCs w:val="24"/>
        </w:rPr>
        <w:t>Por otra parte, los pliegos técnicos exigirán a las empresas contratistas la entrega de los Programas de Mantenimiento Preventivo junto con la recepción provisoria de las obras.</w:t>
      </w:r>
    </w:p>
    <w:p w:rsidR="00917452" w:rsidRDefault="00721E14" w:rsidP="00476F4D">
      <w:pPr>
        <w:pStyle w:val="Prrafodelista"/>
        <w:numPr>
          <w:ilvl w:val="0"/>
          <w:numId w:val="14"/>
        </w:numPr>
        <w:spacing w:before="360"/>
        <w:contextualSpacing w:val="0"/>
        <w:rPr>
          <w:b/>
        </w:rPr>
      </w:pPr>
      <w:r w:rsidRPr="00BB01E3">
        <w:rPr>
          <w:b/>
        </w:rPr>
        <w:t>Plan General de Mantenimiento</w:t>
      </w:r>
    </w:p>
    <w:p w:rsidR="00721E14" w:rsidRPr="00211EE0" w:rsidRDefault="00721E14" w:rsidP="00476F4D">
      <w:pPr>
        <w:rPr>
          <w:szCs w:val="24"/>
        </w:rPr>
      </w:pPr>
      <w:r w:rsidRPr="00211EE0">
        <w:rPr>
          <w:szCs w:val="24"/>
        </w:rPr>
        <w:lastRenderedPageBreak/>
        <w:t>Adicionalmente, a medida que las escuelas se incorporan al patrimonio de</w:t>
      </w:r>
      <w:r w:rsidR="00994769">
        <w:rPr>
          <w:szCs w:val="24"/>
        </w:rPr>
        <w:t xml:space="preserve"> </w:t>
      </w:r>
      <w:r w:rsidRPr="00211EE0">
        <w:rPr>
          <w:szCs w:val="24"/>
        </w:rPr>
        <w:t>l</w:t>
      </w:r>
      <w:r w:rsidR="00505C28">
        <w:rPr>
          <w:szCs w:val="24"/>
        </w:rPr>
        <w:t>a</w:t>
      </w:r>
      <w:r w:rsidR="00593676">
        <w:rPr>
          <w:szCs w:val="24"/>
        </w:rPr>
        <w:t>s Jurisdicciones, los Ministerios</w:t>
      </w:r>
      <w:r w:rsidR="00505C28">
        <w:rPr>
          <w:szCs w:val="24"/>
        </w:rPr>
        <w:t xml:space="preserve"> de Educación</w:t>
      </w:r>
      <w:r w:rsidRPr="00211EE0">
        <w:rPr>
          <w:szCs w:val="24"/>
        </w:rPr>
        <w:t xml:space="preserve"> de </w:t>
      </w:r>
      <w:r w:rsidR="00593676">
        <w:rPr>
          <w:szCs w:val="24"/>
        </w:rPr>
        <w:t>cada jurisdicción</w:t>
      </w:r>
      <w:r w:rsidRPr="00211EE0">
        <w:rPr>
          <w:szCs w:val="24"/>
        </w:rPr>
        <w:t xml:space="preserve"> deberán presentar al ME un</w:t>
      </w:r>
      <w:r>
        <w:rPr>
          <w:szCs w:val="24"/>
        </w:rPr>
        <w:t xml:space="preserve"> Plan General de Mantenimiento.</w:t>
      </w:r>
    </w:p>
    <w:p w:rsidR="00721E14" w:rsidRPr="00211EE0" w:rsidRDefault="00721E14" w:rsidP="00476F4D">
      <w:pPr>
        <w:rPr>
          <w:szCs w:val="24"/>
        </w:rPr>
      </w:pPr>
      <w:r w:rsidRPr="00211EE0">
        <w:rPr>
          <w:szCs w:val="24"/>
        </w:rPr>
        <w:t xml:space="preserve">Asimismo, el ME y el Banco efectuarán controles periódicos, a través de informes técnicos. Si de las inspecciones que realice el Banco, o de los informes que reciba, se determina que el mantenimiento se efectúa por debajo de los niveles convenidos, el Prestatario y el </w:t>
      </w:r>
      <w:r w:rsidR="00A42744">
        <w:rPr>
          <w:szCs w:val="24"/>
        </w:rPr>
        <w:t>OE</w:t>
      </w:r>
      <w:r w:rsidRPr="00211EE0">
        <w:rPr>
          <w:szCs w:val="24"/>
        </w:rPr>
        <w:t xml:space="preserve"> deberán adoptar las medidas necesarias para que se corrijan totalmente las deficiencias.</w:t>
      </w:r>
    </w:p>
    <w:p w:rsidR="00721E14" w:rsidRPr="00211EE0" w:rsidRDefault="00721E14" w:rsidP="00476F4D">
      <w:pPr>
        <w:rPr>
          <w:szCs w:val="24"/>
        </w:rPr>
      </w:pPr>
      <w:r w:rsidRPr="00211EE0">
        <w:rPr>
          <w:szCs w:val="24"/>
        </w:rPr>
        <w:t>Los recursos del financiamiento destinados a la construcción de establecimientos escolares en la jurisdicción tendrán carácter de no reembolsables para ésta.</w:t>
      </w:r>
    </w:p>
    <w:p w:rsidR="00917452" w:rsidRPr="000F79EF" w:rsidRDefault="00917452" w:rsidP="00476F4D">
      <w:pPr>
        <w:pStyle w:val="Ttulo1"/>
        <w:numPr>
          <w:ilvl w:val="2"/>
          <w:numId w:val="16"/>
        </w:numPr>
        <w:pBdr>
          <w:bottom w:val="none" w:sz="0" w:space="0" w:color="auto"/>
        </w:pBdr>
        <w:spacing w:before="360"/>
        <w:ind w:left="1225" w:hanging="505"/>
        <w:rPr>
          <w:rFonts w:cs="Times New Roman"/>
          <w:color w:val="auto"/>
          <w:sz w:val="24"/>
          <w:szCs w:val="24"/>
        </w:rPr>
      </w:pPr>
      <w:bookmarkStart w:id="38" w:name="_Toc47096487"/>
      <w:bookmarkStart w:id="39" w:name="_Toc47600763"/>
      <w:r w:rsidRPr="000F79EF">
        <w:rPr>
          <w:rFonts w:cs="Times New Roman"/>
          <w:color w:val="auto"/>
          <w:sz w:val="24"/>
          <w:szCs w:val="24"/>
        </w:rPr>
        <w:t>Aspectos Sociales y Ambientales</w:t>
      </w:r>
      <w:bookmarkEnd w:id="38"/>
      <w:bookmarkEnd w:id="39"/>
    </w:p>
    <w:p w:rsidR="0042627B" w:rsidRPr="002A3764" w:rsidRDefault="00721E14" w:rsidP="00476F4D">
      <w:pPr>
        <w:rPr>
          <w:szCs w:val="24"/>
        </w:rPr>
      </w:pPr>
      <w:r w:rsidRPr="00795516">
        <w:rPr>
          <w:szCs w:val="24"/>
        </w:rPr>
        <w:t xml:space="preserve">Para </w:t>
      </w:r>
      <w:r w:rsidR="004D2C29" w:rsidRPr="002A3764">
        <w:rPr>
          <w:szCs w:val="24"/>
        </w:rPr>
        <w:t>la construcción y dotación de nuevos edificios educativos destinados al nivel inicial</w:t>
      </w:r>
      <w:r w:rsidRPr="00795516">
        <w:rPr>
          <w:szCs w:val="24"/>
        </w:rPr>
        <w:t>, se tendrán en cuenta las previsiones pertinentes sobre aspectos ambien</w:t>
      </w:r>
      <w:r w:rsidR="004D2C29">
        <w:rPr>
          <w:szCs w:val="24"/>
        </w:rPr>
        <w:t xml:space="preserve">tales que están consideradas </w:t>
      </w:r>
      <w:r w:rsidR="004D2C29" w:rsidRPr="00320FE4">
        <w:rPr>
          <w:szCs w:val="24"/>
        </w:rPr>
        <w:t>en</w:t>
      </w:r>
      <w:r w:rsidRPr="00320FE4">
        <w:rPr>
          <w:szCs w:val="24"/>
        </w:rPr>
        <w:t xml:space="preserve"> el </w:t>
      </w:r>
      <w:r w:rsidRPr="002A3764">
        <w:rPr>
          <w:b/>
          <w:szCs w:val="24"/>
        </w:rPr>
        <w:t>Apéndice I</w:t>
      </w:r>
      <w:r w:rsidRPr="00320FE4">
        <w:rPr>
          <w:szCs w:val="24"/>
        </w:rPr>
        <w:t xml:space="preserve"> de </w:t>
      </w:r>
      <w:r w:rsidR="00596D00">
        <w:rPr>
          <w:szCs w:val="24"/>
        </w:rPr>
        <w:t>e</w:t>
      </w:r>
      <w:r w:rsidR="0042627B">
        <w:rPr>
          <w:szCs w:val="24"/>
        </w:rPr>
        <w:t>ste Anexo "</w:t>
      </w:r>
      <w:r w:rsidRPr="00320FE4">
        <w:rPr>
          <w:szCs w:val="24"/>
        </w:rPr>
        <w:t>Gestión Ambiental y Social</w:t>
      </w:r>
      <w:r w:rsidR="0042627B">
        <w:rPr>
          <w:szCs w:val="24"/>
        </w:rPr>
        <w:t>"</w:t>
      </w:r>
      <w:r w:rsidRPr="00795516">
        <w:rPr>
          <w:szCs w:val="24"/>
        </w:rPr>
        <w:t xml:space="preserve"> y las leyes o regulac</w:t>
      </w:r>
      <w:r w:rsidR="00840A49">
        <w:rPr>
          <w:szCs w:val="24"/>
        </w:rPr>
        <w:t>iones que al respecto tenga el g</w:t>
      </w:r>
      <w:r w:rsidR="00505C28">
        <w:rPr>
          <w:szCs w:val="24"/>
        </w:rPr>
        <w:t>obierno a</w:t>
      </w:r>
      <w:r w:rsidRPr="00795516">
        <w:rPr>
          <w:szCs w:val="24"/>
        </w:rPr>
        <w:t>rgentino.</w:t>
      </w:r>
    </w:p>
    <w:p w:rsidR="00FE64B7" w:rsidRDefault="00721E14" w:rsidP="00476F4D">
      <w:pPr>
        <w:rPr>
          <w:szCs w:val="24"/>
        </w:rPr>
      </w:pPr>
      <w:r w:rsidRPr="00795516">
        <w:rPr>
          <w:szCs w:val="24"/>
        </w:rPr>
        <w:t xml:space="preserve">No se prevén impactos ambientales adversos. </w:t>
      </w:r>
    </w:p>
    <w:p w:rsidR="00721E14" w:rsidRPr="00795516" w:rsidRDefault="00721E14" w:rsidP="00476F4D">
      <w:pPr>
        <w:rPr>
          <w:szCs w:val="24"/>
        </w:rPr>
      </w:pPr>
      <w:r w:rsidRPr="00795516">
        <w:rPr>
          <w:szCs w:val="24"/>
        </w:rPr>
        <w:t xml:space="preserve">Por otra parte, toda obra de construcción, se adecuará a la normativa del ME vigente que es la Resolución Ministerial </w:t>
      </w:r>
      <w:r w:rsidR="00840A49">
        <w:rPr>
          <w:szCs w:val="24"/>
        </w:rPr>
        <w:t>N°</w:t>
      </w:r>
      <w:r w:rsidRPr="00795516">
        <w:rPr>
          <w:szCs w:val="24"/>
        </w:rPr>
        <w:t xml:space="preserve">1304/13 y a toda la legislación nacional de aplicación en la materia. Asimismo, se respetarán las leyes de la provincia que tenga un cuerpo normativo específico. Los diseños de las obras indicarán explícitamente el cumplimiento de dichos requerimientos. </w:t>
      </w:r>
    </w:p>
    <w:p w:rsidR="00721E14" w:rsidRPr="00795516" w:rsidRDefault="00721E14" w:rsidP="00476F4D">
      <w:pPr>
        <w:rPr>
          <w:szCs w:val="24"/>
        </w:rPr>
      </w:pPr>
      <w:r w:rsidRPr="00795516">
        <w:rPr>
          <w:szCs w:val="24"/>
        </w:rPr>
        <w:t>El Programa prevé por su parte, el cumplimiento de los procedimientos de salvaguarda ambiental mediante:</w:t>
      </w:r>
    </w:p>
    <w:p w:rsidR="00721E14" w:rsidRPr="002A3764" w:rsidRDefault="00721E14" w:rsidP="00476F4D">
      <w:pPr>
        <w:pStyle w:val="Prrafodelista"/>
        <w:numPr>
          <w:ilvl w:val="1"/>
          <w:numId w:val="5"/>
        </w:numPr>
        <w:spacing w:after="120" w:line="288" w:lineRule="auto"/>
        <w:ind w:left="709" w:hanging="284"/>
        <w:contextualSpacing w:val="0"/>
        <w:jc w:val="both"/>
        <w:rPr>
          <w:sz w:val="24"/>
          <w:szCs w:val="24"/>
        </w:rPr>
      </w:pPr>
      <w:r w:rsidRPr="002A3764">
        <w:rPr>
          <w:b/>
          <w:sz w:val="24"/>
          <w:szCs w:val="24"/>
          <w:u w:val="single"/>
        </w:rPr>
        <w:t>Convenio de adhesión:</w:t>
      </w:r>
      <w:r w:rsidRPr="002A3764">
        <w:rPr>
          <w:sz w:val="24"/>
          <w:szCs w:val="24"/>
        </w:rPr>
        <w:t xml:space="preserve"> La jurisdicción suscribe un convenio de adhesión al programa por el cual se comprometen a asegurar el cumplimiento de las salvaguardias ambientales y sociales de la operación según se establece en su reglamento operativo.</w:t>
      </w:r>
      <w:r w:rsidR="00FE0761">
        <w:rPr>
          <w:sz w:val="24"/>
          <w:szCs w:val="24"/>
        </w:rPr>
        <w:t xml:space="preserve"> El ME dará seguimiento a estas acciones para garantizar ante el Banco que se cumple con la normativa</w:t>
      </w:r>
      <w:r w:rsidR="008C3A73">
        <w:rPr>
          <w:sz w:val="24"/>
          <w:szCs w:val="24"/>
        </w:rPr>
        <w:t xml:space="preserve"> y la supervisión</w:t>
      </w:r>
      <w:r w:rsidR="00994769">
        <w:rPr>
          <w:sz w:val="24"/>
          <w:szCs w:val="24"/>
        </w:rPr>
        <w:t xml:space="preserve"> </w:t>
      </w:r>
      <w:r w:rsidR="00F00E59">
        <w:rPr>
          <w:sz w:val="24"/>
          <w:szCs w:val="24"/>
        </w:rPr>
        <w:t xml:space="preserve">ambiental y social </w:t>
      </w:r>
      <w:r w:rsidR="00FE0761">
        <w:rPr>
          <w:sz w:val="24"/>
          <w:szCs w:val="24"/>
        </w:rPr>
        <w:t>acordada en este ROP.</w:t>
      </w:r>
    </w:p>
    <w:p w:rsidR="00721E14" w:rsidRPr="002A3764" w:rsidRDefault="00E51A72" w:rsidP="00476F4D">
      <w:pPr>
        <w:pStyle w:val="Prrafodelista"/>
        <w:numPr>
          <w:ilvl w:val="0"/>
          <w:numId w:val="5"/>
        </w:numPr>
        <w:spacing w:after="120" w:line="288" w:lineRule="auto"/>
        <w:ind w:left="709" w:hanging="284"/>
        <w:contextualSpacing w:val="0"/>
        <w:jc w:val="both"/>
        <w:rPr>
          <w:sz w:val="24"/>
          <w:szCs w:val="24"/>
        </w:rPr>
      </w:pPr>
      <w:r w:rsidRPr="00E51A72">
        <w:rPr>
          <w:b/>
          <w:sz w:val="24"/>
          <w:szCs w:val="24"/>
          <w:u w:val="single"/>
        </w:rPr>
        <w:t>Relación Comunitaria</w:t>
      </w:r>
      <w:r w:rsidR="00721E14" w:rsidRPr="002A3764">
        <w:rPr>
          <w:sz w:val="24"/>
          <w:szCs w:val="24"/>
        </w:rPr>
        <w:t xml:space="preserve">: </w:t>
      </w:r>
      <w:r w:rsidR="005B2D55">
        <w:rPr>
          <w:sz w:val="24"/>
          <w:szCs w:val="24"/>
        </w:rPr>
        <w:t>Se efectuará</w:t>
      </w:r>
      <w:r w:rsidR="00721E14" w:rsidRPr="002A3764">
        <w:rPr>
          <w:sz w:val="24"/>
          <w:szCs w:val="24"/>
        </w:rPr>
        <w:t xml:space="preserve"> la difusión y comunicación de las obras a realizar, de manera de permitir que, previo al inicio de las obras, la comunidad beneficiada pueda disponer de información sobre la construcción propuesta, características generales y plazos estimados de terminación y expresar sus opiniones</w:t>
      </w:r>
      <w:r w:rsidR="00F61F23" w:rsidRPr="00596D00">
        <w:rPr>
          <w:sz w:val="24"/>
          <w:szCs w:val="24"/>
        </w:rPr>
        <w:t>, a cuyos ef</w:t>
      </w:r>
      <w:r w:rsidR="00F61F23" w:rsidRPr="003A4381">
        <w:rPr>
          <w:sz w:val="24"/>
          <w:szCs w:val="24"/>
        </w:rPr>
        <w:t>ectos se le garantizará un canal de comunicación de sus consultas y</w:t>
      </w:r>
      <w:r w:rsidR="00CA1108">
        <w:rPr>
          <w:sz w:val="24"/>
          <w:szCs w:val="24"/>
        </w:rPr>
        <w:t>/o denuncias.</w:t>
      </w:r>
      <w:r w:rsidR="00721E14" w:rsidRPr="002A3764">
        <w:rPr>
          <w:sz w:val="24"/>
          <w:szCs w:val="24"/>
        </w:rPr>
        <w:t xml:space="preserve"> A su vez, las autoridades locales deberán asegurar que registrarán y comunicarán en forma fehaciente a las autoridades provinciales y nacionales las objeciones y/o comentarios de la comunidad si los hubiere. Si se identifican riesgos a partir de lo manifestado por la comunidad, los mismos deberán ser mitigados, haciendo los ajustes necesarios. En dicho caso, se labrará un acta para dejar constancia de lo manifestado y de los ajustes a </w:t>
      </w:r>
      <w:r w:rsidR="00721E14" w:rsidRPr="002A3764">
        <w:rPr>
          <w:sz w:val="24"/>
          <w:szCs w:val="24"/>
        </w:rPr>
        <w:lastRenderedPageBreak/>
        <w:t>aplicar. Dicha acta formará parte del legajo técnico de la obra. La información sobre las características de la obra se brindará en los medios habituales que utilice el organismo, como ser carteleras, página web o medios de difusión locales, y lo hará en formatos que permitan consultas de buena fe con las partes afectadas, y se formen una opinión y hagan comentarios sobre el curso de acción propuesto.</w:t>
      </w:r>
    </w:p>
    <w:p w:rsidR="00721E14" w:rsidRPr="002A3764" w:rsidRDefault="00721E14" w:rsidP="00476F4D">
      <w:pPr>
        <w:pStyle w:val="Prrafodelista"/>
        <w:numPr>
          <w:ilvl w:val="0"/>
          <w:numId w:val="5"/>
        </w:numPr>
        <w:spacing w:after="120" w:line="288" w:lineRule="auto"/>
        <w:ind w:left="709" w:hanging="284"/>
        <w:contextualSpacing w:val="0"/>
        <w:jc w:val="both"/>
        <w:rPr>
          <w:sz w:val="24"/>
          <w:szCs w:val="24"/>
        </w:rPr>
      </w:pPr>
      <w:r w:rsidRPr="002A3764">
        <w:rPr>
          <w:b/>
          <w:sz w:val="24"/>
          <w:szCs w:val="24"/>
          <w:u w:val="single"/>
        </w:rPr>
        <w:t>Profesional especialista en gestión socio ambiental</w:t>
      </w:r>
      <w:r w:rsidRPr="002A3764">
        <w:rPr>
          <w:sz w:val="24"/>
          <w:szCs w:val="24"/>
        </w:rPr>
        <w:t xml:space="preserve">: </w:t>
      </w:r>
      <w:r w:rsidR="00F36072" w:rsidRPr="002A3764">
        <w:rPr>
          <w:sz w:val="24"/>
          <w:szCs w:val="24"/>
        </w:rPr>
        <w:t>El equipo de la DGI del ME cuenta con</w:t>
      </w:r>
      <w:r w:rsidRPr="002A3764">
        <w:rPr>
          <w:sz w:val="24"/>
          <w:szCs w:val="24"/>
        </w:rPr>
        <w:t xml:space="preserve"> un profesional especialista en temas de gestión socio-ambientales que integrará el equipo central de la Dirección General de Infraestructura y cuya función principal será la de monitorear a lo largo del territorio y en coordinación con la unidad provincial el cumplimiento de las normativas correspondientes vigentes. A su vez, será el responsable de intervenir, en la prevención de situaciones problemáticas de corte socio ambiental reportando a la Dirección General de Infraestructura, a fin de tomar las medidas correspondientes. Por otro lado, tendrá a su cargo la capacitación a la unidad ejecutora provincial sobre los temas de competencia.</w:t>
      </w:r>
    </w:p>
    <w:bookmarkEnd w:id="31"/>
    <w:bookmarkEnd w:id="37"/>
    <w:p w:rsidR="00880FC6" w:rsidRDefault="00880FC6">
      <w:pPr>
        <w:spacing w:before="0" w:after="0" w:line="240" w:lineRule="auto"/>
        <w:jc w:val="left"/>
        <w:rPr>
          <w:b/>
          <w:bCs/>
          <w:kern w:val="32"/>
          <w:sz w:val="28"/>
          <w:szCs w:val="28"/>
        </w:rPr>
      </w:pPr>
      <w:r>
        <w:rPr>
          <w:sz w:val="28"/>
          <w:szCs w:val="28"/>
        </w:rPr>
        <w:br w:type="page"/>
      </w:r>
      <w:bookmarkStart w:id="40" w:name="_Toc47096488"/>
    </w:p>
    <w:p w:rsidR="00917452" w:rsidRPr="002A5621" w:rsidRDefault="00BB3260" w:rsidP="000A153D">
      <w:pPr>
        <w:pStyle w:val="Ttulo1"/>
        <w:numPr>
          <w:ilvl w:val="1"/>
          <w:numId w:val="15"/>
        </w:numPr>
        <w:pBdr>
          <w:bottom w:val="none" w:sz="0" w:space="0" w:color="auto"/>
        </w:pBdr>
        <w:spacing w:before="360"/>
        <w:ind w:left="567" w:hanging="431"/>
        <w:rPr>
          <w:rFonts w:cs="Times New Roman"/>
          <w:color w:val="auto"/>
          <w:sz w:val="28"/>
          <w:szCs w:val="28"/>
        </w:rPr>
      </w:pPr>
      <w:bookmarkStart w:id="41" w:name="_Toc47600764"/>
      <w:r w:rsidRPr="002A5621">
        <w:rPr>
          <w:rFonts w:cs="Times New Roman"/>
          <w:color w:val="auto"/>
          <w:sz w:val="28"/>
          <w:szCs w:val="28"/>
        </w:rPr>
        <w:lastRenderedPageBreak/>
        <w:t>Adquisición de equipamiento pedagógico para los edificios de nivel inicial</w:t>
      </w:r>
      <w:bookmarkEnd w:id="40"/>
      <w:bookmarkEnd w:id="41"/>
    </w:p>
    <w:p w:rsidR="00880FC6" w:rsidRDefault="00880FC6" w:rsidP="00476F4D">
      <w:pPr>
        <w:spacing w:before="0" w:after="0" w:line="240" w:lineRule="auto"/>
      </w:pPr>
    </w:p>
    <w:p w:rsidR="00036A42" w:rsidRDefault="00036A42" w:rsidP="00476F4D">
      <w:r>
        <w:t>L</w:t>
      </w:r>
      <w:r w:rsidRPr="00297A0D">
        <w:t>a adquisición de equipamiento pedagógico para los jardines que forman parte del programa</w:t>
      </w:r>
      <w:r w:rsidR="00906AF9">
        <w:t>,</w:t>
      </w:r>
      <w:r w:rsidR="00DC5691">
        <w:t xml:space="preserve"> </w:t>
      </w:r>
      <w:r w:rsidR="00C24A29">
        <w:t>tiene</w:t>
      </w:r>
      <w:r w:rsidR="00C24A29" w:rsidRPr="00747875">
        <w:t xml:space="preserve"> como propósito fundamental favorecer las mejores condiciones de enseñanza para desplegar aprendizajes variados, diversos y significativos.</w:t>
      </w:r>
    </w:p>
    <w:p w:rsidR="00036A42" w:rsidRDefault="00036A42" w:rsidP="00476F4D">
      <w:r>
        <w:t xml:space="preserve">Estas acciones </w:t>
      </w:r>
      <w:r w:rsidRPr="00297A0D">
        <w:t xml:space="preserve">serán implementadas por la Secretaría de </w:t>
      </w:r>
      <w:r w:rsidR="00E11A64">
        <w:t>Educación</w:t>
      </w:r>
      <w:r w:rsidRPr="00297A0D">
        <w:t xml:space="preserve"> </w:t>
      </w:r>
      <w:r w:rsidR="005D5686">
        <w:t xml:space="preserve">(SE) </w:t>
      </w:r>
      <w:r w:rsidR="00E11A64">
        <w:t>de ME</w:t>
      </w:r>
      <w:r w:rsidRPr="00297A0D">
        <w:t xml:space="preserve"> y será</w:t>
      </w:r>
      <w:r w:rsidR="00E11A64">
        <w:t>n</w:t>
      </w:r>
      <w:r w:rsidRPr="00297A0D">
        <w:t xml:space="preserve"> financiada</w:t>
      </w:r>
      <w:r w:rsidR="00E11A64">
        <w:t>s</w:t>
      </w:r>
      <w:r w:rsidRPr="00297A0D">
        <w:t xml:space="preserve"> con cargo a la contrapartida local</w:t>
      </w:r>
      <w:r>
        <w:t>.</w:t>
      </w:r>
    </w:p>
    <w:p w:rsidR="00036A42" w:rsidRPr="00747875" w:rsidRDefault="00C24A29" w:rsidP="00476F4D">
      <w:r>
        <w:t>Éstos</w:t>
      </w:r>
      <w:r w:rsidR="00036A42" w:rsidRPr="00747875">
        <w:t xml:space="preserve"> se compone</w:t>
      </w:r>
      <w:r>
        <w:t>n</w:t>
      </w:r>
      <w:r w:rsidR="00222B2D">
        <w:t xml:space="preserve"> de:</w:t>
      </w:r>
    </w:p>
    <w:p w:rsidR="00036A42" w:rsidRPr="006A41FD" w:rsidRDefault="00036A42" w:rsidP="00476F4D">
      <w:pPr>
        <w:pStyle w:val="Prrafodelista"/>
        <w:numPr>
          <w:ilvl w:val="0"/>
          <w:numId w:val="9"/>
        </w:numPr>
        <w:spacing w:before="0" w:after="120"/>
        <w:ind w:left="426" w:hanging="284"/>
        <w:contextualSpacing w:val="0"/>
        <w:jc w:val="both"/>
        <w:rPr>
          <w:sz w:val="24"/>
          <w:szCs w:val="24"/>
        </w:rPr>
      </w:pPr>
      <w:r w:rsidRPr="006A41FD">
        <w:rPr>
          <w:sz w:val="24"/>
          <w:szCs w:val="24"/>
        </w:rPr>
        <w:t xml:space="preserve">El  kit de </w:t>
      </w:r>
      <w:r w:rsidRPr="006A41FD">
        <w:rPr>
          <w:b/>
          <w:bCs/>
          <w:sz w:val="24"/>
          <w:szCs w:val="24"/>
        </w:rPr>
        <w:t>ludoteca escolar,</w:t>
      </w:r>
      <w:r w:rsidRPr="006A41FD">
        <w:rPr>
          <w:sz w:val="24"/>
          <w:szCs w:val="24"/>
        </w:rPr>
        <w:t xml:space="preserve"> que busca favorecer la planificación de juegos dramáticos, de construcción y de reglas convencionales de manera regular, atendiendo a los desafíos específicos de cada tipo de juego. </w:t>
      </w:r>
    </w:p>
    <w:p w:rsidR="00036A42" w:rsidRPr="006A41FD" w:rsidRDefault="00036A42" w:rsidP="00476F4D">
      <w:pPr>
        <w:pStyle w:val="Prrafodelista"/>
        <w:numPr>
          <w:ilvl w:val="0"/>
          <w:numId w:val="9"/>
        </w:numPr>
        <w:spacing w:before="0" w:after="120"/>
        <w:ind w:left="426" w:hanging="284"/>
        <w:contextualSpacing w:val="0"/>
        <w:jc w:val="both"/>
        <w:rPr>
          <w:sz w:val="24"/>
          <w:szCs w:val="24"/>
        </w:rPr>
      </w:pPr>
      <w:r w:rsidRPr="006A41FD">
        <w:rPr>
          <w:b/>
          <w:bCs/>
          <w:sz w:val="24"/>
          <w:szCs w:val="24"/>
        </w:rPr>
        <w:t>Instrumentos musicales</w:t>
      </w:r>
      <w:r w:rsidRPr="006A41FD">
        <w:rPr>
          <w:sz w:val="24"/>
          <w:szCs w:val="24"/>
        </w:rPr>
        <w:t xml:space="preserve"> seleccionados, que tienen el propósito de enriquecer las propuestas de enseñanza vinculadas con los lenguajes artísticos, favoreciendo el desarrollo de proyectos y actividades que amplían el campo cultural de los niños/as. </w:t>
      </w:r>
    </w:p>
    <w:p w:rsidR="00036A42" w:rsidRPr="006A41FD" w:rsidRDefault="00036A42" w:rsidP="00476F4D">
      <w:pPr>
        <w:pStyle w:val="Prrafodelista"/>
        <w:numPr>
          <w:ilvl w:val="0"/>
          <w:numId w:val="9"/>
        </w:numPr>
        <w:spacing w:before="0" w:after="120"/>
        <w:ind w:left="426" w:hanging="284"/>
        <w:contextualSpacing w:val="0"/>
        <w:jc w:val="both"/>
        <w:rPr>
          <w:sz w:val="24"/>
          <w:szCs w:val="24"/>
        </w:rPr>
      </w:pPr>
      <w:r w:rsidRPr="006A41FD">
        <w:rPr>
          <w:sz w:val="24"/>
          <w:szCs w:val="24"/>
        </w:rPr>
        <w:t xml:space="preserve">El equipamiento de </w:t>
      </w:r>
      <w:r w:rsidRPr="006A41FD">
        <w:rPr>
          <w:b/>
          <w:sz w:val="24"/>
          <w:szCs w:val="24"/>
        </w:rPr>
        <w:t>objetos y elementos destinados</w:t>
      </w:r>
      <w:r w:rsidRPr="006A41FD">
        <w:rPr>
          <w:sz w:val="24"/>
          <w:szCs w:val="24"/>
        </w:rPr>
        <w:t xml:space="preserve"> a la planificación de </w:t>
      </w:r>
      <w:r w:rsidRPr="006A41FD">
        <w:rPr>
          <w:b/>
          <w:bCs/>
          <w:sz w:val="24"/>
          <w:szCs w:val="24"/>
        </w:rPr>
        <w:t xml:space="preserve">actividades motoras, </w:t>
      </w:r>
      <w:r w:rsidRPr="006A41FD">
        <w:rPr>
          <w:bCs/>
          <w:sz w:val="24"/>
          <w:szCs w:val="24"/>
        </w:rPr>
        <w:t>que</w:t>
      </w:r>
      <w:r w:rsidRPr="006A41FD">
        <w:rPr>
          <w:sz w:val="24"/>
          <w:szCs w:val="24"/>
        </w:rPr>
        <w:t xml:space="preserve"> amplía las oportunidades de experiencias ligadas a la exploración, el descubrimiento y la experimentación de variadas posibilidades en el movimiento del cuerpo en acción, permitiendo a los niños/as registrar, percibir, tomar contacto con el propio cuerpo y sus sensaciones. </w:t>
      </w:r>
    </w:p>
    <w:p w:rsidR="00036A42" w:rsidRPr="006A41FD" w:rsidRDefault="00036A42" w:rsidP="00476F4D">
      <w:pPr>
        <w:pStyle w:val="Prrafodelista"/>
        <w:numPr>
          <w:ilvl w:val="0"/>
          <w:numId w:val="9"/>
        </w:numPr>
        <w:spacing w:before="0" w:after="120"/>
        <w:ind w:left="426" w:hanging="284"/>
        <w:contextualSpacing w:val="0"/>
        <w:jc w:val="both"/>
        <w:rPr>
          <w:sz w:val="24"/>
          <w:szCs w:val="24"/>
        </w:rPr>
      </w:pPr>
      <w:r w:rsidRPr="006A41FD">
        <w:rPr>
          <w:sz w:val="24"/>
          <w:szCs w:val="24"/>
        </w:rPr>
        <w:t xml:space="preserve">El </w:t>
      </w:r>
      <w:r w:rsidRPr="006A41FD">
        <w:rPr>
          <w:b/>
          <w:sz w:val="24"/>
          <w:szCs w:val="24"/>
        </w:rPr>
        <w:t xml:space="preserve">equipamiento específico para la enseñanza de </w:t>
      </w:r>
      <w:r w:rsidRPr="006A41FD">
        <w:rPr>
          <w:b/>
          <w:bCs/>
          <w:sz w:val="24"/>
          <w:szCs w:val="24"/>
        </w:rPr>
        <w:t xml:space="preserve">las ciencias, </w:t>
      </w:r>
      <w:r w:rsidRPr="006A41FD">
        <w:rPr>
          <w:bCs/>
          <w:sz w:val="24"/>
          <w:szCs w:val="24"/>
        </w:rPr>
        <w:t>que</w:t>
      </w:r>
      <w:r w:rsidRPr="006A41FD">
        <w:rPr>
          <w:sz w:val="24"/>
          <w:szCs w:val="24"/>
        </w:rPr>
        <w:t xml:space="preserve"> resulta un aporte fundamental para enriquecer, diversificar y complejizar las propuestas, potenciando los aprendizajes vinculados con la exploración, la experimentación y la resolución de problemas. </w:t>
      </w:r>
    </w:p>
    <w:p w:rsidR="00036A42" w:rsidRPr="006A41FD" w:rsidRDefault="00036A42" w:rsidP="00476F4D">
      <w:pPr>
        <w:pStyle w:val="Prrafodelista"/>
        <w:numPr>
          <w:ilvl w:val="0"/>
          <w:numId w:val="9"/>
        </w:numPr>
        <w:spacing w:before="0" w:after="120"/>
        <w:ind w:left="426" w:hanging="284"/>
        <w:contextualSpacing w:val="0"/>
        <w:jc w:val="both"/>
        <w:rPr>
          <w:sz w:val="24"/>
          <w:szCs w:val="24"/>
        </w:rPr>
      </w:pPr>
      <w:r w:rsidRPr="006A41FD">
        <w:rPr>
          <w:sz w:val="24"/>
          <w:szCs w:val="24"/>
        </w:rPr>
        <w:t xml:space="preserve">El </w:t>
      </w:r>
      <w:r w:rsidRPr="006A41FD">
        <w:rPr>
          <w:b/>
          <w:sz w:val="24"/>
          <w:szCs w:val="24"/>
        </w:rPr>
        <w:t xml:space="preserve">equipamiento de </w:t>
      </w:r>
      <w:r w:rsidRPr="006A41FD">
        <w:rPr>
          <w:b/>
          <w:bCs/>
          <w:sz w:val="24"/>
          <w:szCs w:val="24"/>
        </w:rPr>
        <w:t>tecnología</w:t>
      </w:r>
      <w:r w:rsidRPr="006A41FD">
        <w:rPr>
          <w:sz w:val="24"/>
          <w:szCs w:val="24"/>
        </w:rPr>
        <w:t xml:space="preserve"> que contiene los insumos necesarios para generar en docentes y niños/as la apropiación de TIC en escenarios de juego con proyección a la programación y a la robótica para potenciar en forma interdisciplinaria el desarrollo de habilidades y capacidades. </w:t>
      </w:r>
    </w:p>
    <w:p w:rsidR="009F7048" w:rsidRDefault="009F7048" w:rsidP="00476F4D">
      <w:pPr>
        <w:spacing w:before="240"/>
      </w:pPr>
      <w:r>
        <w:t>Éste equipamiento será entregado a los jardines, una vez que estos hayan sido finalizados. Por lo cual, en caso de retr</w:t>
      </w:r>
      <w:r w:rsidR="002C51E6">
        <w:t>asos en la finalización de las o</w:t>
      </w:r>
      <w:r>
        <w:t>bras, se prevé la guarda de los mismos en los depósitos del ME, o bien, de la empresa de logística que se contrate para tal fin.</w:t>
      </w:r>
    </w:p>
    <w:p w:rsidR="00036A42" w:rsidRDefault="00036A42" w:rsidP="00476F4D">
      <w:r>
        <w:t xml:space="preserve">Adicionalmente, se proveerán materiales de apoyo </w:t>
      </w:r>
      <w:r w:rsidRPr="00747875">
        <w:t xml:space="preserve">a la tarea docente </w:t>
      </w:r>
      <w:r>
        <w:t xml:space="preserve">para </w:t>
      </w:r>
      <w:r w:rsidRPr="00747875">
        <w:t>r</w:t>
      </w:r>
      <w:r>
        <w:t>espaldar</w:t>
      </w:r>
      <w:r w:rsidRPr="00747875">
        <w:t xml:space="preserve"> los dispositivos de acompañamiento</w:t>
      </w:r>
      <w:r>
        <w:t>,</w:t>
      </w:r>
      <w:r w:rsidRPr="00747875">
        <w:t xml:space="preserve"> vinculados con el uso y la implementación de todos los materiales recibidos en las instituciones. La elaboración, provisión y difusión de </w:t>
      </w:r>
      <w:r>
        <w:t xml:space="preserve">estos </w:t>
      </w:r>
      <w:r w:rsidRPr="00747875">
        <w:t>materiales de apoyo a los procesos de enseñanza y aprendizaje para los jardines estarán dirigidos a distintos actores educativos, como</w:t>
      </w:r>
      <w:r>
        <w:t xml:space="preserve"> ser</w:t>
      </w:r>
      <w:r w:rsidRPr="00747875">
        <w:t xml:space="preserve">: equipos técnicos, equipos de </w:t>
      </w:r>
      <w:r w:rsidRPr="00747875">
        <w:lastRenderedPageBreak/>
        <w:t>supervisión/inspección y docentes dependiendo las especificidades de cada equipamiento y las necesidades de cada jurisdicción.</w:t>
      </w:r>
    </w:p>
    <w:p w:rsidR="00917452" w:rsidRDefault="00B707EC" w:rsidP="00476F4D">
      <w:pPr>
        <w:pStyle w:val="Prrafodelista"/>
        <w:numPr>
          <w:ilvl w:val="2"/>
          <w:numId w:val="17"/>
        </w:numPr>
        <w:spacing w:before="360" w:after="120"/>
        <w:ind w:left="1225" w:hanging="505"/>
        <w:contextualSpacing w:val="0"/>
        <w:rPr>
          <w:b/>
          <w:bCs/>
        </w:rPr>
      </w:pPr>
      <w:r w:rsidRPr="00C01ADC">
        <w:rPr>
          <w:b/>
          <w:bCs/>
        </w:rPr>
        <w:t>Inversiones elegibles</w:t>
      </w:r>
    </w:p>
    <w:p w:rsidR="00B707EC" w:rsidRPr="00B90D70" w:rsidRDefault="00B707EC" w:rsidP="00476F4D">
      <w:pPr>
        <w:rPr>
          <w:szCs w:val="24"/>
        </w:rPr>
      </w:pPr>
      <w:r w:rsidRPr="00B90D70">
        <w:rPr>
          <w:szCs w:val="24"/>
        </w:rPr>
        <w:t>A continuación</w:t>
      </w:r>
      <w:r w:rsidR="00596D00">
        <w:rPr>
          <w:szCs w:val="24"/>
        </w:rPr>
        <w:t>,</w:t>
      </w:r>
      <w:r w:rsidRPr="00B90D70">
        <w:rPr>
          <w:szCs w:val="24"/>
        </w:rPr>
        <w:t xml:space="preserve"> se detallan las inversiones elegibles:</w:t>
      </w:r>
    </w:p>
    <w:tbl>
      <w:tblPr>
        <w:tblW w:w="9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40"/>
        <w:gridCol w:w="7153"/>
      </w:tblGrid>
      <w:tr w:rsidR="00B707EC" w:rsidRPr="00036A42" w:rsidTr="00BA2392">
        <w:trPr>
          <w:trHeight w:val="303"/>
          <w:tblHeader/>
        </w:trPr>
        <w:tc>
          <w:tcPr>
            <w:tcW w:w="2040" w:type="dxa"/>
            <w:shd w:val="clear" w:color="auto" w:fill="B6DDE8"/>
            <w:vAlign w:val="center"/>
          </w:tcPr>
          <w:p w:rsidR="00B707EC" w:rsidRPr="006D4330" w:rsidRDefault="00B707EC" w:rsidP="00476F4D">
            <w:pPr>
              <w:pStyle w:val="Textoindependiente2"/>
              <w:spacing w:before="40" w:after="40" w:line="240" w:lineRule="auto"/>
              <w:jc w:val="left"/>
              <w:rPr>
                <w:b/>
                <w:smallCaps/>
                <w:sz w:val="20"/>
              </w:rPr>
            </w:pPr>
            <w:r w:rsidRPr="006D4330">
              <w:rPr>
                <w:b/>
                <w:smallCaps/>
                <w:sz w:val="20"/>
              </w:rPr>
              <w:t>Rubros elegibles</w:t>
            </w:r>
          </w:p>
        </w:tc>
        <w:tc>
          <w:tcPr>
            <w:tcW w:w="7153" w:type="dxa"/>
            <w:shd w:val="clear" w:color="auto" w:fill="B6DDE8"/>
          </w:tcPr>
          <w:p w:rsidR="00B707EC" w:rsidRPr="006D4330" w:rsidRDefault="00B707EC" w:rsidP="00476F4D">
            <w:pPr>
              <w:pStyle w:val="Textoindependiente2"/>
              <w:spacing w:before="40" w:after="40" w:line="240" w:lineRule="auto"/>
              <w:jc w:val="center"/>
              <w:rPr>
                <w:b/>
                <w:smallCaps/>
                <w:sz w:val="20"/>
              </w:rPr>
            </w:pPr>
            <w:r w:rsidRPr="006D4330">
              <w:rPr>
                <w:b/>
                <w:smallCaps/>
                <w:sz w:val="20"/>
              </w:rPr>
              <w:t>Descripción</w:t>
            </w:r>
          </w:p>
        </w:tc>
      </w:tr>
      <w:tr w:rsidR="00BA2392" w:rsidRPr="00036A42" w:rsidTr="00BA2392">
        <w:tc>
          <w:tcPr>
            <w:tcW w:w="2040" w:type="dxa"/>
            <w:tcBorders>
              <w:bottom w:val="single" w:sz="4" w:space="0" w:color="auto"/>
            </w:tcBorders>
            <w:vAlign w:val="center"/>
          </w:tcPr>
          <w:p w:rsidR="00BA2392" w:rsidRPr="00BA2392" w:rsidRDefault="00BA2392" w:rsidP="00476F4D">
            <w:pPr>
              <w:pStyle w:val="Prrafodelista"/>
              <w:numPr>
                <w:ilvl w:val="0"/>
                <w:numId w:val="11"/>
              </w:numPr>
              <w:spacing w:before="60" w:after="60"/>
              <w:ind w:left="284" w:hanging="186"/>
              <w:rPr>
                <w:sz w:val="20"/>
                <w:szCs w:val="20"/>
              </w:rPr>
            </w:pPr>
            <w:r w:rsidRPr="00BA2392">
              <w:rPr>
                <w:sz w:val="20"/>
              </w:rPr>
              <w:t>Equipamiento Pedagógico</w:t>
            </w:r>
          </w:p>
        </w:tc>
        <w:tc>
          <w:tcPr>
            <w:tcW w:w="7153" w:type="dxa"/>
            <w:tcBorders>
              <w:bottom w:val="single" w:sz="4" w:space="0" w:color="auto"/>
            </w:tcBorders>
            <w:vAlign w:val="center"/>
          </w:tcPr>
          <w:p w:rsidR="00BA2392" w:rsidRPr="006D4330" w:rsidRDefault="00BA2392" w:rsidP="00476F4D">
            <w:pPr>
              <w:pStyle w:val="Textoindependiente2"/>
              <w:spacing w:before="60" w:after="60" w:line="240" w:lineRule="auto"/>
              <w:contextualSpacing/>
              <w:rPr>
                <w:sz w:val="20"/>
              </w:rPr>
            </w:pPr>
            <w:r w:rsidRPr="00BA2392">
              <w:rPr>
                <w:sz w:val="20"/>
                <w:lang w:val="es-ES_tradnl"/>
              </w:rPr>
              <w:t xml:space="preserve">Se prevé la adquisición de </w:t>
            </w:r>
            <w:r w:rsidRPr="00BA2392">
              <w:rPr>
                <w:sz w:val="20"/>
                <w:lang w:val="es-AR"/>
              </w:rPr>
              <w:t xml:space="preserve">ludotecas, libros, instrumentos musicales, kit de </w:t>
            </w:r>
            <w:r w:rsidR="00840A49">
              <w:rPr>
                <w:sz w:val="20"/>
                <w:lang w:val="es-AR"/>
              </w:rPr>
              <w:t>c</w:t>
            </w:r>
            <w:r w:rsidRPr="00BA2392">
              <w:rPr>
                <w:sz w:val="20"/>
                <w:lang w:val="es-AR"/>
              </w:rPr>
              <w:t xml:space="preserve">iencias, </w:t>
            </w:r>
            <w:r w:rsidR="00E066B7">
              <w:rPr>
                <w:sz w:val="20"/>
                <w:lang w:val="es-AR"/>
              </w:rPr>
              <w:t xml:space="preserve">otros </w:t>
            </w:r>
            <w:r w:rsidR="005622F8" w:rsidRPr="006D4330">
              <w:rPr>
                <w:sz w:val="20"/>
              </w:rPr>
              <w:t>equipamiento</w:t>
            </w:r>
            <w:r w:rsidR="00E066B7">
              <w:rPr>
                <w:sz w:val="20"/>
              </w:rPr>
              <w:t>s</w:t>
            </w:r>
            <w:r w:rsidR="005622F8" w:rsidRPr="006D4330">
              <w:rPr>
                <w:sz w:val="20"/>
              </w:rPr>
              <w:t xml:space="preserve"> tecnológico</w:t>
            </w:r>
            <w:r w:rsidR="00E066B7">
              <w:rPr>
                <w:sz w:val="20"/>
              </w:rPr>
              <w:t>s</w:t>
            </w:r>
            <w:r w:rsidRPr="00BA2392">
              <w:rPr>
                <w:sz w:val="20"/>
                <w:lang w:val="es-AR"/>
              </w:rPr>
              <w:t>y conectividad, para los establecimientos de nivel inicial.</w:t>
            </w:r>
          </w:p>
        </w:tc>
      </w:tr>
      <w:tr w:rsidR="00BA2392" w:rsidRPr="00036A42" w:rsidTr="00BA2392">
        <w:tc>
          <w:tcPr>
            <w:tcW w:w="2040" w:type="dxa"/>
            <w:shd w:val="clear" w:color="auto" w:fill="auto"/>
            <w:vAlign w:val="center"/>
          </w:tcPr>
          <w:p w:rsidR="00BA2392" w:rsidRPr="006D4330" w:rsidRDefault="00BA2392" w:rsidP="00476F4D">
            <w:pPr>
              <w:pStyle w:val="Sangra2detindependiente"/>
              <w:numPr>
                <w:ilvl w:val="0"/>
                <w:numId w:val="11"/>
              </w:numPr>
              <w:spacing w:before="60" w:after="60" w:line="240" w:lineRule="auto"/>
              <w:ind w:left="284" w:hanging="186"/>
              <w:contextualSpacing/>
              <w:jc w:val="left"/>
              <w:rPr>
                <w:sz w:val="20"/>
              </w:rPr>
            </w:pPr>
            <w:r w:rsidRPr="006D4330">
              <w:rPr>
                <w:sz w:val="20"/>
              </w:rPr>
              <w:t>Servicios de No Consultoría</w:t>
            </w:r>
          </w:p>
        </w:tc>
        <w:tc>
          <w:tcPr>
            <w:tcW w:w="7153" w:type="dxa"/>
            <w:shd w:val="clear" w:color="auto" w:fill="auto"/>
            <w:vAlign w:val="center"/>
          </w:tcPr>
          <w:p w:rsidR="00BA2392" w:rsidRPr="006D4330" w:rsidRDefault="00BA2392" w:rsidP="00476F4D">
            <w:pPr>
              <w:pStyle w:val="Textoindependiente2"/>
              <w:spacing w:before="60" w:after="60" w:line="240" w:lineRule="auto"/>
              <w:contextualSpacing/>
              <w:rPr>
                <w:sz w:val="20"/>
              </w:rPr>
            </w:pPr>
            <w:r w:rsidRPr="00BA2392">
              <w:rPr>
                <w:sz w:val="20"/>
                <w:lang w:val="es-ES_tradnl"/>
              </w:rPr>
              <w:t xml:space="preserve">Se prevé la contratación de servicios de consolidación y distribución de materiales, impresos y/o equipamientos </w:t>
            </w:r>
            <w:r w:rsidR="00BC66ED">
              <w:rPr>
                <w:sz w:val="20"/>
                <w:lang w:val="es-ES_tradnl"/>
              </w:rPr>
              <w:t xml:space="preserve">pedagógicos </w:t>
            </w:r>
            <w:r w:rsidRPr="00BA2392">
              <w:rPr>
                <w:sz w:val="20"/>
                <w:lang w:val="es-ES_tradnl"/>
              </w:rPr>
              <w:t xml:space="preserve">necesarios </w:t>
            </w:r>
            <w:r w:rsidRPr="00BA2392">
              <w:rPr>
                <w:sz w:val="20"/>
                <w:lang w:val="es-AR"/>
              </w:rPr>
              <w:t>para dotar a los establecimientos de nivel inicial</w:t>
            </w:r>
            <w:r w:rsidRPr="00BA2392">
              <w:rPr>
                <w:sz w:val="20"/>
                <w:lang w:val="es-ES_tradnl"/>
              </w:rPr>
              <w:t>.</w:t>
            </w:r>
          </w:p>
        </w:tc>
      </w:tr>
    </w:tbl>
    <w:p w:rsidR="00B707EC" w:rsidRDefault="00B707EC" w:rsidP="00476F4D">
      <w:pPr>
        <w:spacing w:before="0" w:after="0" w:line="240" w:lineRule="auto"/>
        <w:jc w:val="left"/>
        <w:rPr>
          <w:szCs w:val="40"/>
        </w:rPr>
      </w:pPr>
    </w:p>
    <w:p w:rsidR="00B707EC" w:rsidRDefault="00B707EC" w:rsidP="00476F4D">
      <w:pPr>
        <w:spacing w:before="0" w:after="0" w:line="240" w:lineRule="auto"/>
        <w:jc w:val="left"/>
        <w:rPr>
          <w:szCs w:val="40"/>
        </w:rPr>
      </w:pPr>
    </w:p>
    <w:p w:rsidR="00BB3260" w:rsidRPr="00B707EC" w:rsidRDefault="00B707EC">
      <w:pPr>
        <w:spacing w:before="0" w:after="0" w:line="240" w:lineRule="auto"/>
        <w:jc w:val="left"/>
        <w:rPr>
          <w:szCs w:val="40"/>
        </w:rPr>
      </w:pPr>
      <w:r>
        <w:rPr>
          <w:szCs w:val="40"/>
        </w:rPr>
        <w:br w:type="page"/>
      </w:r>
      <w:bookmarkStart w:id="42" w:name="_Toc47096489"/>
    </w:p>
    <w:p w:rsidR="00917452" w:rsidRPr="002A5621" w:rsidRDefault="00BB3260" w:rsidP="000F283C">
      <w:pPr>
        <w:pStyle w:val="Ttulo1"/>
        <w:numPr>
          <w:ilvl w:val="1"/>
          <w:numId w:val="15"/>
        </w:numPr>
        <w:pBdr>
          <w:bottom w:val="none" w:sz="0" w:space="0" w:color="auto"/>
        </w:pBdr>
        <w:spacing w:before="360"/>
        <w:ind w:left="709" w:hanging="573"/>
        <w:rPr>
          <w:rFonts w:cs="Times New Roman"/>
          <w:color w:val="auto"/>
          <w:sz w:val="28"/>
          <w:szCs w:val="28"/>
        </w:rPr>
      </w:pPr>
      <w:bookmarkStart w:id="43" w:name="_Toc47600765"/>
      <w:r w:rsidRPr="002A5621">
        <w:rPr>
          <w:rFonts w:cs="Times New Roman"/>
          <w:color w:val="auto"/>
          <w:sz w:val="28"/>
          <w:szCs w:val="28"/>
        </w:rPr>
        <w:lastRenderedPageBreak/>
        <w:t>Fortalecimiento de los procesos de ubicación de los nuevos edificios de nivel inicial</w:t>
      </w:r>
      <w:bookmarkEnd w:id="42"/>
      <w:bookmarkEnd w:id="43"/>
    </w:p>
    <w:p w:rsidR="00880FC6" w:rsidRPr="00880FC6" w:rsidRDefault="00880FC6" w:rsidP="00476F4D">
      <w:pPr>
        <w:pStyle w:val="Ttulo1"/>
        <w:pBdr>
          <w:bottom w:val="none" w:sz="0" w:space="0" w:color="auto"/>
        </w:pBdr>
        <w:spacing w:before="0" w:after="0"/>
        <w:ind w:left="567"/>
        <w:rPr>
          <w:rFonts w:cs="Times New Roman"/>
          <w:color w:val="auto"/>
          <w:sz w:val="28"/>
          <w:szCs w:val="28"/>
        </w:rPr>
      </w:pPr>
    </w:p>
    <w:p w:rsidR="00036A42" w:rsidRDefault="008657DF" w:rsidP="00476F4D">
      <w:r w:rsidRPr="00660FD8">
        <w:t xml:space="preserve">El objetivo </w:t>
      </w:r>
      <w:r>
        <w:t>del</w:t>
      </w:r>
      <w:r w:rsidR="00036A42" w:rsidRPr="004240B2">
        <w:t xml:space="preserve"> fortalecimiento de los procesos de determinación de demanda insatisfecha/déficit de cobertura a nivel nacional con discriminación provincial y municipal, y de identificación de oportunidades de localización para apoyar el proceso </w:t>
      </w:r>
      <w:r>
        <w:t xml:space="preserve">de ubicación de nuevos jardines, </w:t>
      </w:r>
      <w:r w:rsidR="00036A42" w:rsidRPr="00660FD8">
        <w:t>es generar una base de</w:t>
      </w:r>
      <w:r>
        <w:t xml:space="preserve"> datos a nivel departamental, do</w:t>
      </w:r>
      <w:r w:rsidR="00036A42" w:rsidRPr="00660FD8">
        <w:t>nde se incorporarán variables de vulnerabilidad, que sirva</w:t>
      </w:r>
      <w:r>
        <w:t>n</w:t>
      </w:r>
      <w:r w:rsidR="00036A42" w:rsidRPr="00660FD8">
        <w:t xml:space="preserve"> de instrumento al Ministerio de Educación de la Nación para lograr acuerdos con </w:t>
      </w:r>
      <w:r w:rsidR="00593676">
        <w:t>los Ministerios de Educación Jurisdiccionales</w:t>
      </w:r>
      <w:r w:rsidR="00994769">
        <w:t xml:space="preserve"> </w:t>
      </w:r>
      <w:r>
        <w:t>respecto a</w:t>
      </w:r>
      <w:r w:rsidR="00036A42" w:rsidRPr="00660FD8">
        <w:t xml:space="preserve"> la mejor ubicación de las instituciones educativas</w:t>
      </w:r>
      <w:r w:rsidR="00036A42">
        <w:t>.</w:t>
      </w:r>
    </w:p>
    <w:p w:rsidR="00036A42" w:rsidRDefault="008657DF" w:rsidP="00476F4D">
      <w:r>
        <w:t>Para esto, se estima</w:t>
      </w:r>
      <w:r w:rsidR="00036A42" w:rsidRPr="008D596D">
        <w:t xml:space="preserve"> la incorporación </w:t>
      </w:r>
      <w:r w:rsidR="00036A42">
        <w:t xml:space="preserve">de </w:t>
      </w:r>
      <w:r w:rsidR="00036A42" w:rsidRPr="008D596D">
        <w:t>dos perfiles, uno especialista en análisis de costos del sistema educativo y un</w:t>
      </w:r>
      <w:r>
        <w:t>o</w:t>
      </w:r>
      <w:r w:rsidR="00036A42" w:rsidRPr="008D596D">
        <w:t xml:space="preserve"> especialista en sistemas de georreferenciación, que contribuya a </w:t>
      </w:r>
      <w:r w:rsidR="00036A42">
        <w:t xml:space="preserve">identificar </w:t>
      </w:r>
      <w:r w:rsidR="00036A42" w:rsidRPr="008D596D">
        <w:t>aquellos departamentos que significan el mayor déficit en cobertura</w:t>
      </w:r>
      <w:r w:rsidR="00036A42">
        <w:t xml:space="preserve"> para el nivel</w:t>
      </w:r>
      <w:r>
        <w:t xml:space="preserve"> inicial.</w:t>
      </w:r>
    </w:p>
    <w:p w:rsidR="00036A42" w:rsidRDefault="00036A42" w:rsidP="00476F4D">
      <w:r w:rsidRPr="008D596D">
        <w:t xml:space="preserve">Se ha previsto, a su vez, </w:t>
      </w:r>
      <w:r>
        <w:t xml:space="preserve">la preparación de </w:t>
      </w:r>
      <w:r w:rsidRPr="008D596D">
        <w:t>documentos</w:t>
      </w:r>
      <w:r>
        <w:t xml:space="preserve"> que ofrezcan una clasificación y caracterización de los departamentos prioritarios para el nivel</w:t>
      </w:r>
      <w:r w:rsidRPr="008D596D">
        <w:t>,</w:t>
      </w:r>
      <w:r>
        <w:t xml:space="preserve"> tomando en consideración tanto la demanda educativa estimada, oferta educativa y otras características del contexto socioeconómico. El objetivo de dichos informes es ofrecer un diagnóstico que sirva al diseño, implementación y monitoreo de políticas orientadas a la construcción de establecimientos del Nivel Inicial en la jurisdicci</w:t>
      </w:r>
      <w:r w:rsidR="007529EF">
        <w:t>ón</w:t>
      </w:r>
      <w:r>
        <w:t xml:space="preserve">. Se prevé la </w:t>
      </w:r>
      <w:r w:rsidRPr="008D596D">
        <w:t>impresión de</w:t>
      </w:r>
      <w:r>
        <w:t xml:space="preserve"> estos documentos </w:t>
      </w:r>
      <w:r w:rsidRPr="008D596D">
        <w:t>en aras de su presentación, contrastación, validación y revisión con l</w:t>
      </w:r>
      <w:r w:rsidR="002C51E6">
        <w:t>a jurisdicción</w:t>
      </w:r>
      <w:r>
        <w:t>.</w:t>
      </w:r>
    </w:p>
    <w:p w:rsidR="00036A42" w:rsidRDefault="00036A42" w:rsidP="00476F4D">
      <w:r>
        <w:t>Est</w:t>
      </w:r>
      <w:r w:rsidRPr="00297A0D">
        <w:t xml:space="preserve">as acciones </w:t>
      </w:r>
      <w:r w:rsidR="003A1E0B">
        <w:t xml:space="preserve">ya han sido </w:t>
      </w:r>
      <w:r w:rsidR="003A1E0B" w:rsidRPr="00297A0D">
        <w:t xml:space="preserve">implementadas por la Dirección Nacional de Planeamiento </w:t>
      </w:r>
      <w:r w:rsidR="003A1E0B">
        <w:t>(DNP) dependiente</w:t>
      </w:r>
      <w:r w:rsidR="003A1E0B" w:rsidRPr="00297A0D">
        <w:t xml:space="preserve"> de la Secretaría de Innovación y Calidad Educativa</w:t>
      </w:r>
      <w:r w:rsidR="003A1E0B">
        <w:t xml:space="preserve"> (SICE) del ME, </w:t>
      </w:r>
      <w:r w:rsidR="003A1E0B" w:rsidRPr="00297A0D">
        <w:t xml:space="preserve">y </w:t>
      </w:r>
      <w:r w:rsidR="003A1E0B">
        <w:t>han sido</w:t>
      </w:r>
      <w:r w:rsidR="003A1E0B" w:rsidRPr="00297A0D">
        <w:t xml:space="preserve"> financiadas con cargo a la contrapartida local</w:t>
      </w:r>
      <w:r>
        <w:t>.</w:t>
      </w:r>
    </w:p>
    <w:p w:rsidR="00917452" w:rsidRDefault="00B41E3E" w:rsidP="00476F4D">
      <w:pPr>
        <w:pStyle w:val="Prrafodelista"/>
        <w:numPr>
          <w:ilvl w:val="2"/>
          <w:numId w:val="18"/>
        </w:numPr>
        <w:spacing w:before="360" w:after="120"/>
        <w:ind w:left="1225" w:hanging="505"/>
        <w:contextualSpacing w:val="0"/>
        <w:rPr>
          <w:b/>
          <w:bCs/>
        </w:rPr>
      </w:pPr>
      <w:r w:rsidRPr="00C01ADC">
        <w:rPr>
          <w:b/>
          <w:bCs/>
        </w:rPr>
        <w:t>Inversiones elegibles</w:t>
      </w:r>
    </w:p>
    <w:p w:rsidR="00B41E3E" w:rsidRPr="00B90D70" w:rsidRDefault="00B41E3E" w:rsidP="00476F4D">
      <w:pPr>
        <w:rPr>
          <w:szCs w:val="24"/>
        </w:rPr>
      </w:pPr>
      <w:r w:rsidRPr="00B90D70">
        <w:rPr>
          <w:szCs w:val="24"/>
        </w:rPr>
        <w:t>A continuación</w:t>
      </w:r>
      <w:r w:rsidR="00596D00">
        <w:rPr>
          <w:szCs w:val="24"/>
        </w:rPr>
        <w:t>,</w:t>
      </w:r>
      <w:r w:rsidRPr="00B90D70">
        <w:rPr>
          <w:szCs w:val="24"/>
        </w:rPr>
        <w:t xml:space="preserve"> se detallan las inversiones elegibles:</w:t>
      </w:r>
    </w:p>
    <w:tbl>
      <w:tblPr>
        <w:tblW w:w="9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40"/>
        <w:gridCol w:w="7153"/>
      </w:tblGrid>
      <w:tr w:rsidR="00B41E3E" w:rsidRPr="00036A42" w:rsidTr="00FC1435">
        <w:trPr>
          <w:trHeight w:val="303"/>
          <w:tblHeader/>
        </w:trPr>
        <w:tc>
          <w:tcPr>
            <w:tcW w:w="2040" w:type="dxa"/>
            <w:shd w:val="clear" w:color="auto" w:fill="B6DDE8"/>
            <w:vAlign w:val="center"/>
          </w:tcPr>
          <w:p w:rsidR="00B41E3E" w:rsidRPr="006D4330" w:rsidRDefault="00B41E3E" w:rsidP="00476F4D">
            <w:pPr>
              <w:pStyle w:val="Textoindependiente2"/>
              <w:spacing w:before="40" w:after="40" w:line="240" w:lineRule="auto"/>
              <w:jc w:val="left"/>
              <w:rPr>
                <w:b/>
                <w:smallCaps/>
                <w:sz w:val="20"/>
              </w:rPr>
            </w:pPr>
            <w:r w:rsidRPr="006D4330">
              <w:rPr>
                <w:b/>
                <w:smallCaps/>
                <w:sz w:val="20"/>
              </w:rPr>
              <w:t>Rubros elegibles</w:t>
            </w:r>
          </w:p>
        </w:tc>
        <w:tc>
          <w:tcPr>
            <w:tcW w:w="7153" w:type="dxa"/>
            <w:shd w:val="clear" w:color="auto" w:fill="B6DDE8"/>
          </w:tcPr>
          <w:p w:rsidR="00B41E3E" w:rsidRPr="006D4330" w:rsidRDefault="00B41E3E" w:rsidP="00476F4D">
            <w:pPr>
              <w:pStyle w:val="Textoindependiente2"/>
              <w:spacing w:before="40" w:after="40" w:line="240" w:lineRule="auto"/>
              <w:jc w:val="center"/>
              <w:rPr>
                <w:b/>
                <w:smallCaps/>
                <w:sz w:val="20"/>
              </w:rPr>
            </w:pPr>
            <w:r w:rsidRPr="006D4330">
              <w:rPr>
                <w:b/>
                <w:smallCaps/>
                <w:sz w:val="20"/>
              </w:rPr>
              <w:t>Descripción</w:t>
            </w:r>
          </w:p>
        </w:tc>
      </w:tr>
      <w:tr w:rsidR="00B41E3E" w:rsidRPr="00036A42" w:rsidTr="00036A42">
        <w:tc>
          <w:tcPr>
            <w:tcW w:w="2040" w:type="dxa"/>
            <w:tcBorders>
              <w:bottom w:val="single" w:sz="4" w:space="0" w:color="auto"/>
            </w:tcBorders>
            <w:vAlign w:val="center"/>
          </w:tcPr>
          <w:p w:rsidR="00B41E3E" w:rsidRPr="00C46170" w:rsidRDefault="00B41E3E" w:rsidP="000F283C">
            <w:pPr>
              <w:pStyle w:val="Prrafodelista"/>
              <w:numPr>
                <w:ilvl w:val="0"/>
                <w:numId w:val="11"/>
              </w:numPr>
              <w:spacing w:before="60" w:after="60"/>
              <w:ind w:left="284" w:hanging="186"/>
              <w:rPr>
                <w:sz w:val="20"/>
                <w:szCs w:val="20"/>
              </w:rPr>
            </w:pPr>
            <w:r w:rsidRPr="00C46170">
              <w:rPr>
                <w:iCs/>
                <w:sz w:val="20"/>
                <w:szCs w:val="20"/>
              </w:rPr>
              <w:t>Honorarios</w:t>
            </w:r>
          </w:p>
        </w:tc>
        <w:tc>
          <w:tcPr>
            <w:tcW w:w="7153" w:type="dxa"/>
            <w:tcBorders>
              <w:bottom w:val="single" w:sz="4" w:space="0" w:color="auto"/>
            </w:tcBorders>
            <w:vAlign w:val="center"/>
          </w:tcPr>
          <w:p w:rsidR="00B41E3E" w:rsidRDefault="00B41E3E" w:rsidP="000F283C">
            <w:pPr>
              <w:pStyle w:val="Textoindependiente2"/>
              <w:numPr>
                <w:ilvl w:val="0"/>
                <w:numId w:val="4"/>
              </w:numPr>
              <w:tabs>
                <w:tab w:val="clear" w:pos="720"/>
                <w:tab w:val="num" w:pos="252"/>
              </w:tabs>
              <w:spacing w:before="60" w:after="60" w:line="240" w:lineRule="auto"/>
              <w:ind w:left="252" w:hanging="252"/>
              <w:contextualSpacing/>
              <w:rPr>
                <w:sz w:val="20"/>
              </w:rPr>
            </w:pPr>
            <w:r w:rsidRPr="006D4330">
              <w:rPr>
                <w:sz w:val="20"/>
              </w:rPr>
              <w:t>Honorarios de los equipos centrales.</w:t>
            </w:r>
          </w:p>
          <w:p w:rsidR="003A4381" w:rsidRPr="006D4330" w:rsidRDefault="003A4381" w:rsidP="000F283C">
            <w:pPr>
              <w:pStyle w:val="Textoindependiente2"/>
              <w:numPr>
                <w:ilvl w:val="0"/>
                <w:numId w:val="4"/>
              </w:numPr>
              <w:tabs>
                <w:tab w:val="clear" w:pos="720"/>
                <w:tab w:val="num" w:pos="252"/>
              </w:tabs>
              <w:spacing w:before="60" w:after="60" w:line="240" w:lineRule="auto"/>
              <w:ind w:left="252" w:hanging="252"/>
              <w:contextualSpacing/>
              <w:rPr>
                <w:sz w:val="20"/>
              </w:rPr>
            </w:pPr>
            <w:r>
              <w:rPr>
                <w:sz w:val="20"/>
              </w:rPr>
              <w:t>Honorarios de los equipos jurisdiccionales.</w:t>
            </w:r>
          </w:p>
          <w:p w:rsidR="00B41E3E" w:rsidRPr="006D4330" w:rsidRDefault="00B41E3E" w:rsidP="000F283C">
            <w:pPr>
              <w:pStyle w:val="Textoindependiente2"/>
              <w:numPr>
                <w:ilvl w:val="0"/>
                <w:numId w:val="4"/>
              </w:numPr>
              <w:tabs>
                <w:tab w:val="clear" w:pos="720"/>
                <w:tab w:val="num" w:pos="252"/>
              </w:tabs>
              <w:spacing w:before="60" w:after="60" w:line="240" w:lineRule="auto"/>
              <w:ind w:left="252" w:hanging="252"/>
              <w:contextualSpacing/>
              <w:rPr>
                <w:sz w:val="20"/>
              </w:rPr>
            </w:pPr>
            <w:r w:rsidRPr="006D4330">
              <w:rPr>
                <w:sz w:val="20"/>
              </w:rPr>
              <w:t>Honorarios de especialistas, técnicos requeridos por el área.</w:t>
            </w:r>
          </w:p>
        </w:tc>
      </w:tr>
      <w:tr w:rsidR="00B41E3E" w:rsidRPr="00036A42" w:rsidTr="00036A42">
        <w:tc>
          <w:tcPr>
            <w:tcW w:w="2040" w:type="dxa"/>
            <w:shd w:val="clear" w:color="auto" w:fill="auto"/>
            <w:vAlign w:val="center"/>
          </w:tcPr>
          <w:p w:rsidR="00B41E3E" w:rsidRPr="006D4330" w:rsidRDefault="00B41E3E" w:rsidP="000F283C">
            <w:pPr>
              <w:pStyle w:val="Sangra2detindependiente"/>
              <w:numPr>
                <w:ilvl w:val="0"/>
                <w:numId w:val="11"/>
              </w:numPr>
              <w:spacing w:before="60" w:after="60" w:line="240" w:lineRule="auto"/>
              <w:ind w:left="284" w:hanging="186"/>
              <w:contextualSpacing/>
              <w:jc w:val="left"/>
              <w:rPr>
                <w:sz w:val="20"/>
              </w:rPr>
            </w:pPr>
            <w:r w:rsidRPr="006D4330">
              <w:rPr>
                <w:sz w:val="20"/>
              </w:rPr>
              <w:t>Seguros</w:t>
            </w:r>
          </w:p>
        </w:tc>
        <w:tc>
          <w:tcPr>
            <w:tcW w:w="7153" w:type="dxa"/>
            <w:shd w:val="clear" w:color="auto" w:fill="auto"/>
            <w:vAlign w:val="center"/>
          </w:tcPr>
          <w:p w:rsidR="00B41E3E" w:rsidRPr="006D4330" w:rsidRDefault="00840A49" w:rsidP="00311630">
            <w:pPr>
              <w:pStyle w:val="Textoindependiente2"/>
              <w:spacing w:before="60" w:after="60" w:line="240" w:lineRule="auto"/>
              <w:contextualSpacing/>
              <w:rPr>
                <w:sz w:val="20"/>
              </w:rPr>
            </w:pPr>
            <w:r w:rsidRPr="006D4330">
              <w:rPr>
                <w:sz w:val="20"/>
              </w:rPr>
              <w:t>Seguro de vida y a</w:t>
            </w:r>
            <w:r w:rsidR="00B41E3E" w:rsidRPr="006D4330">
              <w:rPr>
                <w:sz w:val="20"/>
              </w:rPr>
              <w:t xml:space="preserve">ccidentes </w:t>
            </w:r>
            <w:r w:rsidRPr="006D4330">
              <w:rPr>
                <w:sz w:val="20"/>
              </w:rPr>
              <w:t>p</w:t>
            </w:r>
            <w:r w:rsidR="00B41E3E" w:rsidRPr="006D4330">
              <w:rPr>
                <w:sz w:val="20"/>
              </w:rPr>
              <w:t>ersonales para el equipo central.</w:t>
            </w:r>
          </w:p>
        </w:tc>
      </w:tr>
      <w:tr w:rsidR="00B41E3E" w:rsidRPr="00036A42" w:rsidTr="00036A42">
        <w:tc>
          <w:tcPr>
            <w:tcW w:w="2040" w:type="dxa"/>
            <w:shd w:val="clear" w:color="auto" w:fill="auto"/>
            <w:vAlign w:val="center"/>
          </w:tcPr>
          <w:p w:rsidR="00B41E3E" w:rsidRPr="006D4330" w:rsidRDefault="00B41E3E" w:rsidP="000F283C">
            <w:pPr>
              <w:pStyle w:val="Sangra2detindependiente"/>
              <w:numPr>
                <w:ilvl w:val="0"/>
                <w:numId w:val="11"/>
              </w:numPr>
              <w:spacing w:before="60" w:after="60" w:line="240" w:lineRule="auto"/>
              <w:ind w:left="284" w:hanging="186"/>
              <w:contextualSpacing/>
              <w:jc w:val="left"/>
              <w:rPr>
                <w:sz w:val="20"/>
              </w:rPr>
            </w:pPr>
            <w:r w:rsidRPr="006D4330">
              <w:rPr>
                <w:sz w:val="20"/>
              </w:rPr>
              <w:t xml:space="preserve">Pasajes y Viáticos </w:t>
            </w:r>
          </w:p>
        </w:tc>
        <w:tc>
          <w:tcPr>
            <w:tcW w:w="7153" w:type="dxa"/>
            <w:shd w:val="clear" w:color="auto" w:fill="auto"/>
            <w:vAlign w:val="center"/>
          </w:tcPr>
          <w:p w:rsidR="00B41E3E" w:rsidRPr="00056987" w:rsidRDefault="00B41E3E" w:rsidP="00036A42">
            <w:pPr>
              <w:pStyle w:val="Textoindependiente"/>
              <w:spacing w:before="60" w:after="60" w:line="240" w:lineRule="auto"/>
              <w:ind w:left="87"/>
              <w:contextualSpacing/>
              <w:rPr>
                <w:rFonts w:ascii="Calibri" w:hAnsi="Calibri"/>
                <w:sz w:val="20"/>
              </w:rPr>
            </w:pPr>
            <w:r w:rsidRPr="00056987">
              <w:rPr>
                <w:rFonts w:ascii="Calibri" w:hAnsi="Calibri"/>
                <w:sz w:val="20"/>
              </w:rPr>
              <w:t xml:space="preserve">Gastos de movilidad necesarios </w:t>
            </w:r>
            <w:r w:rsidR="003A4381">
              <w:rPr>
                <w:rFonts w:ascii="Calibri" w:hAnsi="Calibri"/>
                <w:sz w:val="20"/>
              </w:rPr>
              <w:t xml:space="preserve">a los equipos involucrados en la línea de acción. </w:t>
            </w:r>
          </w:p>
        </w:tc>
      </w:tr>
      <w:tr w:rsidR="00B41E3E" w:rsidRPr="00036A42" w:rsidTr="00036A42">
        <w:tc>
          <w:tcPr>
            <w:tcW w:w="2040" w:type="dxa"/>
            <w:vAlign w:val="center"/>
          </w:tcPr>
          <w:p w:rsidR="00B41E3E" w:rsidRPr="006D4330" w:rsidRDefault="00B41E3E" w:rsidP="000F283C">
            <w:pPr>
              <w:pStyle w:val="Sangra2detindependiente"/>
              <w:numPr>
                <w:ilvl w:val="0"/>
                <w:numId w:val="11"/>
              </w:numPr>
              <w:spacing w:before="60" w:after="60" w:line="240" w:lineRule="auto"/>
              <w:ind w:left="284" w:hanging="186"/>
              <w:contextualSpacing/>
              <w:jc w:val="left"/>
              <w:rPr>
                <w:sz w:val="20"/>
              </w:rPr>
            </w:pPr>
            <w:r w:rsidRPr="006D4330">
              <w:rPr>
                <w:sz w:val="20"/>
              </w:rPr>
              <w:t>Producción de materiales</w:t>
            </w:r>
            <w:r w:rsidR="003A4381">
              <w:rPr>
                <w:sz w:val="20"/>
              </w:rPr>
              <w:t xml:space="preserve"> de trabajo</w:t>
            </w:r>
          </w:p>
        </w:tc>
        <w:tc>
          <w:tcPr>
            <w:tcW w:w="7153" w:type="dxa"/>
            <w:vAlign w:val="center"/>
          </w:tcPr>
          <w:p w:rsidR="00B41E3E" w:rsidRPr="00056987" w:rsidRDefault="003A4381" w:rsidP="00311630">
            <w:pPr>
              <w:pStyle w:val="Textoindependiente"/>
              <w:spacing w:before="60" w:after="60" w:line="240" w:lineRule="auto"/>
              <w:contextualSpacing/>
              <w:rPr>
                <w:rFonts w:ascii="Calibri" w:hAnsi="Calibri"/>
                <w:sz w:val="20"/>
              </w:rPr>
            </w:pPr>
            <w:r>
              <w:rPr>
                <w:rFonts w:ascii="Calibri" w:hAnsi="Calibri"/>
                <w:sz w:val="20"/>
              </w:rPr>
              <w:t>Producción, edición, multi</w:t>
            </w:r>
            <w:r w:rsidR="00B41E3E" w:rsidRPr="00056987">
              <w:rPr>
                <w:rFonts w:ascii="Calibri" w:hAnsi="Calibri"/>
                <w:sz w:val="20"/>
              </w:rPr>
              <w:t>copiado</w:t>
            </w:r>
            <w:r>
              <w:rPr>
                <w:rFonts w:ascii="Calibri" w:hAnsi="Calibri"/>
                <w:sz w:val="20"/>
              </w:rPr>
              <w:t xml:space="preserve"> y/o diseño de materiales de trabajo necesarios para la ejecución de las diferentes líneas</w:t>
            </w:r>
            <w:r w:rsidR="00B41E3E" w:rsidRPr="00056987">
              <w:rPr>
                <w:rFonts w:ascii="Calibri" w:hAnsi="Calibri"/>
                <w:sz w:val="20"/>
              </w:rPr>
              <w:t>.</w:t>
            </w:r>
          </w:p>
        </w:tc>
      </w:tr>
    </w:tbl>
    <w:p w:rsidR="008518EF" w:rsidRDefault="008518EF" w:rsidP="00476F4D">
      <w:pPr>
        <w:pStyle w:val="Ttulo1"/>
        <w:numPr>
          <w:ilvl w:val="0"/>
          <w:numId w:val="6"/>
        </w:numPr>
        <w:pBdr>
          <w:bottom w:val="single" w:sz="4" w:space="0" w:color="365F91"/>
        </w:pBdr>
        <w:ind w:left="0" w:firstLine="349"/>
        <w:rPr>
          <w:rFonts w:cs="Times New Roman"/>
          <w:szCs w:val="40"/>
        </w:rPr>
        <w:sectPr w:rsidR="008518EF" w:rsidSect="004F364D">
          <w:headerReference w:type="default" r:id="rId11"/>
          <w:footerReference w:type="default" r:id="rId12"/>
          <w:pgSz w:w="11907" w:h="16840" w:code="9"/>
          <w:pgMar w:top="1418" w:right="1134" w:bottom="1276" w:left="1418" w:header="907" w:footer="183" w:gutter="0"/>
          <w:cols w:space="720"/>
        </w:sectPr>
      </w:pPr>
      <w:bookmarkStart w:id="44" w:name="_Toc456951236"/>
    </w:p>
    <w:p w:rsidR="00596D00" w:rsidRPr="002A5621" w:rsidRDefault="00596D00" w:rsidP="00476F4D">
      <w:pPr>
        <w:pStyle w:val="Ttulo1"/>
        <w:numPr>
          <w:ilvl w:val="0"/>
          <w:numId w:val="6"/>
        </w:numPr>
        <w:pBdr>
          <w:bottom w:val="single" w:sz="4" w:space="0" w:color="365F91"/>
        </w:pBdr>
        <w:ind w:left="0" w:firstLine="349"/>
        <w:rPr>
          <w:rFonts w:cs="Times New Roman"/>
          <w:szCs w:val="40"/>
        </w:rPr>
      </w:pPr>
      <w:bookmarkStart w:id="45" w:name="_Toc47096490"/>
      <w:bookmarkStart w:id="46" w:name="_Toc47600766"/>
      <w:r w:rsidRPr="002A5621">
        <w:rPr>
          <w:rFonts w:cs="Times New Roman"/>
          <w:szCs w:val="40"/>
        </w:rPr>
        <w:lastRenderedPageBreak/>
        <w:t>INFORMACIÓN COMPLEMENTARIA</w:t>
      </w:r>
      <w:bookmarkEnd w:id="44"/>
      <w:bookmarkEnd w:id="45"/>
      <w:bookmarkEnd w:id="46"/>
    </w:p>
    <w:p w:rsidR="00596D00" w:rsidRPr="00B92060" w:rsidRDefault="008518EF" w:rsidP="00476F4D">
      <w:bookmarkStart w:id="47" w:name="_Toc456951237"/>
      <w:r w:rsidRPr="00B92060">
        <w:t xml:space="preserve">A continuación se presentan los </w:t>
      </w:r>
      <w:r w:rsidR="00596D00" w:rsidRPr="00B92060">
        <w:t>Diagramas de flujo de los procedimientos de gestión</w:t>
      </w:r>
      <w:bookmarkEnd w:id="47"/>
      <w:r w:rsidRPr="00B92060">
        <w:t xml:space="preserve"> del punto 3.1.6.</w:t>
      </w:r>
    </w:p>
    <w:p w:rsidR="008518EF" w:rsidRDefault="008518EF" w:rsidP="00476F4D">
      <w:pPr>
        <w:pStyle w:val="Ttulo2"/>
        <w:spacing w:before="0" w:line="240" w:lineRule="auto"/>
      </w:pPr>
      <w:bookmarkStart w:id="48" w:name="_Toc511985306"/>
    </w:p>
    <w:p w:rsidR="008518EF" w:rsidRPr="007415D1" w:rsidRDefault="008518EF" w:rsidP="00476F4D">
      <w:pPr>
        <w:pStyle w:val="Ttulo2"/>
        <w:spacing w:before="0" w:line="240" w:lineRule="auto"/>
      </w:pPr>
      <w:bookmarkStart w:id="49" w:name="_Toc47096491"/>
      <w:bookmarkStart w:id="50" w:name="_Toc47600767"/>
      <w:r>
        <w:t>ETAPA I: E</w:t>
      </w:r>
      <w:r w:rsidRPr="007415D1">
        <w:t>legibilidad de las obras</w:t>
      </w:r>
      <w:bookmarkEnd w:id="48"/>
      <w:r>
        <w:t xml:space="preserve"> y llamado a Licitación</w:t>
      </w:r>
      <w:bookmarkEnd w:id="49"/>
      <w:bookmarkEnd w:id="50"/>
    </w:p>
    <w:p w:rsidR="008518EF" w:rsidRPr="004057B6" w:rsidRDefault="008518EF" w:rsidP="00476F4D"/>
    <w:tbl>
      <w:tblPr>
        <w:tblStyle w:val="Tablaconcuadrcula"/>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4A0"/>
      </w:tblPr>
      <w:tblGrid>
        <w:gridCol w:w="2179"/>
        <w:gridCol w:w="2180"/>
        <w:gridCol w:w="2179"/>
        <w:gridCol w:w="2180"/>
        <w:gridCol w:w="2180"/>
      </w:tblGrid>
      <w:tr w:rsidR="00460008" w:rsidTr="008518EF">
        <w:trPr>
          <w:trHeight w:val="987"/>
        </w:trPr>
        <w:tc>
          <w:tcPr>
            <w:tcW w:w="2179" w:type="dxa"/>
            <w:shd w:val="clear" w:color="auto" w:fill="D9D9D9" w:themeFill="background1" w:themeFillShade="D9"/>
          </w:tcPr>
          <w:p w:rsidR="008518EF" w:rsidRPr="00C7715B" w:rsidRDefault="008518EF" w:rsidP="00476F4D">
            <w:pPr>
              <w:spacing w:before="0" w:after="0" w:line="240" w:lineRule="auto"/>
              <w:jc w:val="center"/>
              <w:rPr>
                <w:b/>
                <w:sz w:val="28"/>
                <w:szCs w:val="28"/>
              </w:rPr>
            </w:pPr>
            <w:r w:rsidRPr="00C7715B">
              <w:rPr>
                <w:b/>
                <w:sz w:val="28"/>
                <w:szCs w:val="28"/>
              </w:rPr>
              <w:t>UCP</w:t>
            </w:r>
          </w:p>
          <w:p w:rsidR="008518EF" w:rsidRPr="00C7715B" w:rsidRDefault="008518EF" w:rsidP="00476F4D">
            <w:pPr>
              <w:spacing w:before="0" w:after="0" w:line="240" w:lineRule="auto"/>
              <w:jc w:val="center"/>
              <w:rPr>
                <w:b/>
                <w:sz w:val="28"/>
                <w:szCs w:val="28"/>
              </w:rPr>
            </w:pPr>
            <w:r w:rsidRPr="00C7715B">
              <w:rPr>
                <w:b/>
                <w:sz w:val="28"/>
                <w:szCs w:val="28"/>
              </w:rPr>
              <w:t>(JURISDICCIÓN)</w:t>
            </w:r>
          </w:p>
        </w:tc>
        <w:tc>
          <w:tcPr>
            <w:tcW w:w="2180" w:type="dxa"/>
            <w:shd w:val="clear" w:color="auto" w:fill="D9D9D9" w:themeFill="background1" w:themeFillShade="D9"/>
          </w:tcPr>
          <w:p w:rsidR="008518EF" w:rsidRPr="00C7715B" w:rsidRDefault="008518EF" w:rsidP="00476F4D">
            <w:pPr>
              <w:spacing w:before="0" w:after="0" w:line="240" w:lineRule="auto"/>
              <w:jc w:val="center"/>
              <w:rPr>
                <w:b/>
                <w:sz w:val="28"/>
                <w:szCs w:val="28"/>
              </w:rPr>
            </w:pPr>
            <w:r w:rsidRPr="00C7715B">
              <w:rPr>
                <w:b/>
                <w:sz w:val="28"/>
                <w:szCs w:val="28"/>
              </w:rPr>
              <w:t>DGI</w:t>
            </w:r>
          </w:p>
          <w:p w:rsidR="008518EF" w:rsidRPr="00C7715B" w:rsidRDefault="008518EF" w:rsidP="00476F4D">
            <w:pPr>
              <w:spacing w:before="0" w:after="0" w:line="240" w:lineRule="auto"/>
              <w:jc w:val="center"/>
              <w:rPr>
                <w:b/>
                <w:sz w:val="28"/>
                <w:szCs w:val="28"/>
              </w:rPr>
            </w:pPr>
            <w:r w:rsidRPr="00C7715B">
              <w:rPr>
                <w:b/>
                <w:sz w:val="28"/>
                <w:szCs w:val="28"/>
              </w:rPr>
              <w:t>(ME)</w:t>
            </w:r>
          </w:p>
        </w:tc>
        <w:tc>
          <w:tcPr>
            <w:tcW w:w="2179" w:type="dxa"/>
            <w:shd w:val="clear" w:color="auto" w:fill="D9D9D9" w:themeFill="background1" w:themeFillShade="D9"/>
          </w:tcPr>
          <w:p w:rsidR="008518EF" w:rsidRPr="00C7715B" w:rsidRDefault="008518EF" w:rsidP="00476F4D">
            <w:pPr>
              <w:spacing w:before="0" w:after="0" w:line="240" w:lineRule="auto"/>
              <w:jc w:val="center"/>
              <w:rPr>
                <w:b/>
                <w:sz w:val="28"/>
                <w:szCs w:val="28"/>
              </w:rPr>
            </w:pPr>
            <w:r w:rsidRPr="00C7715B">
              <w:rPr>
                <w:b/>
                <w:sz w:val="28"/>
                <w:szCs w:val="28"/>
              </w:rPr>
              <w:t>DGPPSE</w:t>
            </w:r>
          </w:p>
          <w:p w:rsidR="008518EF" w:rsidRPr="00C7715B" w:rsidRDefault="008518EF" w:rsidP="00476F4D">
            <w:pPr>
              <w:spacing w:before="0" w:after="0" w:line="240" w:lineRule="auto"/>
              <w:jc w:val="center"/>
              <w:rPr>
                <w:b/>
                <w:sz w:val="28"/>
                <w:szCs w:val="28"/>
              </w:rPr>
            </w:pPr>
            <w:r w:rsidRPr="00C7715B">
              <w:rPr>
                <w:b/>
                <w:sz w:val="28"/>
                <w:szCs w:val="28"/>
              </w:rPr>
              <w:t>(ME)</w:t>
            </w:r>
          </w:p>
        </w:tc>
        <w:tc>
          <w:tcPr>
            <w:tcW w:w="2180" w:type="dxa"/>
            <w:shd w:val="clear" w:color="auto" w:fill="D9D9D9" w:themeFill="background1" w:themeFillShade="D9"/>
          </w:tcPr>
          <w:p w:rsidR="008518EF" w:rsidRPr="00C7715B" w:rsidRDefault="008518EF" w:rsidP="00476F4D">
            <w:pPr>
              <w:spacing w:before="0" w:after="0" w:line="240" w:lineRule="auto"/>
              <w:jc w:val="center"/>
              <w:rPr>
                <w:b/>
                <w:sz w:val="28"/>
                <w:szCs w:val="28"/>
              </w:rPr>
            </w:pPr>
            <w:r w:rsidRPr="00C7715B">
              <w:rPr>
                <w:b/>
                <w:sz w:val="28"/>
                <w:szCs w:val="28"/>
              </w:rPr>
              <w:t>DC</w:t>
            </w:r>
          </w:p>
          <w:p w:rsidR="008518EF" w:rsidRPr="00C7715B" w:rsidRDefault="008518EF" w:rsidP="00476F4D">
            <w:pPr>
              <w:spacing w:before="0" w:after="0" w:line="240" w:lineRule="auto"/>
              <w:jc w:val="center"/>
              <w:rPr>
                <w:b/>
                <w:sz w:val="28"/>
                <w:szCs w:val="28"/>
              </w:rPr>
            </w:pPr>
            <w:r w:rsidRPr="00C7715B">
              <w:rPr>
                <w:b/>
                <w:sz w:val="28"/>
                <w:szCs w:val="28"/>
              </w:rPr>
              <w:t>(ME)</w:t>
            </w:r>
          </w:p>
        </w:tc>
        <w:tc>
          <w:tcPr>
            <w:tcW w:w="2180" w:type="dxa"/>
            <w:shd w:val="clear" w:color="auto" w:fill="D9D9D9" w:themeFill="background1" w:themeFillShade="D9"/>
          </w:tcPr>
          <w:p w:rsidR="008518EF" w:rsidRPr="00C7715B" w:rsidRDefault="008518EF" w:rsidP="00476F4D">
            <w:pPr>
              <w:spacing w:before="0" w:after="0" w:line="240" w:lineRule="auto"/>
              <w:jc w:val="center"/>
              <w:rPr>
                <w:b/>
                <w:sz w:val="28"/>
                <w:szCs w:val="28"/>
              </w:rPr>
            </w:pPr>
            <w:r w:rsidRPr="00C7715B">
              <w:rPr>
                <w:b/>
                <w:sz w:val="28"/>
                <w:szCs w:val="28"/>
              </w:rPr>
              <w:t>DGAJ</w:t>
            </w:r>
          </w:p>
          <w:p w:rsidR="008518EF" w:rsidRPr="00C7715B" w:rsidRDefault="008518EF" w:rsidP="00476F4D">
            <w:pPr>
              <w:spacing w:before="0" w:after="0" w:line="240" w:lineRule="auto"/>
              <w:jc w:val="center"/>
              <w:rPr>
                <w:b/>
                <w:sz w:val="28"/>
                <w:szCs w:val="28"/>
              </w:rPr>
            </w:pPr>
            <w:r w:rsidRPr="00C7715B">
              <w:rPr>
                <w:b/>
                <w:sz w:val="28"/>
                <w:szCs w:val="28"/>
              </w:rPr>
              <w:t>(ME)</w:t>
            </w:r>
          </w:p>
        </w:tc>
      </w:tr>
      <w:tr w:rsidR="00460008" w:rsidTr="008518EF">
        <w:trPr>
          <w:trHeight w:val="5938"/>
        </w:trPr>
        <w:tc>
          <w:tcPr>
            <w:tcW w:w="2179" w:type="dxa"/>
          </w:tcPr>
          <w:p w:rsidR="008518EF" w:rsidRDefault="008B24FB" w:rsidP="00476F4D">
            <w:pPr>
              <w:spacing w:before="0" w:after="0" w:line="240" w:lineRule="auto"/>
            </w:pPr>
            <w:r w:rsidRPr="008B24FB">
              <w:rPr>
                <w:noProof/>
                <w:color w:val="000000"/>
                <w:lang w:eastAsia="es-AR"/>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99" o:spid="_x0000_s1122" type="#_x0000_t34" style="position:absolute;left:0;text-align:left;margin-left:93.6pt;margin-top:88pt;width:63.35pt;height:42.75pt;rotation:180;flip:y;z-index:2516070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" adj="-222">
                  <v:stroke endarrow="block"/>
                </v:shape>
              </w:pict>
            </w:r>
            <w:r w:rsidRPr="008B24FB">
              <w:rPr>
                <w:noProof/>
                <w:color w:val="000000"/>
                <w:lang w:eastAsia="es-AR"/>
              </w:rPr>
              <w:pict>
                <v:shape id="AutoShape 69" o:spid="_x0000_s1092" type="#_x0000_t34" style="position:absolute;left:0;text-align:left;margin-left:48.6pt;margin-top:59.1pt;width:63pt;height:57.75pt;rotation:-90;z-index:2515947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">
                  <v:stroke endarrow="block"/>
                </v:shape>
              </w:pict>
            </w:r>
            <w:r w:rsidRPr="008B24FB">
              <w:rPr>
                <w:noProof/>
                <w:color w:val="000000"/>
                <w:lang w:eastAsia="es-AR"/>
              </w:rPr>
              <w:pict>
                <v:shape id="AutoShape 95" o:spid="_x0000_s1118" type="#_x0000_t32" style="position:absolute;left:0;text-align:left;margin-left:93.6pt;margin-top:49.75pt;width:20.85pt;height:0;z-index:251602944;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">
                  <v:stroke endarrow="block"/>
                </v:shape>
              </w:pict>
            </w:r>
            <w:r w:rsidRPr="008B24FB">
              <w:rPr>
                <w:noProof/>
                <w:color w:val="000000"/>
                <w:lang w:eastAsia="es-AR"/>
              </w:rPr>
              <w:pict>
                <v:group id="Group 87" o:spid="_x0000_s1110" style="position:absolute;left:0;text-align:left;margin-left:2.85pt;margin-top:100.75pt;width:90.75pt;height:65.25pt;z-index:251600896;mso-position-horizontal-relative:text;mso-position-vertical-relative:text" coordorigin="960,3424" coordsize="1815,1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">
                  <v:rect id="Rectangle 88" o:spid="_x0000_s1111" style="position:absolute;left:1245;top:3424;width:1530;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">
                    <v:textbox inset=".2mm,.2mm,.2mm,.2mm">
                      <w:txbxContent>
                        <w:p w:rsidR="004E612B" w:rsidRPr="00B66FB8" w:rsidRDefault="004E612B" w:rsidP="008518EF">
                          <w:pPr>
                            <w:spacing w:before="0" w:after="0" w:line="240" w:lineRule="auto"/>
                            <w:jc w:val="center"/>
                            <w:rPr>
                              <w:sz w:val="18"/>
                              <w:szCs w:val="18"/>
                              <w:lang w:val="es-MX"/>
                            </w:rPr>
                          </w:pPr>
                          <w:r>
                            <w:rPr>
                              <w:sz w:val="18"/>
                              <w:szCs w:val="18"/>
                              <w:lang w:val="es-MX"/>
                            </w:rPr>
                            <w:t>Revisar y vuelve a enviar</w:t>
                          </w:r>
                        </w:p>
                      </w:txbxContent>
                    </v:textbox>
                  </v:rect>
                  <v:rect id="Rectangle 89" o:spid="_x0000_s1112" style="position:absolute;left:960;top:4440;width:1815;height:28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">
                    <v:textbox inset=".2mm,.2mm,.2mm,.2mm">
                      <w:txbxContent>
                        <w:p w:rsidR="004E612B" w:rsidRPr="00B66FB8" w:rsidRDefault="004E612B" w:rsidP="008518EF">
                          <w:pPr>
                            <w:spacing w:before="0" w:after="0" w:line="240" w:lineRule="auto"/>
                            <w:jc w:val="center"/>
                            <w:rPr>
                              <w:sz w:val="20"/>
                              <w:lang w:val="es-MX"/>
                            </w:rPr>
                          </w:pPr>
                          <w:r w:rsidRPr="00B66FB8">
                            <w:rPr>
                              <w:sz w:val="20"/>
                              <w:lang w:val="es-MX"/>
                            </w:rPr>
                            <w:t>Envía a DGI</w:t>
                          </w:r>
                        </w:p>
                      </w:txbxContent>
                    </v:textbox>
                  </v:rect>
                  <v:rect id="Rectangle 90" o:spid="_x0000_s1113" style="position:absolute;left:960;top:3424;width:285;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">
                    <v:textbox inset=".2mm,.2mm,.2mm,.2mm">
                      <w:txbxContent>
                        <w:p w:rsidR="004E612B" w:rsidRPr="00B66FB8" w:rsidRDefault="004E612B" w:rsidP="008518EF">
                          <w:pPr>
                            <w:spacing w:before="0" w:after="0" w:line="240" w:lineRule="auto"/>
                            <w:jc w:val="center"/>
                            <w:rPr>
                              <w:lang w:val="es-MX"/>
                            </w:rPr>
                          </w:pPr>
                          <w:r>
                            <w:rPr>
                              <w:lang w:val="es-MX"/>
                            </w:rPr>
                            <w:t>4</w:t>
                          </w:r>
                        </w:p>
                      </w:txbxContent>
                    </v:textbox>
                  </v:rect>
                </v:group>
              </w:pict>
            </w:r>
            <w:r w:rsidRPr="008B24FB">
              <w:rPr>
                <w:noProof/>
                <w:color w:val="000000"/>
                <w:lang w:eastAsia="es-AR"/>
              </w:rPr>
              <w:pict>
                <v:group id="Group 83" o:spid="_x0000_s1106" style="position:absolute;left:0;text-align:left;margin-left:2.85pt;margin-top:16.75pt;width:90.75pt;height:65.25pt;z-index:251599872;mso-position-horizontal-relative:text;mso-position-vertical-relative:text" coordorigin="960,3424" coordsize="1815,1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">
                  <v:rect id="Rectangle 84" o:spid="_x0000_s1107" style="position:absolute;left:1245;top:3424;width:1530;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">
                    <v:textbox inset=".2mm,.2mm,.2mm,.2mm">
                      <w:txbxContent>
                        <w:p w:rsidR="004E612B" w:rsidRPr="00B66FB8" w:rsidRDefault="004E612B" w:rsidP="008518EF">
                          <w:pPr>
                            <w:spacing w:before="0" w:after="0" w:line="240" w:lineRule="auto"/>
                            <w:jc w:val="center"/>
                            <w:rPr>
                              <w:sz w:val="18"/>
                              <w:szCs w:val="18"/>
                              <w:lang w:val="es-MX"/>
                            </w:rPr>
                          </w:pPr>
                          <w:r w:rsidRPr="00B66FB8">
                            <w:rPr>
                              <w:sz w:val="18"/>
                              <w:szCs w:val="18"/>
                              <w:lang w:val="es-MX"/>
                            </w:rPr>
                            <w:t>Cumple requisitos y formula Proyecto Ejec</w:t>
                          </w:r>
                          <w:r>
                            <w:rPr>
                              <w:sz w:val="18"/>
                              <w:szCs w:val="18"/>
                              <w:lang w:val="es-MX"/>
                            </w:rPr>
                            <w:t>u</w:t>
                          </w:r>
                          <w:r w:rsidRPr="00B66FB8">
                            <w:rPr>
                              <w:sz w:val="18"/>
                              <w:szCs w:val="18"/>
                              <w:lang w:val="es-MX"/>
                            </w:rPr>
                            <w:t>ti</w:t>
                          </w:r>
                          <w:r>
                            <w:rPr>
                              <w:sz w:val="18"/>
                              <w:szCs w:val="18"/>
                              <w:lang w:val="es-MX"/>
                            </w:rPr>
                            <w:t>vo</w:t>
                          </w:r>
                        </w:p>
                      </w:txbxContent>
                    </v:textbox>
                  </v:rect>
                  <v:rect id="Rectangle 85" o:spid="_x0000_s1108" style="position:absolute;left:960;top:4440;width:1815;height:28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">
                    <v:textbox inset=".2mm,.2mm,.2mm,.2mm">
                      <w:txbxContent>
                        <w:p w:rsidR="004E612B" w:rsidRPr="00B66FB8" w:rsidRDefault="004E612B" w:rsidP="008518EF">
                          <w:pPr>
                            <w:spacing w:before="0" w:after="0" w:line="240" w:lineRule="auto"/>
                            <w:jc w:val="center"/>
                            <w:rPr>
                              <w:sz w:val="20"/>
                              <w:lang w:val="es-MX"/>
                            </w:rPr>
                          </w:pPr>
                          <w:r w:rsidRPr="00B66FB8">
                            <w:rPr>
                              <w:sz w:val="20"/>
                              <w:lang w:val="es-MX"/>
                            </w:rPr>
                            <w:t>Envía a DGI</w:t>
                          </w:r>
                        </w:p>
                      </w:txbxContent>
                    </v:textbox>
                  </v:rect>
                  <v:rect id="Rectangle 86" o:spid="_x0000_s1109" style="position:absolute;left:960;top:3424;width:285;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">
                    <v:textbox inset=".2mm,.2mm,.2mm,.2mm">
                      <w:txbxContent>
                        <w:p w:rsidR="004E612B" w:rsidRPr="00B66FB8" w:rsidRDefault="004E612B" w:rsidP="008518EF">
                          <w:pPr>
                            <w:spacing w:before="0" w:after="0" w:line="240" w:lineRule="auto"/>
                            <w:jc w:val="center"/>
                            <w:rPr>
                              <w:lang w:val="es-MX"/>
                            </w:rPr>
                          </w:pPr>
                          <w:r>
                            <w:rPr>
                              <w:lang w:val="es-MX"/>
                            </w:rPr>
                            <w:t>1</w:t>
                          </w:r>
                        </w:p>
                      </w:txbxContent>
                    </v:textbox>
                  </v:rect>
                </v:group>
              </w:pict>
            </w:r>
          </w:p>
        </w:tc>
        <w:tc>
          <w:tcPr>
            <w:tcW w:w="2180" w:type="dxa"/>
          </w:tcPr>
          <w:p w:rsidR="008518EF" w:rsidRDefault="008B24FB" w:rsidP="00476F4D">
            <w:pPr>
              <w:spacing w:before="0" w:after="0" w:line="240" w:lineRule="auto"/>
            </w:pPr>
            <w:r w:rsidRPr="008B24FB">
              <w:rPr>
                <w:noProof/>
                <w:lang w:eastAsia="es-AR"/>
              </w:rPr>
              <w:pict>
                <v:rect id="Rectangle 104" o:spid="_x0000_s1406" style="position:absolute;left:0;text-align:left;margin-left:-.35pt;margin-top:45.25pt;width:37.7pt;height:8.5pt;rotation:90;z-index:25175244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">
                  <v:textbox inset="0,0,0,0">
                    <w:txbxContent>
                      <w:p w:rsidR="00994769" w:rsidRPr="00E8545E" w:rsidRDefault="00994769" w:rsidP="008518EF">
                        <w:pPr>
                          <w:spacing w:before="0" w:after="0" w:line="240" w:lineRule="auto"/>
                          <w:jc w:val="center"/>
                          <w:rPr>
                            <w:sz w:val="20"/>
                            <w:lang w:val="es-MX"/>
                          </w:rPr>
                        </w:pPr>
                        <w:r w:rsidRPr="00E8545E">
                          <w:rPr>
                            <w:sz w:val="20"/>
                            <w:lang w:val="es-MX"/>
                          </w:rPr>
                          <w:t>2</w:t>
                        </w:r>
                        <w:r>
                          <w:rPr>
                            <w:sz w:val="20"/>
                            <w:lang w:val="es-MX"/>
                          </w:rPr>
                          <w:t>3</w:t>
                        </w:r>
                        <w:r w:rsidRPr="00E8545E">
                          <w:rPr>
                            <w:sz w:val="20"/>
                            <w:lang w:val="es-MX"/>
                          </w:rPr>
                          <w:t>5</w:t>
                        </w:r>
                      </w:p>
                    </w:txbxContent>
                  </v:textbox>
                </v:rect>
              </w:pict>
            </w:r>
            <w:r w:rsidRPr="008B24FB">
              <w:rPr>
                <w:noProof/>
                <w:lang w:eastAsia="es-AR"/>
              </w:rPr>
              <w:pict>
                <v:oval id="Oval 102" o:spid="_x0000_s1404" style="position:absolute;left:0;text-align:left;margin-left:13.5pt;margin-top:176.5pt;width:60pt;height:45.75pt;z-index:25175040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" fillcolor="#d8d8d8 [2732]">
                  <v:textbox inset=".1mm,.1mm,.1mm,.1mm">
                    <w:txbxContent>
                      <w:p w:rsidR="00994769" w:rsidRPr="009E1C6E" w:rsidRDefault="00994769" w:rsidP="008518EF">
                        <w:pPr>
                          <w:jc w:val="center"/>
                          <w:rPr>
                            <w:b/>
                            <w:lang w:val="es-MX"/>
                          </w:rPr>
                        </w:pPr>
                        <w:r w:rsidRPr="009E1C6E">
                          <w:rPr>
                            <w:b/>
                            <w:lang w:val="es-MX"/>
                          </w:rPr>
                          <w:t>Etapa II</w:t>
                        </w:r>
                      </w:p>
                    </w:txbxContent>
                  </v:textbox>
                </v:oval>
              </w:pict>
            </w:r>
            <w:r w:rsidRPr="008B24FB">
              <w:rPr>
                <w:noProof/>
                <w:lang w:eastAsia="es-AR"/>
              </w:rPr>
              <w:pict>
                <v:shape id="AutoShape 103" o:spid="_x0000_s1405" type="#_x0000_t32" style="position:absolute;left:0;text-align:left;margin-left:73.5pt;margin-top:199.75pt;width:149.65pt;height:0;flip:x;z-index:251751424;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">
                  <v:stroke endarrow="block"/>
                </v:shape>
              </w:pict>
            </w:r>
            <w:r w:rsidRPr="008B24FB">
              <w:rPr>
                <w:noProof/>
                <w:lang w:eastAsia="es-AR"/>
              </w:rPr>
              <w:pict>
                <v:rect id="Rectangle 101" o:spid="_x0000_s1403" style="position:absolute;left:0;text-align:left;margin-left:51.6pt;margin-top:88pt;width:17.4pt;height:10.65pt;z-index:25174937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" stroked="f">
                  <v:textbox inset="0,0,0,0">
                    <w:txbxContent>
                      <w:p w:rsidR="00994769" w:rsidRPr="00F77F8E" w:rsidRDefault="00994769" w:rsidP="008518EF">
                        <w:pPr>
                          <w:spacing w:before="0" w:after="0" w:line="240" w:lineRule="auto"/>
                          <w:rPr>
                            <w:b/>
                            <w:sz w:val="18"/>
                            <w:szCs w:val="18"/>
                            <w:lang w:val="es-MX"/>
                          </w:rPr>
                        </w:pPr>
                        <w:r>
                          <w:rPr>
                            <w:b/>
                            <w:sz w:val="18"/>
                            <w:szCs w:val="18"/>
                            <w:lang w:val="es-MX"/>
                          </w:rPr>
                          <w:t>No</w:t>
                        </w:r>
                      </w:p>
                    </w:txbxContent>
                  </v:textbox>
                </v:rect>
              </w:pict>
            </w:r>
            <w:r w:rsidRPr="008B24FB">
              <w:rPr>
                <w:noProof/>
                <w:lang w:eastAsia="es-AR"/>
              </w:rPr>
              <w:pict>
                <v:rect id="Rectangle 100" o:spid="_x0000_s1402" style="position:absolute;left:0;text-align:left;margin-left:89.85pt;margin-top:37.15pt;width:10.5pt;height:11.25pt;z-index:25174835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" stroked="f">
                  <v:textbox inset="0,0,0,0">
                    <w:txbxContent>
                      <w:p w:rsidR="00994769" w:rsidRPr="00F77F8E" w:rsidRDefault="00994769" w:rsidP="008518EF">
                        <w:pPr>
                          <w:spacing w:before="0" w:after="0" w:line="240" w:lineRule="auto"/>
                          <w:rPr>
                            <w:b/>
                            <w:sz w:val="18"/>
                            <w:szCs w:val="18"/>
                            <w:lang w:val="es-MX"/>
                          </w:rPr>
                        </w:pPr>
                        <w:r w:rsidRPr="00F77F8E">
                          <w:rPr>
                            <w:b/>
                            <w:sz w:val="18"/>
                            <w:szCs w:val="18"/>
                            <w:lang w:val="es-MX"/>
                          </w:rPr>
                          <w:t>Si</w:t>
                        </w:r>
                      </w:p>
                    </w:txbxContent>
                  </v:textbox>
                </v:rect>
              </w:pict>
            </w:r>
            <w:r w:rsidRPr="008B24FB">
              <w:rPr>
                <w:noProof/>
                <w:lang w:eastAsia="es-AR"/>
              </w:rPr>
              <w:pict>
                <v:shape id="AutoShape 98" o:spid="_x0000_s1401" type="#_x0000_t32" style="position:absolute;left:0;text-align:left;margin-left:89.8pt;margin-top:49.75pt;width:20.85pt;height:0;z-index:251747328;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">
                  <v:stroke endarrow="block"/>
                </v:shape>
              </w:pict>
            </w:r>
            <w:r w:rsidRPr="008B24FB">
              <w:rPr>
                <w:noProof/>
                <w:lang w:eastAsia="es-AR"/>
              </w:rPr>
              <w:pict>
                <v:shapetype id="_x0000_t4" coordsize="21600,21600" o:spt="4" path="m10800,l,10800,10800,21600,21600,10800xe">
                  <v:stroke joinstyle="miter"/>
                  <v:path gradientshapeok="t" o:connecttype="rect" textboxrect="5400,5400,16200,16200"/>
                </v:shapetype>
                <v:shape id="AutoShape 70" o:spid="_x0000_s1400" type="#_x0000_t4" style="position:absolute;left:0;text-align:left;margin-left:5.5pt;margin-top:11.7pt;width:84.75pt;height:76.3pt;z-index:25174630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">
                  <v:textbox inset=".5mm,.3mm,.5mm,.3mm">
                    <w:txbxContent>
                      <w:p w:rsidR="00994769" w:rsidRPr="0057275B" w:rsidRDefault="00994769" w:rsidP="008518EF">
                        <w:pPr>
                          <w:spacing w:before="0" w:after="0" w:line="240" w:lineRule="auto"/>
                          <w:jc w:val="center"/>
                          <w:rPr>
                            <w:sz w:val="20"/>
                            <w:lang w:val="es-MX"/>
                          </w:rPr>
                        </w:pPr>
                        <w:r w:rsidRPr="0057275B">
                          <w:rPr>
                            <w:sz w:val="20"/>
                            <w:lang w:val="es-MX"/>
                          </w:rPr>
                          <w:t>Otorga Apto Técnico?</w:t>
                        </w:r>
                      </w:p>
                    </w:txbxContent>
                  </v:textbox>
                </v:shape>
              </w:pict>
            </w:r>
          </w:p>
        </w:tc>
        <w:tc>
          <w:tcPr>
            <w:tcW w:w="2179" w:type="dxa"/>
          </w:tcPr>
          <w:p w:rsidR="008518EF" w:rsidRPr="00921851" w:rsidRDefault="008B24FB" w:rsidP="00476F4D">
            <w:pPr>
              <w:spacing w:before="0" w:after="0" w:line="240" w:lineRule="auto"/>
            </w:pPr>
            <w:r w:rsidRPr="008B24FB">
              <w:rPr>
                <w:noProof/>
                <w:lang w:eastAsia="es-AR"/>
              </w:rPr>
              <w:pict>
                <v:shape id="AutoShape 97" o:spid="_x0000_s1120" type="#_x0000_t32" style="position:absolute;left:0;text-align:left;margin-left:93.3pt;margin-top:49.95pt;width:17.1pt;height:0;z-index:251604992;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">
                  <v:stroke endarrow="block"/>
                </v:shape>
              </w:pict>
            </w:r>
            <w:r w:rsidRPr="008B24FB">
              <w:rPr>
                <w:noProof/>
                <w:color w:val="000000"/>
                <w:lang w:eastAsia="es-AR"/>
              </w:rPr>
              <w:pict>
                <v:group id="Group 75" o:spid="_x0000_s1098" style="position:absolute;left:0;text-align:left;margin-left:1.65pt;margin-top:17.55pt;width:90.75pt;height:65.25pt;z-index:251597824;mso-position-horizontal-relative:text;mso-position-vertical-relative:text" coordorigin="960,3424" coordsize="1815,1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">
                  <v:rect id="Rectangle 76" o:spid="_x0000_s1099" style="position:absolute;left:1245;top:3424;width:1530;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">
                    <v:textbox inset=".2mm,.2mm,.2mm,.2mm">
                      <w:txbxContent>
                        <w:p w:rsidR="004E612B" w:rsidRPr="0057275B" w:rsidRDefault="004E612B" w:rsidP="008518EF">
                          <w:pPr>
                            <w:spacing w:before="0" w:after="0" w:line="240" w:lineRule="auto"/>
                            <w:jc w:val="center"/>
                            <w:rPr>
                              <w:sz w:val="18"/>
                              <w:szCs w:val="18"/>
                            </w:rPr>
                          </w:pPr>
                          <w:r w:rsidRPr="0057275B">
                            <w:rPr>
                              <w:sz w:val="18"/>
                              <w:szCs w:val="18"/>
                            </w:rPr>
                            <w:t>Elabora Informe de Presupuesto</w:t>
                          </w:r>
                        </w:p>
                      </w:txbxContent>
                    </v:textbox>
                  </v:rect>
                  <v:rect id="Rectangle 77" o:spid="_x0000_s1100" style="position:absolute;left:960;top:4440;width:1815;height:28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">
                    <v:textbox inset=".2mm,.2mm,.2mm,.2mm">
                      <w:txbxContent>
                        <w:p w:rsidR="004E612B" w:rsidRPr="00B66FB8" w:rsidRDefault="004E612B" w:rsidP="008518EF">
                          <w:pPr>
                            <w:spacing w:before="0" w:after="0" w:line="240" w:lineRule="auto"/>
                            <w:jc w:val="center"/>
                            <w:rPr>
                              <w:sz w:val="20"/>
                              <w:lang w:val="es-MX"/>
                            </w:rPr>
                          </w:pPr>
                          <w:r>
                            <w:rPr>
                              <w:sz w:val="20"/>
                              <w:lang w:val="es-MX"/>
                            </w:rPr>
                            <w:t>Envía a DC</w:t>
                          </w:r>
                        </w:p>
                      </w:txbxContent>
                    </v:textbox>
                  </v:rect>
                  <v:rect id="Rectangle 78" o:spid="_x0000_s1101" style="position:absolute;left:960;top:3424;width:285;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">
                    <v:textbox inset=".2mm,.2mm,.2mm,.2mm">
                      <w:txbxContent>
                        <w:p w:rsidR="004E612B" w:rsidRPr="00B66FB8" w:rsidRDefault="004E612B" w:rsidP="008518EF">
                          <w:pPr>
                            <w:spacing w:before="0" w:after="0" w:line="240" w:lineRule="auto"/>
                            <w:jc w:val="center"/>
                            <w:rPr>
                              <w:lang w:val="es-MX"/>
                            </w:rPr>
                          </w:pPr>
                          <w:r>
                            <w:rPr>
                              <w:lang w:val="es-MX"/>
                            </w:rPr>
                            <w:t>6</w:t>
                          </w:r>
                        </w:p>
                      </w:txbxContent>
                    </v:textbox>
                  </v:rect>
                </v:group>
              </w:pict>
            </w:r>
          </w:p>
        </w:tc>
        <w:tc>
          <w:tcPr>
            <w:tcW w:w="2180" w:type="dxa"/>
          </w:tcPr>
          <w:p w:rsidR="008518EF" w:rsidRDefault="008B24FB" w:rsidP="00476F4D">
            <w:pPr>
              <w:spacing w:before="0" w:after="0" w:line="240" w:lineRule="auto"/>
            </w:pPr>
            <w:r w:rsidRPr="008B24FB">
              <w:rPr>
                <w:noProof/>
                <w:lang w:eastAsia="es-AR"/>
              </w:rPr>
              <w:pict>
                <v:shape id="AutoShape 68" o:spid="_x0000_s1091" type="#_x0000_t34" style="position:absolute;left:0;text-align:left;margin-left:49.45pt;margin-top:56.85pt;width:111pt;height:107.25pt;rotation:90;z-index:251593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" adj="17815">
                  <v:stroke endarrow="block"/>
                </v:shape>
              </w:pict>
            </w:r>
            <w:r w:rsidRPr="008B24FB">
              <w:rPr>
                <w:noProof/>
                <w:lang w:eastAsia="es-AR"/>
              </w:rPr>
              <w:pict>
                <v:shape id="AutoShape 96" o:spid="_x0000_s1119" type="#_x0000_t32" style="position:absolute;left:0;text-align:left;margin-left:92.2pt;margin-top:49.75pt;width:20.85pt;height:0;z-index:251603968;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">
                  <v:stroke endarrow="block"/>
                </v:shape>
              </w:pict>
            </w:r>
            <w:r w:rsidRPr="008B24FB">
              <w:rPr>
                <w:noProof/>
                <w:color w:val="000000"/>
                <w:lang w:eastAsia="es-AR"/>
              </w:rPr>
              <w:pict>
                <v:group id="Group 91" o:spid="_x0000_s1114" style="position:absolute;left:0;text-align:left;margin-left:5.2pt;margin-top:166pt;width:90.75pt;height:65.25pt;z-index:251601920;mso-position-horizontal-relative:text;mso-position-vertical-relative:text" coordorigin="960,3424" coordsize="1815,1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">
                  <v:rect id="Rectangle 92" o:spid="_x0000_s1115" style="position:absolute;left:1245;top:3424;width:1530;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">
                    <v:textbox inset=".2mm,.2mm,.2mm,.2mm">
                      <w:txbxContent>
                        <w:p w:rsidR="004E612B" w:rsidRPr="00B66FB8" w:rsidRDefault="004E612B" w:rsidP="008518EF">
                          <w:pPr>
                            <w:spacing w:before="0" w:after="0" w:line="240" w:lineRule="auto"/>
                            <w:jc w:val="center"/>
                            <w:rPr>
                              <w:sz w:val="18"/>
                              <w:szCs w:val="18"/>
                              <w:lang w:val="es-MX"/>
                            </w:rPr>
                          </w:pPr>
                          <w:r>
                            <w:rPr>
                              <w:sz w:val="18"/>
                              <w:szCs w:val="18"/>
                              <w:lang w:val="es-MX"/>
                            </w:rPr>
                            <w:t>Inicia proceso de Publicaciones</w:t>
                          </w:r>
                        </w:p>
                      </w:txbxContent>
                    </v:textbox>
                  </v:rect>
                  <v:rect id="Rectangle 93" o:spid="_x0000_s1116" style="position:absolute;left:960;top:4440;width:1815;height:28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">
                    <v:textbox inset=".2mm,.2mm,.2mm,.2mm">
                      <w:txbxContent>
                        <w:p w:rsidR="004E612B" w:rsidRPr="00B66FB8" w:rsidRDefault="004E612B" w:rsidP="008518EF">
                          <w:pPr>
                            <w:spacing w:before="0" w:after="0" w:line="240" w:lineRule="auto"/>
                            <w:jc w:val="center"/>
                            <w:rPr>
                              <w:sz w:val="20"/>
                              <w:lang w:val="es-MX"/>
                            </w:rPr>
                          </w:pPr>
                          <w:r>
                            <w:rPr>
                              <w:sz w:val="20"/>
                              <w:lang w:val="es-MX"/>
                            </w:rPr>
                            <w:t>Envía a DGI</w:t>
                          </w:r>
                        </w:p>
                      </w:txbxContent>
                    </v:textbox>
                  </v:rect>
                  <v:rect id="Rectangle 94" o:spid="_x0000_s1117" style="position:absolute;left:960;top:3424;width:285;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">
                    <v:textbox inset=".2mm,.2mm,.2mm,.2mm">
                      <w:txbxContent>
                        <w:p w:rsidR="004E612B" w:rsidRPr="00B66FB8" w:rsidRDefault="004E612B" w:rsidP="008518EF">
                          <w:pPr>
                            <w:spacing w:before="0" w:after="0" w:line="240" w:lineRule="auto"/>
                            <w:jc w:val="center"/>
                            <w:rPr>
                              <w:lang w:val="es-MX"/>
                            </w:rPr>
                          </w:pPr>
                          <w:r>
                            <w:rPr>
                              <w:lang w:val="es-MX"/>
                            </w:rPr>
                            <w:t>9</w:t>
                          </w:r>
                        </w:p>
                      </w:txbxContent>
                    </v:textbox>
                  </v:rect>
                </v:group>
              </w:pict>
            </w:r>
            <w:r w:rsidRPr="008B24FB">
              <w:rPr>
                <w:noProof/>
                <w:color w:val="000000"/>
                <w:lang w:eastAsia="es-AR"/>
              </w:rPr>
              <w:pict>
                <v:group id="Group 79" o:spid="_x0000_s1102" style="position:absolute;left:0;text-align:left;margin-left:1.45pt;margin-top:16.75pt;width:90.75pt;height:65.25pt;z-index:251598848;mso-position-horizontal-relative:text;mso-position-vertical-relative:text" coordorigin="960,3424" coordsize="1815,1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">
                  <v:rect id="Rectangle 80" o:spid="_x0000_s1103" style="position:absolute;left:1245;top:3424;width:1530;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">
                    <v:textbox inset=".2mm,.2mm,.2mm,.2mm">
                      <w:txbxContent>
                        <w:p w:rsidR="004E612B" w:rsidRPr="0057275B" w:rsidRDefault="004E612B" w:rsidP="008518EF">
                          <w:pPr>
                            <w:spacing w:before="0" w:after="0" w:line="240" w:lineRule="auto"/>
                            <w:jc w:val="center"/>
                            <w:rPr>
                              <w:sz w:val="18"/>
                              <w:szCs w:val="18"/>
                            </w:rPr>
                          </w:pPr>
                          <w:r>
                            <w:rPr>
                              <w:sz w:val="18"/>
                              <w:szCs w:val="18"/>
                            </w:rPr>
                            <w:t>E</w:t>
                          </w:r>
                          <w:r w:rsidRPr="0057275B">
                            <w:rPr>
                              <w:sz w:val="18"/>
                              <w:szCs w:val="18"/>
                            </w:rPr>
                            <w:t xml:space="preserve">labora </w:t>
                          </w:r>
                          <w:r>
                            <w:rPr>
                              <w:sz w:val="18"/>
                              <w:szCs w:val="18"/>
                            </w:rPr>
                            <w:t>P</w:t>
                          </w:r>
                          <w:r w:rsidRPr="0057275B">
                            <w:rPr>
                              <w:sz w:val="18"/>
                              <w:szCs w:val="18"/>
                            </w:rPr>
                            <w:t>roy</w:t>
                          </w:r>
                          <w:r>
                            <w:rPr>
                              <w:sz w:val="18"/>
                              <w:szCs w:val="18"/>
                            </w:rPr>
                            <w:t>.</w:t>
                          </w:r>
                          <w:r w:rsidRPr="0057275B">
                            <w:rPr>
                              <w:sz w:val="18"/>
                              <w:szCs w:val="18"/>
                            </w:rPr>
                            <w:t xml:space="preserve"> de Resolución de llamado y remite junto </w:t>
                          </w:r>
                          <w:r>
                            <w:rPr>
                              <w:sz w:val="18"/>
                              <w:szCs w:val="18"/>
                            </w:rPr>
                            <w:t>a</w:t>
                          </w:r>
                          <w:r w:rsidRPr="0057275B">
                            <w:rPr>
                              <w:sz w:val="18"/>
                              <w:szCs w:val="18"/>
                            </w:rPr>
                            <w:t>l Pliego</w:t>
                          </w:r>
                        </w:p>
                        <w:p w:rsidR="004E612B" w:rsidRPr="0057275B" w:rsidRDefault="004E612B" w:rsidP="008518EF">
                          <w:pPr>
                            <w:spacing w:before="0" w:after="0" w:line="240" w:lineRule="auto"/>
                            <w:jc w:val="center"/>
                          </w:pPr>
                        </w:p>
                      </w:txbxContent>
                    </v:textbox>
                  </v:rect>
                  <v:rect id="Rectangle 81" o:spid="_x0000_s1104" style="position:absolute;left:960;top:4440;width:1815;height:28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">
                    <v:textbox inset=".2mm,.2mm,.2mm,.2mm">
                      <w:txbxContent>
                        <w:p w:rsidR="004E612B" w:rsidRPr="00B66FB8" w:rsidRDefault="004E612B" w:rsidP="008518EF">
                          <w:pPr>
                            <w:spacing w:before="0" w:after="0" w:line="240" w:lineRule="auto"/>
                            <w:jc w:val="center"/>
                            <w:rPr>
                              <w:sz w:val="20"/>
                              <w:lang w:val="es-MX"/>
                            </w:rPr>
                          </w:pPr>
                          <w:r>
                            <w:rPr>
                              <w:sz w:val="20"/>
                              <w:lang w:val="es-MX"/>
                            </w:rPr>
                            <w:t>Envía a DGAJ</w:t>
                          </w:r>
                        </w:p>
                      </w:txbxContent>
                    </v:textbox>
                  </v:rect>
                  <v:rect id="Rectangle 82" o:spid="_x0000_s1105" style="position:absolute;left:960;top:3424;width:285;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">
                    <v:textbox inset=".2mm,.2mm,.2mm,.2mm">
                      <w:txbxContent>
                        <w:p w:rsidR="004E612B" w:rsidRPr="00B66FB8" w:rsidRDefault="004E612B" w:rsidP="008518EF">
                          <w:pPr>
                            <w:spacing w:before="0" w:after="0" w:line="240" w:lineRule="auto"/>
                            <w:jc w:val="center"/>
                            <w:rPr>
                              <w:lang w:val="es-MX"/>
                            </w:rPr>
                          </w:pPr>
                          <w:r>
                            <w:rPr>
                              <w:lang w:val="es-MX"/>
                            </w:rPr>
                            <w:t>7</w:t>
                          </w:r>
                        </w:p>
                      </w:txbxContent>
                    </v:textbox>
                  </v:rect>
                </v:group>
              </w:pict>
            </w:r>
          </w:p>
        </w:tc>
        <w:tc>
          <w:tcPr>
            <w:tcW w:w="2180" w:type="dxa"/>
          </w:tcPr>
          <w:p w:rsidR="008518EF" w:rsidRDefault="008B24FB" w:rsidP="00476F4D">
            <w:pPr>
              <w:spacing w:before="0" w:after="0" w:line="240" w:lineRule="auto"/>
            </w:pPr>
            <w:r w:rsidRPr="008B24FB">
              <w:rPr>
                <w:noProof/>
                <w:color w:val="000000"/>
                <w:lang w:eastAsia="es-AR"/>
              </w:rPr>
              <w:pict>
                <v:group id="Group 71" o:spid="_x0000_s1094" style="position:absolute;left:0;text-align:left;margin-left:4.2pt;margin-top:16pt;width:90.75pt;height:65.25pt;z-index:251596800;mso-position-horizontal-relative:text;mso-position-vertical-relative:text" coordorigin="960,3424" coordsize="1815,1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">
                  <v:rect id="Rectangle 72" o:spid="_x0000_s1095" style="position:absolute;left:1245;top:3424;width:1530;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">
                    <v:textbox inset=".2mm,.2mm,.2mm,.2mm">
                      <w:txbxContent>
                        <w:p w:rsidR="004E612B" w:rsidRPr="00B66FB8" w:rsidRDefault="004E612B" w:rsidP="008518EF">
                          <w:pPr>
                            <w:spacing w:before="0" w:after="0" w:line="240" w:lineRule="auto"/>
                            <w:jc w:val="center"/>
                            <w:rPr>
                              <w:sz w:val="18"/>
                              <w:szCs w:val="18"/>
                              <w:lang w:val="es-MX"/>
                            </w:rPr>
                          </w:pPr>
                          <w:r>
                            <w:rPr>
                              <w:sz w:val="18"/>
                              <w:szCs w:val="18"/>
                              <w:lang w:val="es-MX"/>
                            </w:rPr>
                            <w:t>Dictamina y aprueba y hace firmar la Resolución</w:t>
                          </w:r>
                        </w:p>
                      </w:txbxContent>
                    </v:textbox>
                  </v:rect>
                  <v:rect id="Rectangle 73" o:spid="_x0000_s1096" style="position:absolute;left:960;top:4440;width:1815;height:28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">
                    <v:textbox inset=".2mm,.2mm,.2mm,.2mm">
                      <w:txbxContent>
                        <w:p w:rsidR="004E612B" w:rsidRPr="00B66FB8" w:rsidRDefault="004E612B" w:rsidP="008518EF">
                          <w:pPr>
                            <w:spacing w:before="0" w:after="0" w:line="240" w:lineRule="auto"/>
                            <w:jc w:val="center"/>
                            <w:rPr>
                              <w:sz w:val="20"/>
                              <w:lang w:val="es-MX"/>
                            </w:rPr>
                          </w:pPr>
                          <w:r>
                            <w:rPr>
                              <w:sz w:val="20"/>
                              <w:lang w:val="es-MX"/>
                            </w:rPr>
                            <w:t>Envía a DC</w:t>
                          </w:r>
                        </w:p>
                      </w:txbxContent>
                    </v:textbox>
                  </v:rect>
                  <v:rect id="Rectangle 74" o:spid="_x0000_s1097" style="position:absolute;left:960;top:3424;width:285;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">
                    <v:textbox inset=".2mm,.2mm,.2mm,.2mm">
                      <w:txbxContent>
                        <w:p w:rsidR="004E612B" w:rsidRPr="00B66FB8" w:rsidRDefault="004E612B" w:rsidP="008518EF">
                          <w:pPr>
                            <w:spacing w:before="0" w:after="0" w:line="240" w:lineRule="auto"/>
                            <w:jc w:val="center"/>
                            <w:rPr>
                              <w:lang w:val="es-MX"/>
                            </w:rPr>
                          </w:pPr>
                          <w:r>
                            <w:rPr>
                              <w:lang w:val="es-MX"/>
                            </w:rPr>
                            <w:t>8</w:t>
                          </w:r>
                        </w:p>
                      </w:txbxContent>
                    </v:textbox>
                  </v:rect>
                </v:group>
              </w:pict>
            </w:r>
          </w:p>
        </w:tc>
      </w:tr>
    </w:tbl>
    <w:p w:rsidR="008518EF" w:rsidRDefault="008518EF" w:rsidP="00476F4D">
      <w:pPr>
        <w:spacing w:before="0" w:after="0" w:line="240" w:lineRule="auto"/>
      </w:pPr>
    </w:p>
    <w:p w:rsidR="008518EF" w:rsidRDefault="008518EF" w:rsidP="00476F4D">
      <w:pPr>
        <w:spacing w:before="0" w:after="0" w:line="240" w:lineRule="auto"/>
        <w:rPr>
          <w:rFonts w:cs="Arial"/>
          <w:b/>
          <w:bCs/>
          <w:iCs/>
          <w:szCs w:val="28"/>
        </w:rPr>
      </w:pPr>
      <w:bookmarkStart w:id="51" w:name="_Toc511985307"/>
      <w:r>
        <w:br w:type="page"/>
      </w:r>
    </w:p>
    <w:p w:rsidR="008518EF" w:rsidRPr="00E71831" w:rsidRDefault="003E7206" w:rsidP="00476F4D">
      <w:pPr>
        <w:pStyle w:val="Ttulo2"/>
        <w:spacing w:before="0" w:after="0" w:line="240" w:lineRule="auto"/>
      </w:pPr>
      <w:bookmarkStart w:id="52" w:name="_Toc47096492"/>
      <w:bookmarkStart w:id="53" w:name="_Toc47600768"/>
      <w:r>
        <w:lastRenderedPageBreak/>
        <w:t>ETAPA</w:t>
      </w:r>
      <w:r w:rsidR="008518EF">
        <w:t xml:space="preserve"> II: Proceso L</w:t>
      </w:r>
      <w:r w:rsidR="008518EF" w:rsidRPr="00E71831">
        <w:t>icitatorio</w:t>
      </w:r>
      <w:r w:rsidR="008518EF">
        <w:t xml:space="preserve"> y </w:t>
      </w:r>
      <w:bookmarkEnd w:id="51"/>
      <w:r w:rsidR="008518EF">
        <w:t>adjudicación</w:t>
      </w:r>
      <w:bookmarkEnd w:id="52"/>
      <w:bookmarkEnd w:id="53"/>
    </w:p>
    <w:p w:rsidR="008518EF" w:rsidRDefault="008518EF" w:rsidP="00476F4D">
      <w:pPr>
        <w:spacing w:before="0" w:after="0" w:line="240" w:lineRule="auto"/>
      </w:pPr>
    </w:p>
    <w:tbl>
      <w:tblPr>
        <w:tblStyle w:val="Tablaconcuadrcula"/>
        <w:tblW w:w="0" w:type="auto"/>
        <w:tblLayout w:type="fixed"/>
        <w:tblLook w:val="04A0"/>
      </w:tblPr>
      <w:tblGrid>
        <w:gridCol w:w="2179"/>
        <w:gridCol w:w="2180"/>
        <w:gridCol w:w="2179"/>
        <w:gridCol w:w="2180"/>
        <w:gridCol w:w="2180"/>
      </w:tblGrid>
      <w:tr w:rsidR="00460008" w:rsidTr="008518EF">
        <w:trPr>
          <w:trHeight w:val="732"/>
        </w:trPr>
        <w:tc>
          <w:tcPr>
            <w:tcW w:w="2179" w:type="dxa"/>
            <w:shd w:val="clear" w:color="auto" w:fill="D9D9D9" w:themeFill="background1" w:themeFillShade="D9"/>
          </w:tcPr>
          <w:p w:rsidR="008518EF" w:rsidRPr="00C7715B" w:rsidRDefault="008518EF" w:rsidP="00476F4D">
            <w:pPr>
              <w:spacing w:before="0" w:after="0" w:line="240" w:lineRule="auto"/>
              <w:jc w:val="center"/>
              <w:rPr>
                <w:b/>
                <w:sz w:val="28"/>
                <w:szCs w:val="28"/>
              </w:rPr>
            </w:pPr>
            <w:r w:rsidRPr="00C7715B">
              <w:rPr>
                <w:b/>
                <w:sz w:val="28"/>
                <w:szCs w:val="28"/>
              </w:rPr>
              <w:t>UCP</w:t>
            </w:r>
          </w:p>
          <w:p w:rsidR="008518EF" w:rsidRPr="00C7715B" w:rsidRDefault="008518EF" w:rsidP="00476F4D">
            <w:pPr>
              <w:spacing w:before="0" w:after="0" w:line="240" w:lineRule="auto"/>
              <w:jc w:val="center"/>
              <w:rPr>
                <w:b/>
                <w:sz w:val="28"/>
                <w:szCs w:val="28"/>
              </w:rPr>
            </w:pPr>
            <w:r w:rsidRPr="00C7715B">
              <w:rPr>
                <w:b/>
                <w:sz w:val="28"/>
                <w:szCs w:val="28"/>
              </w:rPr>
              <w:t>(JURISDICCIÓN)</w:t>
            </w:r>
          </w:p>
        </w:tc>
        <w:tc>
          <w:tcPr>
            <w:tcW w:w="2180" w:type="dxa"/>
            <w:shd w:val="clear" w:color="auto" w:fill="D9D9D9" w:themeFill="background1" w:themeFillShade="D9"/>
          </w:tcPr>
          <w:p w:rsidR="008518EF" w:rsidRPr="00C7715B" w:rsidRDefault="008518EF" w:rsidP="00476F4D">
            <w:pPr>
              <w:spacing w:before="0" w:after="0" w:line="240" w:lineRule="auto"/>
              <w:jc w:val="center"/>
              <w:rPr>
                <w:b/>
                <w:sz w:val="28"/>
                <w:szCs w:val="28"/>
              </w:rPr>
            </w:pPr>
            <w:r w:rsidRPr="00C7715B">
              <w:rPr>
                <w:b/>
                <w:sz w:val="28"/>
                <w:szCs w:val="28"/>
              </w:rPr>
              <w:t>DGI</w:t>
            </w:r>
          </w:p>
          <w:p w:rsidR="008518EF" w:rsidRPr="00C7715B" w:rsidRDefault="008518EF" w:rsidP="00476F4D">
            <w:pPr>
              <w:spacing w:before="0" w:after="0" w:line="240" w:lineRule="auto"/>
              <w:jc w:val="center"/>
              <w:rPr>
                <w:b/>
                <w:sz w:val="28"/>
                <w:szCs w:val="28"/>
              </w:rPr>
            </w:pPr>
            <w:r w:rsidRPr="00C7715B">
              <w:rPr>
                <w:b/>
                <w:sz w:val="28"/>
                <w:szCs w:val="28"/>
              </w:rPr>
              <w:t>(ME)</w:t>
            </w:r>
          </w:p>
        </w:tc>
        <w:tc>
          <w:tcPr>
            <w:tcW w:w="2179" w:type="dxa"/>
            <w:shd w:val="clear" w:color="auto" w:fill="D9D9D9" w:themeFill="background1" w:themeFillShade="D9"/>
          </w:tcPr>
          <w:p w:rsidR="008518EF" w:rsidRPr="00C7715B" w:rsidRDefault="008518EF" w:rsidP="00476F4D">
            <w:pPr>
              <w:spacing w:before="0" w:after="0" w:line="240" w:lineRule="auto"/>
              <w:jc w:val="center"/>
              <w:rPr>
                <w:b/>
                <w:sz w:val="28"/>
                <w:szCs w:val="28"/>
              </w:rPr>
            </w:pPr>
            <w:r w:rsidRPr="00C7715B">
              <w:rPr>
                <w:b/>
                <w:sz w:val="28"/>
                <w:szCs w:val="28"/>
              </w:rPr>
              <w:t>DGPPSE</w:t>
            </w:r>
          </w:p>
          <w:p w:rsidR="008518EF" w:rsidRPr="00C7715B" w:rsidRDefault="008518EF" w:rsidP="00476F4D">
            <w:pPr>
              <w:spacing w:before="0" w:after="0" w:line="240" w:lineRule="auto"/>
              <w:jc w:val="center"/>
              <w:rPr>
                <w:b/>
                <w:sz w:val="28"/>
                <w:szCs w:val="28"/>
              </w:rPr>
            </w:pPr>
            <w:r w:rsidRPr="00C7715B">
              <w:rPr>
                <w:b/>
                <w:sz w:val="28"/>
                <w:szCs w:val="28"/>
              </w:rPr>
              <w:t>(ME)</w:t>
            </w:r>
          </w:p>
        </w:tc>
        <w:tc>
          <w:tcPr>
            <w:tcW w:w="2180" w:type="dxa"/>
            <w:shd w:val="clear" w:color="auto" w:fill="D9D9D9" w:themeFill="background1" w:themeFillShade="D9"/>
          </w:tcPr>
          <w:p w:rsidR="008518EF" w:rsidRPr="00C7715B" w:rsidRDefault="008518EF" w:rsidP="00476F4D">
            <w:pPr>
              <w:spacing w:before="0" w:after="0" w:line="240" w:lineRule="auto"/>
              <w:jc w:val="center"/>
              <w:rPr>
                <w:b/>
                <w:sz w:val="28"/>
                <w:szCs w:val="28"/>
              </w:rPr>
            </w:pPr>
            <w:r w:rsidRPr="00C7715B">
              <w:rPr>
                <w:b/>
                <w:sz w:val="28"/>
                <w:szCs w:val="28"/>
              </w:rPr>
              <w:t>DC</w:t>
            </w:r>
          </w:p>
          <w:p w:rsidR="008518EF" w:rsidRPr="00C7715B" w:rsidRDefault="008518EF" w:rsidP="00476F4D">
            <w:pPr>
              <w:spacing w:before="0" w:after="0" w:line="240" w:lineRule="auto"/>
              <w:jc w:val="center"/>
              <w:rPr>
                <w:b/>
                <w:sz w:val="28"/>
                <w:szCs w:val="28"/>
              </w:rPr>
            </w:pPr>
            <w:r w:rsidRPr="00C7715B">
              <w:rPr>
                <w:b/>
                <w:sz w:val="28"/>
                <w:szCs w:val="28"/>
              </w:rPr>
              <w:t>(ME)</w:t>
            </w:r>
          </w:p>
        </w:tc>
        <w:tc>
          <w:tcPr>
            <w:tcW w:w="2180" w:type="dxa"/>
            <w:shd w:val="clear" w:color="auto" w:fill="D9D9D9" w:themeFill="background1" w:themeFillShade="D9"/>
          </w:tcPr>
          <w:p w:rsidR="008518EF" w:rsidRPr="00C7715B" w:rsidRDefault="008518EF" w:rsidP="00476F4D">
            <w:pPr>
              <w:spacing w:before="0" w:after="0" w:line="240" w:lineRule="auto"/>
              <w:jc w:val="center"/>
              <w:rPr>
                <w:b/>
                <w:sz w:val="28"/>
                <w:szCs w:val="28"/>
              </w:rPr>
            </w:pPr>
            <w:r w:rsidRPr="00C7715B">
              <w:rPr>
                <w:b/>
                <w:sz w:val="28"/>
                <w:szCs w:val="28"/>
              </w:rPr>
              <w:t>DGAJ</w:t>
            </w:r>
          </w:p>
          <w:p w:rsidR="008518EF" w:rsidRPr="00C7715B" w:rsidRDefault="008518EF" w:rsidP="00476F4D">
            <w:pPr>
              <w:spacing w:before="0" w:after="0" w:line="240" w:lineRule="auto"/>
              <w:jc w:val="center"/>
              <w:rPr>
                <w:b/>
                <w:sz w:val="28"/>
                <w:szCs w:val="28"/>
              </w:rPr>
            </w:pPr>
            <w:r w:rsidRPr="00C7715B">
              <w:rPr>
                <w:b/>
                <w:sz w:val="28"/>
                <w:szCs w:val="28"/>
              </w:rPr>
              <w:t>(ME)</w:t>
            </w:r>
          </w:p>
        </w:tc>
      </w:tr>
      <w:tr w:rsidR="00460008" w:rsidTr="00D44CF9">
        <w:trPr>
          <w:trHeight w:val="11985"/>
        </w:trPr>
        <w:tc>
          <w:tcPr>
            <w:tcW w:w="2179" w:type="dxa"/>
          </w:tcPr>
          <w:p w:rsidR="008518EF" w:rsidRDefault="008B24FB" w:rsidP="00476F4D">
            <w:pPr>
              <w:spacing w:before="0" w:after="0" w:line="240" w:lineRule="auto"/>
            </w:pPr>
            <w:r w:rsidRPr="008B24FB">
              <w:rPr>
                <w:noProof/>
                <w:lang w:eastAsia="es-AR"/>
              </w:rPr>
              <w:pict>
                <v:shape id="AutoShape 28" o:spid="_x0000_s1051" type="#_x0000_t34" style="position:absolute;left:0;text-align:left;margin-left:50.85pt;margin-top:376.75pt;width:63pt;height:57.75pt;rotation:-90;z-index:2515742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" adj="7422">
                  <v:stroke endarrow="block"/>
                </v:shape>
              </w:pict>
            </w:r>
            <w:r w:rsidRPr="008B24FB">
              <w:rPr>
                <w:noProof/>
                <w:lang w:eastAsia="es-AR"/>
              </w:rPr>
              <w:pict>
                <v:shape id="AutoShape 162" o:spid="_x0000_s1185" type="#_x0000_t34" style="position:absolute;left:0;text-align:left;margin-left:94.35pt;margin-top:94.1pt;width:60.1pt;height:13.5pt;z-index:2516408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" adj="21582">
                  <v:stroke endarrow="block"/>
                </v:shape>
              </w:pict>
            </w:r>
            <w:r w:rsidRPr="008B24FB">
              <w:rPr>
                <w:noProof/>
                <w:lang w:eastAsia="es-AR"/>
              </w:rPr>
              <w:pict>
                <v:shape id="AutoShape 164" o:spid="_x0000_s1187" type="#_x0000_t34" style="position:absolute;left:0;text-align:left;margin-left:94.35pt;margin-top:190.7pt;width:60.1pt;height:13.5pt;z-index:2516428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" adj="21582">
                  <v:stroke endarrow="block"/>
                </v:shape>
              </w:pict>
            </w:r>
            <w:r w:rsidRPr="008B24FB">
              <w:rPr>
                <w:noProof/>
                <w:lang w:eastAsia="es-AR"/>
              </w:rPr>
              <w:pict>
                <v:shape id="AutoShape 166" o:spid="_x0000_s1189" type="#_x0000_t34" style="position:absolute;left:0;text-align:left;margin-left:93.6pt;margin-top:284.3pt;width:60.1pt;height:13.5pt;z-index:2516449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" adj="21582">
                  <v:stroke endarrow="block"/>
                </v:shape>
              </w:pict>
            </w:r>
            <w:r w:rsidRPr="008B24FB">
              <w:rPr>
                <w:noProof/>
                <w:lang w:eastAsia="es-AR"/>
              </w:rPr>
              <w:pict>
                <v:shape id="AutoShape 160" o:spid="_x0000_s1183" type="#_x0000_t34" style="position:absolute;left:0;text-align:left;margin-left:51.95pt;margin-top:37.1pt;width:61.15pt;height:20.15pt;rotation:180;flip:y;z-index:2516387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" adj="21600">
                  <v:stroke endarrow="block"/>
                </v:shape>
              </w:pict>
            </w:r>
            <w:r w:rsidRPr="008B24FB">
              <w:rPr>
                <w:noProof/>
                <w:lang w:eastAsia="es-AR"/>
              </w:rPr>
              <w:pict>
                <v:shape id="AutoShape 29" o:spid="_x0000_s1052" type="#_x0000_t32" style="position:absolute;left:0;text-align:left;margin-left:313.35pt;margin-top:366.4pt;width:18pt;height:0;z-index:251575296;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">
                  <v:stroke endarrow="block"/>
                </v:shape>
              </w:pict>
            </w:r>
            <w:r w:rsidRPr="008B24FB">
              <w:rPr>
                <w:noProof/>
                <w:lang w:eastAsia="es-AR"/>
              </w:rPr>
              <w:pict>
                <v:shape id="AutoShape 30" o:spid="_x0000_s1053" type="#_x0000_t32" style="position:absolute;left:0;text-align:left;margin-left:202.55pt;margin-top:369.25pt;width:18pt;height:0;z-index:251576320;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">
                  <v:stroke endarrow="block"/>
                </v:shape>
              </w:pict>
            </w:r>
            <w:r w:rsidRPr="008B24FB">
              <w:rPr>
                <w:noProof/>
                <w:lang w:eastAsia="es-AR"/>
              </w:rPr>
              <w:pict>
                <v:rect id="Rectangle 31" o:spid="_x0000_s1054" style="position:absolute;left:0;text-align:left;margin-left:161.3pt;margin-top:409.4pt;width:17.4pt;height:10.65pt;z-index:25157734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" stroked="f">
                  <v:textbox inset="0,0,0,0">
                    <w:txbxContent>
                      <w:p w:rsidR="004E612B" w:rsidRPr="00F77F8E" w:rsidRDefault="004E612B" w:rsidP="00D44CF9">
                        <w:pPr>
                          <w:spacing w:before="0" w:after="0" w:line="240" w:lineRule="auto"/>
                          <w:rPr>
                            <w:b/>
                            <w:sz w:val="18"/>
                            <w:szCs w:val="18"/>
                            <w:lang w:val="es-MX"/>
                          </w:rPr>
                        </w:pPr>
                        <w:r>
                          <w:rPr>
                            <w:b/>
                            <w:sz w:val="18"/>
                            <w:szCs w:val="18"/>
                            <w:lang w:val="es-MX"/>
                          </w:rPr>
                          <w:t>No</w:t>
                        </w:r>
                      </w:p>
                    </w:txbxContent>
                  </v:textbox>
                </v:rect>
              </w:pict>
            </w:r>
            <w:r w:rsidRPr="008B24FB">
              <w:rPr>
                <w:noProof/>
                <w:lang w:eastAsia="es-AR"/>
              </w:rPr>
              <w:pict>
                <v:group id="Group 32" o:spid="_x0000_s1055" style="position:absolute;left:0;text-align:left;margin-left:220.35pt;margin-top:337.9pt;width:90.75pt;height:65.25pt;z-index:251578368;mso-position-horizontal-relative:text;mso-position-vertical-relative:text" coordorigin="960,3424" coordsize="1815,1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">
                  <v:rect id="Rectangle 33" o:spid="_x0000_s1056" style="position:absolute;left:1245;top:3424;width:1530;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">
                    <v:textbox inset=".2mm,.2mm,.2mm,.2mm">
                      <w:txbxContent>
                        <w:p w:rsidR="004E612B" w:rsidRPr="0057275B" w:rsidRDefault="004E612B" w:rsidP="00D44CF9">
                          <w:pPr>
                            <w:spacing w:before="0" w:after="0" w:line="240" w:lineRule="auto"/>
                            <w:jc w:val="center"/>
                            <w:rPr>
                              <w:sz w:val="18"/>
                              <w:szCs w:val="18"/>
                            </w:rPr>
                          </w:pPr>
                          <w:r w:rsidRPr="0057275B">
                            <w:rPr>
                              <w:sz w:val="18"/>
                              <w:szCs w:val="18"/>
                            </w:rPr>
                            <w:t>Elabora Informe de Presupuesto</w:t>
                          </w:r>
                        </w:p>
                      </w:txbxContent>
                    </v:textbox>
                  </v:rect>
                  <v:rect id="Rectangle 34" o:spid="_x0000_s1057" style="position:absolute;left:960;top:4440;width:1815;height:28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">
                    <v:textbox inset=".2mm,.2mm,.2mm,.2mm">
                      <w:txbxContent>
                        <w:p w:rsidR="004E612B" w:rsidRPr="00B66FB8" w:rsidRDefault="004E612B" w:rsidP="00D44CF9">
                          <w:pPr>
                            <w:spacing w:before="0" w:after="0" w:line="240" w:lineRule="auto"/>
                            <w:jc w:val="center"/>
                            <w:rPr>
                              <w:sz w:val="20"/>
                              <w:lang w:val="es-MX"/>
                            </w:rPr>
                          </w:pPr>
                          <w:r>
                            <w:rPr>
                              <w:sz w:val="20"/>
                              <w:lang w:val="es-MX"/>
                            </w:rPr>
                            <w:t>Envía a DC</w:t>
                          </w:r>
                        </w:p>
                      </w:txbxContent>
                    </v:textbox>
                  </v:rect>
                  <v:rect id="Rectangle 35" o:spid="_x0000_s1058" style="position:absolute;left:960;top:3424;width:285;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">
                    <v:textbox inset="0,0,0,0">
                      <w:txbxContent>
                        <w:p w:rsidR="004E612B" w:rsidRPr="00F34087" w:rsidRDefault="004E612B" w:rsidP="00D44CF9">
                          <w:pPr>
                            <w:spacing w:before="0" w:after="0" w:line="240" w:lineRule="auto"/>
                            <w:jc w:val="center"/>
                            <w:rPr>
                              <w:sz w:val="20"/>
                              <w:lang w:val="es-MX"/>
                            </w:rPr>
                          </w:pPr>
                          <w:r w:rsidRPr="00F34087">
                            <w:rPr>
                              <w:sz w:val="20"/>
                              <w:lang w:val="es-MX"/>
                            </w:rPr>
                            <w:t>11</w:t>
                          </w:r>
                        </w:p>
                      </w:txbxContent>
                    </v:textbox>
                  </v:rect>
                </v:group>
              </w:pict>
            </w:r>
            <w:r w:rsidRPr="008B24FB">
              <w:rPr>
                <w:noProof/>
                <w:lang w:eastAsia="es-AR"/>
              </w:rPr>
              <w:pict>
                <v:rect id="Rectangle 36" o:spid="_x0000_s1059" style="position:absolute;left:0;text-align:left;margin-left:200.3pt;margin-top:355.2pt;width:10.5pt;height:11.25pt;z-index:25157939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" stroked="f">
                  <v:textbox inset="0,0,0,0">
                    <w:txbxContent>
                      <w:p w:rsidR="004E612B" w:rsidRPr="00F77F8E" w:rsidRDefault="004E612B" w:rsidP="00D44CF9">
                        <w:pPr>
                          <w:spacing w:before="0" w:after="0" w:line="240" w:lineRule="auto"/>
                          <w:rPr>
                            <w:b/>
                            <w:sz w:val="18"/>
                            <w:szCs w:val="18"/>
                            <w:lang w:val="es-MX"/>
                          </w:rPr>
                        </w:pPr>
                        <w:r w:rsidRPr="00F77F8E">
                          <w:rPr>
                            <w:b/>
                            <w:sz w:val="18"/>
                            <w:szCs w:val="18"/>
                            <w:lang w:val="es-MX"/>
                          </w:rPr>
                          <w:t>Si</w:t>
                        </w:r>
                      </w:p>
                    </w:txbxContent>
                  </v:textbox>
                </v:rect>
              </w:pict>
            </w:r>
            <w:r w:rsidRPr="008B24FB">
              <w:rPr>
                <w:noProof/>
                <w:lang w:eastAsia="es-AR"/>
              </w:rPr>
              <w:pict>
                <v:shape id="AutoShape 37" o:spid="_x0000_s1060" type="#_x0000_t4" style="position:absolute;left:0;text-align:left;margin-left:112.35pt;margin-top:331.5pt;width:90.2pt;height:76.3pt;z-index:25158041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">
                  <v:textbox inset=".5mm,.3mm,.5mm,.3mm">
                    <w:txbxContent>
                      <w:p w:rsidR="004E612B" w:rsidRPr="0057275B" w:rsidRDefault="004E612B" w:rsidP="00D44CF9">
                        <w:pPr>
                          <w:spacing w:before="0" w:after="0" w:line="240" w:lineRule="auto"/>
                          <w:jc w:val="center"/>
                          <w:rPr>
                            <w:sz w:val="20"/>
                            <w:lang w:val="es-MX"/>
                          </w:rPr>
                        </w:pPr>
                        <w:r w:rsidRPr="0057275B">
                          <w:rPr>
                            <w:sz w:val="20"/>
                            <w:lang w:val="es-MX"/>
                          </w:rPr>
                          <w:t xml:space="preserve">Otorga </w:t>
                        </w:r>
                        <w:r>
                          <w:rPr>
                            <w:sz w:val="20"/>
                            <w:lang w:val="es-MX"/>
                          </w:rPr>
                          <w:t>N</w:t>
                        </w:r>
                        <w:r w:rsidRPr="0057275B">
                          <w:rPr>
                            <w:sz w:val="20"/>
                            <w:lang w:val="es-MX"/>
                          </w:rPr>
                          <w:t xml:space="preserve">o </w:t>
                        </w:r>
                        <w:r>
                          <w:rPr>
                            <w:sz w:val="20"/>
                            <w:lang w:val="es-MX"/>
                          </w:rPr>
                          <w:t>Objeción</w:t>
                        </w:r>
                        <w:r w:rsidRPr="0057275B">
                          <w:rPr>
                            <w:sz w:val="20"/>
                            <w:lang w:val="es-MX"/>
                          </w:rPr>
                          <w:t>?</w:t>
                        </w:r>
                      </w:p>
                    </w:txbxContent>
                  </v:textbox>
                </v:shape>
              </w:pict>
            </w:r>
            <w:r w:rsidRPr="008B24FB">
              <w:rPr>
                <w:noProof/>
                <w:lang w:eastAsia="es-AR"/>
              </w:rPr>
              <w:pict>
                <v:rect id="Rectangle 38" o:spid="_x0000_s1061" style="position:absolute;left:0;text-align:left;margin-left:106pt;margin-top:364.15pt;width:37.7pt;height:11.35pt;rotation:90;z-index:25158144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">
                  <v:textbox inset="0,0,0,0">
                    <w:txbxContent>
                      <w:p w:rsidR="004E612B" w:rsidRPr="00E8545E" w:rsidRDefault="004E612B" w:rsidP="00D44CF9">
                        <w:pPr>
                          <w:spacing w:before="0" w:after="0" w:line="240" w:lineRule="auto"/>
                          <w:jc w:val="center"/>
                          <w:rPr>
                            <w:sz w:val="20"/>
                            <w:lang w:val="es-MX"/>
                          </w:rPr>
                        </w:pPr>
                        <w:r>
                          <w:rPr>
                            <w:sz w:val="20"/>
                            <w:lang w:val="es-MX"/>
                          </w:rPr>
                          <w:t>7 8 10</w:t>
                        </w:r>
                      </w:p>
                    </w:txbxContent>
                  </v:textbox>
                </v:rect>
              </w:pict>
            </w:r>
            <w:r w:rsidRPr="008B24FB">
              <w:rPr>
                <w:noProof/>
                <w:lang w:eastAsia="es-AR"/>
              </w:rPr>
              <w:pict>
                <v:shape id="AutoShape 39" o:spid="_x0000_s1062" type="#_x0000_t34" style="position:absolute;left:0;text-align:left;margin-left:422.85pt;margin-top:403.2pt;width:67.1pt;height:54.55pt;rotation:180;flip:y;z-index:2515824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" adj="-65">
                  <v:stroke endarrow="block"/>
                </v:shape>
              </w:pict>
            </w:r>
            <w:r w:rsidRPr="008B24FB">
              <w:rPr>
                <w:noProof/>
                <w:lang w:eastAsia="es-AR"/>
              </w:rPr>
              <w:pict>
                <v:shape id="AutoShape 40" o:spid="_x0000_s1063" type="#_x0000_t32" style="position:absolute;left:0;text-align:left;margin-left:422.85pt;margin-top:366.45pt;width:18pt;height:0;z-index:251583488;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">
                  <v:stroke endarrow="block"/>
                </v:shape>
              </w:pict>
            </w:r>
            <w:r w:rsidRPr="008B24FB">
              <w:rPr>
                <w:noProof/>
                <w:lang w:eastAsia="es-AR"/>
              </w:rPr>
              <w:pict>
                <v:group id="Group 41" o:spid="_x0000_s1064" style="position:absolute;left:0;text-align:left;margin-left:332.1pt;margin-top:337.95pt;width:90.75pt;height:65.25pt;z-index:251584512;mso-position-horizontal-relative:text;mso-position-vertical-relative:text" coordorigin="960,3424" coordsize="1815,1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">
                  <v:rect id="Rectangle 42" o:spid="_x0000_s1065" style="position:absolute;left:1245;top:3424;width:1530;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">
                    <v:textbox inset=".2mm,.2mm,.2mm,.2mm">
                      <w:txbxContent>
                        <w:p w:rsidR="004E612B" w:rsidRPr="00343927" w:rsidRDefault="004E612B" w:rsidP="00D44CF9">
                          <w:pPr>
                            <w:spacing w:before="0" w:after="0" w:line="240" w:lineRule="auto"/>
                            <w:jc w:val="center"/>
                            <w:rPr>
                              <w:sz w:val="18"/>
                              <w:szCs w:val="18"/>
                            </w:rPr>
                          </w:pPr>
                          <w:r>
                            <w:rPr>
                              <w:sz w:val="18"/>
                              <w:szCs w:val="18"/>
                            </w:rPr>
                            <w:t>Verifica ofertas y e</w:t>
                          </w:r>
                          <w:r w:rsidRPr="0057275B">
                            <w:rPr>
                              <w:sz w:val="18"/>
                              <w:szCs w:val="18"/>
                            </w:rPr>
                            <w:t xml:space="preserve">labora </w:t>
                          </w:r>
                          <w:r>
                            <w:rPr>
                              <w:sz w:val="18"/>
                              <w:szCs w:val="18"/>
                            </w:rPr>
                            <w:t>P</w:t>
                          </w:r>
                          <w:r w:rsidRPr="0057275B">
                            <w:rPr>
                              <w:sz w:val="18"/>
                              <w:szCs w:val="18"/>
                            </w:rPr>
                            <w:t>roy</w:t>
                          </w:r>
                          <w:r>
                            <w:rPr>
                              <w:sz w:val="18"/>
                              <w:szCs w:val="18"/>
                            </w:rPr>
                            <w:t>.</w:t>
                          </w:r>
                          <w:r w:rsidRPr="0057275B">
                            <w:rPr>
                              <w:sz w:val="18"/>
                              <w:szCs w:val="18"/>
                            </w:rPr>
                            <w:t xml:space="preserve"> de Resolución de </w:t>
                          </w:r>
                          <w:r>
                            <w:rPr>
                              <w:sz w:val="18"/>
                              <w:szCs w:val="18"/>
                            </w:rPr>
                            <w:t>adjudicación</w:t>
                          </w:r>
                        </w:p>
                      </w:txbxContent>
                    </v:textbox>
                  </v:rect>
                  <v:rect id="Rectangle 43" o:spid="_x0000_s1066" style="position:absolute;left:960;top:4440;width:1815;height:28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">
                    <v:textbox inset=".2mm,.2mm,.2mm,.2mm">
                      <w:txbxContent>
                        <w:p w:rsidR="004E612B" w:rsidRPr="00B66FB8" w:rsidRDefault="004E612B" w:rsidP="00D44CF9">
                          <w:pPr>
                            <w:spacing w:before="0" w:after="0" w:line="240" w:lineRule="auto"/>
                            <w:jc w:val="center"/>
                            <w:rPr>
                              <w:sz w:val="20"/>
                              <w:lang w:val="es-MX"/>
                            </w:rPr>
                          </w:pPr>
                          <w:r>
                            <w:rPr>
                              <w:sz w:val="20"/>
                              <w:lang w:val="es-MX"/>
                            </w:rPr>
                            <w:t>Envía a DGAJ</w:t>
                          </w:r>
                        </w:p>
                      </w:txbxContent>
                    </v:textbox>
                  </v:rect>
                  <v:rect id="Rectangle 44" o:spid="_x0000_s1067" style="position:absolute;left:960;top:3424;width:285;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">
                    <v:textbox inset="0,0,0,0">
                      <w:txbxContent>
                        <w:p w:rsidR="004E612B" w:rsidRPr="00F34087" w:rsidRDefault="004E612B" w:rsidP="00D44CF9">
                          <w:pPr>
                            <w:spacing w:before="0" w:after="0" w:line="240" w:lineRule="auto"/>
                            <w:jc w:val="center"/>
                            <w:rPr>
                              <w:sz w:val="20"/>
                              <w:lang w:val="es-MX"/>
                            </w:rPr>
                          </w:pPr>
                          <w:r w:rsidRPr="00F34087">
                            <w:rPr>
                              <w:sz w:val="20"/>
                              <w:lang w:val="es-MX"/>
                            </w:rPr>
                            <w:t>12</w:t>
                          </w:r>
                        </w:p>
                      </w:txbxContent>
                    </v:textbox>
                  </v:rect>
                </v:group>
              </w:pict>
            </w:r>
            <w:r w:rsidRPr="008B24FB">
              <w:rPr>
                <w:noProof/>
                <w:lang w:eastAsia="es-AR"/>
              </w:rPr>
              <w:pict>
                <v:shape id="AutoShape 45" o:spid="_x0000_s1068" type="#_x0000_t32" style="position:absolute;left:0;text-align:left;margin-left:93.2pt;margin-top:369.25pt;width:18pt;height:0;z-index:251585536;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">
                  <v:stroke endarrow="block"/>
                </v:shape>
              </w:pict>
            </w:r>
            <w:r w:rsidRPr="008B24FB">
              <w:rPr>
                <w:noProof/>
                <w:lang w:eastAsia="es-AR"/>
              </w:rPr>
              <w:pict>
                <v:shape id="AutoShape 46" o:spid="_x0000_s1069" type="#_x0000_t34" style="position:absolute;left:0;text-align:left;margin-left:94.35pt;margin-top:406.95pt;width:63.35pt;height:55pt;rotation:180;flip:y;z-index:2515865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" adj="-222">
                  <v:stroke endarrow="block"/>
                </v:shape>
              </w:pict>
            </w:r>
            <w:r w:rsidRPr="008B24FB">
              <w:rPr>
                <w:noProof/>
                <w:lang w:eastAsia="es-AR"/>
              </w:rPr>
              <w:pict>
                <v:group id="Group 47" o:spid="_x0000_s1070" style="position:absolute;left:0;text-align:left;margin-left:3.6pt;margin-top:429.65pt;width:90.75pt;height:65.25pt;z-index:251587584;mso-position-horizontal-relative:text;mso-position-vertical-relative:text" coordorigin="960,3424" coordsize="1815,1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">
                  <v:rect id="Rectangle 48" o:spid="_x0000_s1071" style="position:absolute;left:1245;top:3424;width:1530;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">
                    <v:textbox inset=".2mm,.2mm,.2mm,.2mm">
                      <w:txbxContent>
                        <w:p w:rsidR="004E612B" w:rsidRPr="00B66FB8" w:rsidRDefault="004E612B" w:rsidP="00D44CF9">
                          <w:pPr>
                            <w:spacing w:before="0" w:after="0" w:line="240" w:lineRule="auto"/>
                            <w:jc w:val="center"/>
                            <w:rPr>
                              <w:sz w:val="18"/>
                              <w:szCs w:val="18"/>
                              <w:lang w:val="es-MX"/>
                            </w:rPr>
                          </w:pPr>
                          <w:r>
                            <w:rPr>
                              <w:sz w:val="18"/>
                              <w:szCs w:val="18"/>
                              <w:lang w:val="es-MX"/>
                            </w:rPr>
                            <w:t>Revisar, rectifica o ratifica y vuelve a enviar</w:t>
                          </w:r>
                        </w:p>
                      </w:txbxContent>
                    </v:textbox>
                  </v:rect>
                  <v:rect id="Rectangle 49" o:spid="_x0000_s1072" style="position:absolute;left:960;top:4440;width:1815;height:28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">
                    <v:textbox inset=".2mm,.2mm,.2mm,.2mm">
                      <w:txbxContent>
                        <w:p w:rsidR="004E612B" w:rsidRPr="00B66FB8" w:rsidRDefault="004E612B" w:rsidP="00D44CF9">
                          <w:pPr>
                            <w:spacing w:before="0" w:after="0" w:line="240" w:lineRule="auto"/>
                            <w:jc w:val="center"/>
                            <w:rPr>
                              <w:sz w:val="20"/>
                              <w:lang w:val="es-MX"/>
                            </w:rPr>
                          </w:pPr>
                          <w:r w:rsidRPr="00B66FB8">
                            <w:rPr>
                              <w:sz w:val="20"/>
                              <w:lang w:val="es-MX"/>
                            </w:rPr>
                            <w:t>Envía a DGI</w:t>
                          </w:r>
                        </w:p>
                      </w:txbxContent>
                    </v:textbox>
                  </v:rect>
                  <v:rect id="Rectangle 50" o:spid="_x0000_s1073" style="position:absolute;left:960;top:3424;width:285;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">
                    <v:textbox inset=".2mm,.2mm,.2mm,.2mm">
                      <w:txbxContent>
                        <w:p w:rsidR="004E612B" w:rsidRPr="00B66FB8" w:rsidRDefault="004E612B" w:rsidP="00D44CF9">
                          <w:pPr>
                            <w:spacing w:before="0" w:after="0" w:line="240" w:lineRule="auto"/>
                            <w:jc w:val="center"/>
                            <w:rPr>
                              <w:lang w:val="es-MX"/>
                            </w:rPr>
                          </w:pPr>
                          <w:r>
                            <w:rPr>
                              <w:lang w:val="es-MX"/>
                            </w:rPr>
                            <w:t>9</w:t>
                          </w:r>
                        </w:p>
                      </w:txbxContent>
                    </v:textbox>
                  </v:rect>
                </v:group>
              </w:pict>
            </w:r>
            <w:r w:rsidRPr="008B24FB">
              <w:rPr>
                <w:noProof/>
                <w:lang w:eastAsia="es-AR"/>
              </w:rPr>
              <w:pict>
                <v:group id="Group 51" o:spid="_x0000_s1074" style="position:absolute;left:0;text-align:left;margin-left:2.45pt;margin-top:337.95pt;width:90.75pt;height:65.25pt;z-index:251588608;mso-position-horizontal-relative:text;mso-position-vertical-relative:text" coordorigin="960,3424" coordsize="1815,1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">
                  <v:rect id="Rectangle 52" o:spid="_x0000_s1075" style="position:absolute;left:1245;top:3424;width:1530;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">
                    <v:textbox inset=".2mm,.2mm,.2mm,.2mm">
                      <w:txbxContent>
                        <w:p w:rsidR="004E612B" w:rsidRPr="00B66FB8" w:rsidRDefault="004E612B" w:rsidP="00D44CF9">
                          <w:pPr>
                            <w:spacing w:before="0" w:after="0" w:line="240" w:lineRule="auto"/>
                            <w:jc w:val="center"/>
                            <w:rPr>
                              <w:sz w:val="18"/>
                              <w:szCs w:val="18"/>
                              <w:lang w:val="es-MX"/>
                            </w:rPr>
                          </w:pPr>
                          <w:r>
                            <w:rPr>
                              <w:sz w:val="18"/>
                              <w:szCs w:val="18"/>
                              <w:lang w:val="es-MX"/>
                            </w:rPr>
                            <w:t>Análisis de Ofertas y D</w:t>
                          </w:r>
                          <w:r w:rsidRPr="00343927">
                            <w:rPr>
                              <w:sz w:val="18"/>
                              <w:szCs w:val="18"/>
                              <w:lang w:val="es-MX"/>
                            </w:rPr>
                            <w:t>ictamen de</w:t>
                          </w:r>
                          <w:r>
                            <w:rPr>
                              <w:sz w:val="18"/>
                              <w:szCs w:val="18"/>
                              <w:lang w:val="es-MX"/>
                            </w:rPr>
                            <w:t>Evaluación.</w:t>
                          </w:r>
                        </w:p>
                      </w:txbxContent>
                    </v:textbox>
                  </v:rect>
                  <v:rect id="Rectangle 53" o:spid="_x0000_s1076" style="position:absolute;left:960;top:4440;width:1815;height:28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">
                    <v:textbox inset=".2mm,.2mm,.2mm,.2mm">
                      <w:txbxContent>
                        <w:p w:rsidR="004E612B" w:rsidRPr="00D547E0" w:rsidRDefault="004E612B" w:rsidP="00D44CF9">
                          <w:pPr>
                            <w:spacing w:before="0" w:after="0" w:line="240" w:lineRule="auto"/>
                            <w:jc w:val="center"/>
                            <w:rPr>
                              <w:sz w:val="20"/>
                              <w:lang w:val="es-MX"/>
                            </w:rPr>
                          </w:pPr>
                          <w:r w:rsidRPr="00D547E0">
                            <w:rPr>
                              <w:sz w:val="20"/>
                              <w:lang w:val="es-MX"/>
                            </w:rPr>
                            <w:t>Envía a DGI</w:t>
                          </w:r>
                        </w:p>
                      </w:txbxContent>
                    </v:textbox>
                  </v:rect>
                  <v:rect id="Rectangle 54" o:spid="_x0000_s1077" style="position:absolute;left:960;top:3424;width:285;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">
                    <v:textbox inset=".2mm,.2mm,.2mm,.2mm">
                      <w:txbxContent>
                        <w:p w:rsidR="004E612B" w:rsidRPr="00B66FB8" w:rsidRDefault="004E612B" w:rsidP="00D44CF9">
                          <w:pPr>
                            <w:spacing w:before="0" w:after="0" w:line="240" w:lineRule="auto"/>
                            <w:jc w:val="center"/>
                            <w:rPr>
                              <w:lang w:val="es-MX"/>
                            </w:rPr>
                          </w:pPr>
                          <w:r>
                            <w:rPr>
                              <w:lang w:val="es-MX"/>
                            </w:rPr>
                            <w:t>6</w:t>
                          </w:r>
                        </w:p>
                      </w:txbxContent>
                    </v:textbox>
                  </v:rect>
                </v:group>
              </w:pict>
            </w:r>
            <w:r w:rsidRPr="008B24FB">
              <w:rPr>
                <w:noProof/>
                <w:color w:val="000000"/>
                <w:lang w:eastAsia="es-AR"/>
              </w:rPr>
              <w:pict>
                <v:group id="Group 113" o:spid="_x0000_s1136" style="position:absolute;left:0;text-align:left;margin-left:2.45pt;margin-top:247pt;width:90.75pt;height:65.25pt;z-index:251615232;mso-position-horizontal-relative:text;mso-position-vertical-relative:text" coordorigin="960,3424" coordsize="1815,1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">
                  <v:rect id="Rectangle 114" o:spid="_x0000_s1137" style="position:absolute;left:1245;top:3424;width:1530;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">
                    <v:textbox inset=".2mm,.2mm,.2mm,.2mm">
                      <w:txbxContent>
                        <w:p w:rsidR="004E612B" w:rsidRPr="00290991" w:rsidRDefault="004E612B" w:rsidP="00D44CF9">
                          <w:pPr>
                            <w:spacing w:before="0" w:after="0" w:line="240" w:lineRule="auto"/>
                            <w:jc w:val="center"/>
                            <w:rPr>
                              <w:sz w:val="18"/>
                              <w:szCs w:val="18"/>
                              <w:lang w:val="es-MX"/>
                            </w:rPr>
                          </w:pPr>
                          <w:r>
                            <w:rPr>
                              <w:sz w:val="18"/>
                              <w:szCs w:val="18"/>
                              <w:lang w:val="es-MX"/>
                            </w:rPr>
                            <w:t>R</w:t>
                          </w:r>
                          <w:r w:rsidRPr="00290991">
                            <w:rPr>
                              <w:sz w:val="18"/>
                              <w:szCs w:val="18"/>
                              <w:lang w:val="es-MX"/>
                            </w:rPr>
                            <w:t>ecibe ofertas y procede a la apertura de los sobres</w:t>
                          </w:r>
                        </w:p>
                      </w:txbxContent>
                    </v:textbox>
                  </v:rect>
                  <v:rect id="Rectangle 115" o:spid="_x0000_s1138" style="position:absolute;left:960;top:4440;width:1815;height:28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">
                    <v:textbox inset=".2mm,.2mm,.2mm,.2mm">
                      <w:txbxContent>
                        <w:p w:rsidR="004E612B" w:rsidRPr="00D547E0" w:rsidRDefault="004E612B" w:rsidP="00D44CF9">
                          <w:pPr>
                            <w:spacing w:before="0" w:after="0" w:line="240" w:lineRule="auto"/>
                            <w:jc w:val="center"/>
                            <w:rPr>
                              <w:sz w:val="20"/>
                              <w:lang w:val="es-MX"/>
                            </w:rPr>
                          </w:pPr>
                          <w:r w:rsidRPr="00D547E0">
                            <w:rPr>
                              <w:sz w:val="20"/>
                              <w:lang w:val="es-MX"/>
                            </w:rPr>
                            <w:t>Comunica a DGI</w:t>
                          </w:r>
                        </w:p>
                      </w:txbxContent>
                    </v:textbox>
                  </v:rect>
                  <v:rect id="Rectangle 116" o:spid="_x0000_s1139" style="position:absolute;left:960;top:3424;width:285;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">
                    <v:textbox inset=".2mm,.2mm,.2mm,.2mm">
                      <w:txbxContent>
                        <w:p w:rsidR="004E612B" w:rsidRPr="00B66FB8" w:rsidRDefault="004E612B" w:rsidP="00D44CF9">
                          <w:pPr>
                            <w:spacing w:before="0" w:after="0" w:line="240" w:lineRule="auto"/>
                            <w:jc w:val="center"/>
                            <w:rPr>
                              <w:lang w:val="es-MX"/>
                            </w:rPr>
                          </w:pPr>
                          <w:r>
                            <w:rPr>
                              <w:lang w:val="es-MX"/>
                            </w:rPr>
                            <w:t>5</w:t>
                          </w:r>
                        </w:p>
                      </w:txbxContent>
                    </v:textbox>
                  </v:rect>
                </v:group>
              </w:pict>
            </w:r>
            <w:r w:rsidRPr="008B24FB">
              <w:rPr>
                <w:noProof/>
                <w:lang w:eastAsia="es-AR"/>
              </w:rPr>
              <w:pict>
                <v:shape id="AutoShape 118" o:spid="_x0000_s1141" type="#_x0000_t32" style="position:absolute;left:0;text-align:left;margin-left:51.2pt;margin-top:313.4pt;width:0;height:23.8pt;z-index:251617280;visibility:visible;mso-wrap-distance-left:3.17497mm;mso-wrap-distance-right:3.17497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">
                  <v:stroke endarrow="block"/>
                </v:shape>
              </w:pict>
            </w:r>
            <w:r w:rsidRPr="008B24FB">
              <w:rPr>
                <w:noProof/>
                <w:lang w:eastAsia="es-AR"/>
              </w:rPr>
              <w:pict>
                <v:shape id="AutoShape 123" o:spid="_x0000_s1146" type="#_x0000_t32" style="position:absolute;left:0;text-align:left;margin-left:50.45pt;margin-top:221.65pt;width:0;height:23.8pt;z-index:251619328;visibility:visible;mso-wrap-distance-left:3.17497mm;mso-wrap-distance-right:3.17497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">
                  <v:stroke endarrow="block"/>
                </v:shape>
              </w:pict>
            </w:r>
            <w:r w:rsidRPr="008B24FB">
              <w:rPr>
                <w:noProof/>
                <w:lang w:eastAsia="es-AR"/>
              </w:rPr>
              <w:pict>
                <v:group id="Group 119" o:spid="_x0000_s1142" style="position:absolute;left:0;text-align:left;margin-left:2.85pt;margin-top:147.25pt;width:90.75pt;height:74.4pt;z-index:251618304;mso-position-horizontal-relative:text;mso-position-vertical-relative:text" coordorigin="5288,2494" coordsize="1815,14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">
                  <v:rect id="Rectangle 120" o:spid="_x0000_s1143" style="position:absolute;left:5573;top:2494;width:1530;height:1198;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">
                    <v:textbox inset=".2mm,.2mm,.2mm,.2mm">
                      <w:txbxContent>
                        <w:p w:rsidR="004E612B" w:rsidRPr="009947A6" w:rsidRDefault="004E612B" w:rsidP="00D44CF9">
                          <w:pPr>
                            <w:spacing w:before="0" w:after="0" w:line="240" w:lineRule="auto"/>
                            <w:jc w:val="center"/>
                            <w:rPr>
                              <w:lang w:val="es-MX"/>
                            </w:rPr>
                          </w:pPr>
                          <w:r>
                            <w:rPr>
                              <w:sz w:val="18"/>
                              <w:szCs w:val="18"/>
                              <w:lang w:val="es-MX"/>
                            </w:rPr>
                            <w:t>Envía invitaciones, publica en pagina web, entrega pliegos, recibe y contesta consultas</w:t>
                          </w:r>
                        </w:p>
                      </w:txbxContent>
                    </v:textbox>
                  </v:rect>
                  <v:rect id="Rectangle 121" o:spid="_x0000_s1144" style="position:absolute;left:5288;top:3693;width:1815;height:28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">
                    <v:textbox inset=".2mm,.2mm,.2mm,.2mm">
                      <w:txbxContent>
                        <w:p w:rsidR="004E612B" w:rsidRPr="00D547E0" w:rsidRDefault="004E612B" w:rsidP="00D44CF9">
                          <w:pPr>
                            <w:spacing w:before="0" w:after="0" w:line="240" w:lineRule="auto"/>
                            <w:jc w:val="center"/>
                            <w:rPr>
                              <w:sz w:val="20"/>
                              <w:lang w:val="es-MX"/>
                            </w:rPr>
                          </w:pPr>
                          <w:r w:rsidRPr="00D547E0">
                            <w:rPr>
                              <w:sz w:val="20"/>
                              <w:lang w:val="es-MX"/>
                            </w:rPr>
                            <w:t>Comunica a DGI</w:t>
                          </w:r>
                        </w:p>
                      </w:txbxContent>
                    </v:textbox>
                  </v:rect>
                  <v:rect id="Rectangle 122" o:spid="_x0000_s1145" style="position:absolute;left:5288;top:2494;width:285;height:1197;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">
                    <v:textbox inset=".2mm,.2mm,.2mm,.2mm">
                      <w:txbxContent>
                        <w:p w:rsidR="004E612B" w:rsidRDefault="004E612B" w:rsidP="00D44CF9">
                          <w:pPr>
                            <w:spacing w:before="0" w:after="0" w:line="240" w:lineRule="auto"/>
                            <w:jc w:val="center"/>
                            <w:rPr>
                              <w:lang w:val="es-MX"/>
                            </w:rPr>
                          </w:pPr>
                          <w:r>
                            <w:rPr>
                              <w:lang w:val="es-MX"/>
                            </w:rPr>
                            <w:t>3</w:t>
                          </w:r>
                        </w:p>
                        <w:p w:rsidR="004E612B" w:rsidRPr="00B66FB8" w:rsidRDefault="004E612B" w:rsidP="00D44CF9">
                          <w:pPr>
                            <w:spacing w:before="0" w:after="0" w:line="240" w:lineRule="auto"/>
                            <w:jc w:val="center"/>
                            <w:rPr>
                              <w:lang w:val="es-MX"/>
                            </w:rPr>
                          </w:pPr>
                          <w:r>
                            <w:rPr>
                              <w:lang w:val="es-MX"/>
                            </w:rPr>
                            <w:t>4</w:t>
                          </w:r>
                        </w:p>
                      </w:txbxContent>
                    </v:textbox>
                  </v:rect>
                </v:group>
              </w:pict>
            </w:r>
            <w:r w:rsidRPr="008B24FB">
              <w:rPr>
                <w:noProof/>
                <w:lang w:eastAsia="es-AR"/>
              </w:rPr>
              <w:pict>
                <v:shape id="AutoShape 117" o:spid="_x0000_s1140" type="#_x0000_t32" style="position:absolute;left:0;text-align:left;margin-left:51.2pt;margin-top:123.45pt;width:0;height:23.8pt;z-index:251616256;visibility:visible;mso-wrap-distance-left:3.17497mm;mso-wrap-distance-right:3.17497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">
                  <v:stroke endarrow="block"/>
                </v:shape>
              </w:pict>
            </w:r>
            <w:r w:rsidRPr="008B24FB">
              <w:rPr>
                <w:noProof/>
                <w:color w:val="000000"/>
                <w:lang w:eastAsia="es-AR"/>
              </w:rPr>
              <w:pict>
                <v:group id="Group 109" o:spid="_x0000_s1132" style="position:absolute;left:0;text-align:left;margin-left:2.45pt;margin-top:57.25pt;width:90.75pt;height:65.25pt;z-index:251614208;mso-position-horizontal-relative:text;mso-position-vertical-relative:text" coordorigin="960,3424" coordsize="1815,1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">
                  <v:rect id="Rectangle 110" o:spid="_x0000_s1133" style="position:absolute;left:1245;top:3424;width:1530;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">
                    <v:textbox inset=".2mm,.2mm,.2mm,.2mm">
                      <w:txbxContent>
                        <w:p w:rsidR="004E612B" w:rsidRPr="00B66FB8" w:rsidRDefault="004E612B" w:rsidP="00D44CF9">
                          <w:pPr>
                            <w:spacing w:before="0" w:after="0" w:line="240" w:lineRule="auto"/>
                            <w:jc w:val="center"/>
                            <w:rPr>
                              <w:sz w:val="18"/>
                              <w:szCs w:val="18"/>
                              <w:lang w:val="es-MX"/>
                            </w:rPr>
                          </w:pPr>
                          <w:r w:rsidRPr="00343927">
                            <w:rPr>
                              <w:sz w:val="18"/>
                              <w:szCs w:val="18"/>
                              <w:lang w:val="es-MX"/>
                            </w:rPr>
                            <w:t>Crea la Comisión de Evaluación de Ofertas</w:t>
                          </w:r>
                        </w:p>
                      </w:txbxContent>
                    </v:textbox>
                  </v:rect>
                  <v:rect id="Rectangle 111" o:spid="_x0000_s1134" style="position:absolute;left:960;top:4440;width:1815;height:28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">
                    <v:textbox inset=".2mm,.2mm,.2mm,.2mm">
                      <w:txbxContent>
                        <w:p w:rsidR="004E612B" w:rsidRPr="00D547E0" w:rsidRDefault="004E612B" w:rsidP="00D44CF9">
                          <w:pPr>
                            <w:spacing w:before="0" w:after="0" w:line="240" w:lineRule="auto"/>
                            <w:jc w:val="center"/>
                            <w:rPr>
                              <w:sz w:val="20"/>
                              <w:lang w:val="es-MX"/>
                            </w:rPr>
                          </w:pPr>
                          <w:r w:rsidRPr="00D547E0">
                            <w:rPr>
                              <w:sz w:val="20"/>
                              <w:lang w:val="es-MX"/>
                            </w:rPr>
                            <w:t>Comunica a DGI</w:t>
                          </w:r>
                        </w:p>
                      </w:txbxContent>
                    </v:textbox>
                  </v:rect>
                  <v:rect id="Rectangle 112" o:spid="_x0000_s1135" style="position:absolute;left:960;top:3424;width:285;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">
                    <v:textbox inset=".2mm,.2mm,.2mm,.2mm">
                      <w:txbxContent>
                        <w:p w:rsidR="004E612B" w:rsidRPr="00B66FB8" w:rsidRDefault="004E612B" w:rsidP="00D44CF9">
                          <w:pPr>
                            <w:spacing w:before="0" w:after="0" w:line="240" w:lineRule="auto"/>
                            <w:jc w:val="center"/>
                            <w:rPr>
                              <w:lang w:val="es-MX"/>
                            </w:rPr>
                          </w:pPr>
                          <w:r>
                            <w:rPr>
                              <w:lang w:val="es-MX"/>
                            </w:rPr>
                            <w:t>2</w:t>
                          </w:r>
                        </w:p>
                      </w:txbxContent>
                    </v:textbox>
                  </v:rect>
                </v:group>
              </w:pict>
            </w:r>
          </w:p>
        </w:tc>
        <w:tc>
          <w:tcPr>
            <w:tcW w:w="2180" w:type="dxa"/>
          </w:tcPr>
          <w:p w:rsidR="008518EF" w:rsidRDefault="008B24FB" w:rsidP="00476F4D">
            <w:pPr>
              <w:spacing w:before="0" w:after="0" w:line="240" w:lineRule="auto"/>
            </w:pPr>
            <w:r w:rsidRPr="008B24FB">
              <w:rPr>
                <w:noProof/>
                <w:lang w:eastAsia="es-AR"/>
              </w:rPr>
              <w:pict>
                <v:shape id="AutoShape 55" o:spid="_x0000_s1407" type="#_x0000_t34" style="position:absolute;left:0;text-align:left;margin-left:94.35pt;margin-top:494.8pt;width:174.9pt;height:29.6pt;rotation:180;flip:y;z-index:2517544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" adj="-38">
                  <v:stroke endarrow="block"/>
                </v:shape>
              </w:pict>
            </w:r>
            <w:r w:rsidRPr="008B24FB">
              <w:rPr>
                <w:noProof/>
                <w:lang w:eastAsia="es-AR"/>
              </w:rPr>
              <w:pict>
                <v:group id="Group 56" o:spid="_x0000_s1408" style="position:absolute;left:0;text-align:left;margin-left:3.6pt;margin-top:494.9pt;width:90.75pt;height:65.25pt;z-index:251755520;mso-position-horizontal-relative:text;mso-position-vertical-relative:text" coordorigin="960,3424" coordsize="1815,1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">
                  <v:rect id="Rectangle 57" o:spid="_x0000_s1409" style="position:absolute;left:1245;top:3424;width:1530;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">
                    <v:textbox inset=".2mm,.2mm,.2mm,.2mm">
                      <w:txbxContent>
                        <w:p w:rsidR="00994769" w:rsidRPr="00700BA5" w:rsidRDefault="00994769" w:rsidP="00D44CF9">
                          <w:pPr>
                            <w:spacing w:before="0" w:after="0" w:line="240" w:lineRule="auto"/>
                            <w:jc w:val="center"/>
                            <w:rPr>
                              <w:sz w:val="18"/>
                              <w:szCs w:val="18"/>
                              <w:lang w:val="es-MX"/>
                            </w:rPr>
                          </w:pPr>
                          <w:r>
                            <w:rPr>
                              <w:sz w:val="18"/>
                              <w:szCs w:val="18"/>
                              <w:lang w:val="es-MX"/>
                            </w:rPr>
                            <w:t>Comunica adjudicación UCP</w:t>
                          </w:r>
                        </w:p>
                      </w:txbxContent>
                    </v:textbox>
                  </v:rect>
                  <v:rect id="Rectangle 58" o:spid="_x0000_s1410" style="position:absolute;left:960;top:4440;width:1815;height:28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" fillcolor="#d8d8d8 [2732]">
                    <v:textbox inset=".2mm,.2mm,.2mm,.2mm">
                      <w:txbxContent>
                        <w:p w:rsidR="00994769" w:rsidRPr="00D547E0" w:rsidRDefault="00994769" w:rsidP="00D44CF9">
                          <w:pPr>
                            <w:spacing w:before="0" w:after="0" w:line="240" w:lineRule="auto"/>
                            <w:jc w:val="center"/>
                            <w:rPr>
                              <w:b/>
                              <w:sz w:val="20"/>
                              <w:lang w:val="es-MX"/>
                            </w:rPr>
                          </w:pPr>
                          <w:r>
                            <w:rPr>
                              <w:b/>
                              <w:sz w:val="20"/>
                              <w:lang w:val="es-MX"/>
                            </w:rPr>
                            <w:t xml:space="preserve">Pasa a </w:t>
                          </w:r>
                          <w:r w:rsidRPr="00D547E0">
                            <w:rPr>
                              <w:b/>
                              <w:sz w:val="20"/>
                              <w:lang w:val="es-MX"/>
                            </w:rPr>
                            <w:t>ETAPA III</w:t>
                          </w:r>
                        </w:p>
                      </w:txbxContent>
                    </v:textbox>
                  </v:rect>
                  <v:rect id="Rectangle 59" o:spid="_x0000_s1411" style="position:absolute;left:960;top:3424;width:285;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">
                    <v:textbox inset="0,0,0,0">
                      <w:txbxContent>
                        <w:p w:rsidR="00994769" w:rsidRPr="00D547E0" w:rsidRDefault="00994769" w:rsidP="00D44CF9">
                          <w:pPr>
                            <w:spacing w:before="0" w:after="0" w:line="240" w:lineRule="auto"/>
                            <w:jc w:val="center"/>
                            <w:rPr>
                              <w:sz w:val="20"/>
                              <w:lang w:val="es-MX"/>
                            </w:rPr>
                          </w:pPr>
                          <w:r w:rsidRPr="00D547E0">
                            <w:rPr>
                              <w:sz w:val="20"/>
                              <w:lang w:val="es-MX"/>
                            </w:rPr>
                            <w:t>1</w:t>
                          </w:r>
                          <w:r>
                            <w:rPr>
                              <w:sz w:val="20"/>
                              <w:lang w:val="es-MX"/>
                            </w:rPr>
                            <w:t>5</w:t>
                          </w:r>
                        </w:p>
                      </w:txbxContent>
                    </v:textbox>
                  </v:rect>
                </v:group>
              </w:pict>
            </w:r>
            <w:r w:rsidRPr="008B24FB">
              <w:rPr>
                <w:noProof/>
                <w:lang w:eastAsia="es-AR"/>
              </w:rPr>
              <w:pict>
                <v:shapetype id="_x0000_t128" coordsize="21600,21600" o:spt="128" path="m,l21600,,10800,21600xe">
                  <v:stroke joinstyle="miter"/>
                  <v:path gradientshapeok="t" o:connecttype="custom" o:connectlocs="10800,0;5400,10800;10800,21600;16200,10800" textboxrect="5400,0,16200,10800"/>
                </v:shapetype>
                <v:shape id="AutoShape 161" o:spid="_x0000_s1416" type="#_x0000_t128" style="position:absolute;left:0;text-align:left;margin-left:17.35pt;margin-top:107.6pt;width:55.5pt;height:31.5pt;z-index:25175756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">
                  <v:textbox inset="0,0,0,0">
                    <w:txbxContent>
                      <w:p w:rsidR="00994769" w:rsidRPr="001122BC" w:rsidRDefault="00994769" w:rsidP="008518EF">
                        <w:pPr>
                          <w:ind w:right="-165"/>
                          <w:rPr>
                            <w:sz w:val="18"/>
                            <w:szCs w:val="18"/>
                            <w:lang w:val="es-MX"/>
                          </w:rPr>
                        </w:pPr>
                        <w:r w:rsidRPr="001122BC">
                          <w:rPr>
                            <w:sz w:val="18"/>
                            <w:szCs w:val="18"/>
                            <w:lang w:val="es-MX"/>
                          </w:rPr>
                          <w:t>Archivo</w:t>
                        </w:r>
                      </w:p>
                    </w:txbxContent>
                  </v:textbox>
                </v:shape>
              </w:pict>
            </w:r>
            <w:r w:rsidRPr="008B24FB">
              <w:rPr>
                <w:noProof/>
                <w:lang w:eastAsia="es-AR"/>
              </w:rPr>
              <w:pict>
                <v:shape id="AutoShape 163" o:spid="_x0000_s1417" type="#_x0000_t128" style="position:absolute;left:0;text-align:left;margin-left:17.35pt;margin-top:204.2pt;width:55.5pt;height:31.5pt;z-index:25175859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">
                  <v:textbox inset="0,0,0,0">
                    <w:txbxContent>
                      <w:p w:rsidR="00994769" w:rsidRPr="001122BC" w:rsidRDefault="00994769" w:rsidP="008518EF">
                        <w:pPr>
                          <w:ind w:right="-165"/>
                          <w:rPr>
                            <w:sz w:val="18"/>
                            <w:szCs w:val="18"/>
                            <w:lang w:val="es-MX"/>
                          </w:rPr>
                        </w:pPr>
                        <w:r w:rsidRPr="001122BC">
                          <w:rPr>
                            <w:sz w:val="18"/>
                            <w:szCs w:val="18"/>
                            <w:lang w:val="es-MX"/>
                          </w:rPr>
                          <w:t>Archivo</w:t>
                        </w:r>
                      </w:p>
                    </w:txbxContent>
                  </v:textbox>
                </v:shape>
              </w:pict>
            </w:r>
            <w:r w:rsidRPr="008B24FB">
              <w:rPr>
                <w:noProof/>
                <w:lang w:eastAsia="es-AR"/>
              </w:rPr>
              <w:pict>
                <v:shape id="AutoShape 165" o:spid="_x0000_s1418" type="#_x0000_t128" style="position:absolute;left:0;text-align:left;margin-left:16.6pt;margin-top:297.8pt;width:55.5pt;height:31.5pt;z-index:25175961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">
                  <v:textbox inset="0,0,0,0">
                    <w:txbxContent>
                      <w:p w:rsidR="00994769" w:rsidRPr="001122BC" w:rsidRDefault="00994769" w:rsidP="008518EF">
                        <w:pPr>
                          <w:ind w:right="-165"/>
                          <w:rPr>
                            <w:sz w:val="18"/>
                            <w:szCs w:val="18"/>
                            <w:lang w:val="es-MX"/>
                          </w:rPr>
                        </w:pPr>
                        <w:r w:rsidRPr="001122BC">
                          <w:rPr>
                            <w:sz w:val="18"/>
                            <w:szCs w:val="18"/>
                            <w:lang w:val="es-MX"/>
                          </w:rPr>
                          <w:t>Archivo</w:t>
                        </w:r>
                      </w:p>
                    </w:txbxContent>
                  </v:textbox>
                </v:shape>
              </w:pict>
            </w:r>
            <w:r w:rsidRPr="008B24FB">
              <w:rPr>
                <w:noProof/>
                <w:lang w:eastAsia="es-AR"/>
              </w:rPr>
              <w:pict>
                <v:group id="Group 105" o:spid="_x0000_s1412" style="position:absolute;left:0;text-align:left;margin-left:5.1pt;margin-top:17.7pt;width:90.75pt;height:65.25pt;z-index:251756544;mso-position-horizontal-relative:text;mso-position-vertical-relative:text" coordorigin="960,3424" coordsize="1815,1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">
                  <v:rect id="Rectangle 106" o:spid="_x0000_s1413" style="position:absolute;left:1245;top:3424;width:1530;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">
                    <v:textbox inset=".2mm,.2mm,.2mm,.2mm">
                      <w:txbxContent>
                        <w:p w:rsidR="00994769" w:rsidRPr="00B66FB8" w:rsidRDefault="00994769" w:rsidP="00D44CF9">
                          <w:pPr>
                            <w:spacing w:before="0" w:after="0" w:line="240" w:lineRule="auto"/>
                            <w:jc w:val="center"/>
                            <w:rPr>
                              <w:sz w:val="18"/>
                              <w:szCs w:val="18"/>
                              <w:lang w:val="es-MX"/>
                            </w:rPr>
                          </w:pPr>
                          <w:r>
                            <w:rPr>
                              <w:sz w:val="18"/>
                              <w:szCs w:val="18"/>
                              <w:lang w:val="es-MX"/>
                            </w:rPr>
                            <w:t>C</w:t>
                          </w:r>
                          <w:r w:rsidRPr="002B54B7">
                            <w:rPr>
                              <w:sz w:val="18"/>
                              <w:szCs w:val="18"/>
                              <w:lang w:val="es-MX"/>
                            </w:rPr>
                            <w:t>omunica a las UCP fecha de publicación</w:t>
                          </w:r>
                        </w:p>
                      </w:txbxContent>
                    </v:textbox>
                  </v:rect>
                  <v:rect id="Rectangle 107" o:spid="_x0000_s1414" style="position:absolute;left:960;top:4440;width:1815;height:28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">
                    <v:textbox inset=".2mm,.2mm,.2mm,.2mm">
                      <w:txbxContent>
                        <w:p w:rsidR="00994769" w:rsidRPr="00D547E0" w:rsidRDefault="00994769" w:rsidP="00D44CF9">
                          <w:pPr>
                            <w:spacing w:before="0" w:after="0" w:line="240" w:lineRule="auto"/>
                            <w:jc w:val="center"/>
                            <w:rPr>
                              <w:sz w:val="20"/>
                              <w:lang w:val="es-MX"/>
                            </w:rPr>
                          </w:pPr>
                          <w:r w:rsidRPr="00D547E0">
                            <w:rPr>
                              <w:sz w:val="20"/>
                              <w:lang w:val="es-MX"/>
                            </w:rPr>
                            <w:t>Envía a DGI</w:t>
                          </w:r>
                        </w:p>
                      </w:txbxContent>
                    </v:textbox>
                  </v:rect>
                  <v:rect id="Rectangle 108" o:spid="_x0000_s1415" style="position:absolute;left:960;top:3424;width:285;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">
                    <v:textbox inset=".2mm,.2mm,.2mm,.2mm">
                      <w:txbxContent>
                        <w:p w:rsidR="00994769" w:rsidRPr="00B66FB8" w:rsidRDefault="00994769" w:rsidP="00D44CF9">
                          <w:pPr>
                            <w:spacing w:before="0" w:after="0" w:line="240" w:lineRule="auto"/>
                            <w:jc w:val="center"/>
                            <w:rPr>
                              <w:lang w:val="es-MX"/>
                            </w:rPr>
                          </w:pPr>
                          <w:r>
                            <w:rPr>
                              <w:lang w:val="es-MX"/>
                            </w:rPr>
                            <w:t>1</w:t>
                          </w:r>
                        </w:p>
                      </w:txbxContent>
                    </v:textbox>
                  </v:rect>
                </v:group>
              </w:pict>
            </w:r>
          </w:p>
        </w:tc>
        <w:tc>
          <w:tcPr>
            <w:tcW w:w="2179" w:type="dxa"/>
          </w:tcPr>
          <w:p w:rsidR="008518EF" w:rsidRDefault="008518EF" w:rsidP="00476F4D">
            <w:pPr>
              <w:spacing w:before="0" w:after="0" w:line="240" w:lineRule="auto"/>
            </w:pPr>
          </w:p>
          <w:p w:rsidR="008518EF" w:rsidRPr="00921851" w:rsidRDefault="008518EF" w:rsidP="00476F4D">
            <w:pPr>
              <w:spacing w:before="0" w:after="0" w:line="240" w:lineRule="auto"/>
            </w:pPr>
          </w:p>
          <w:p w:rsidR="008518EF" w:rsidRPr="00921851" w:rsidRDefault="008518EF" w:rsidP="00476F4D">
            <w:pPr>
              <w:spacing w:before="0" w:after="0" w:line="240" w:lineRule="auto"/>
            </w:pPr>
          </w:p>
          <w:p w:rsidR="008518EF" w:rsidRPr="00921851" w:rsidRDefault="008518EF" w:rsidP="00476F4D">
            <w:pPr>
              <w:spacing w:before="0" w:after="0" w:line="240" w:lineRule="auto"/>
            </w:pPr>
          </w:p>
          <w:p w:rsidR="008518EF" w:rsidRPr="00921851" w:rsidRDefault="008518EF" w:rsidP="00476F4D">
            <w:pPr>
              <w:spacing w:before="0" w:after="0" w:line="240" w:lineRule="auto"/>
            </w:pPr>
          </w:p>
          <w:p w:rsidR="008518EF" w:rsidRPr="00921851" w:rsidRDefault="008518EF" w:rsidP="00476F4D">
            <w:pPr>
              <w:spacing w:before="0" w:after="0" w:line="240" w:lineRule="auto"/>
            </w:pPr>
          </w:p>
          <w:p w:rsidR="008518EF" w:rsidRPr="00921851" w:rsidRDefault="008518EF" w:rsidP="00476F4D">
            <w:pPr>
              <w:spacing w:before="0" w:after="0" w:line="240" w:lineRule="auto"/>
            </w:pPr>
          </w:p>
          <w:p w:rsidR="008518EF" w:rsidRPr="00921851" w:rsidRDefault="008518EF" w:rsidP="00476F4D">
            <w:pPr>
              <w:spacing w:before="0" w:after="0" w:line="240" w:lineRule="auto"/>
            </w:pPr>
          </w:p>
          <w:p w:rsidR="008518EF" w:rsidRPr="00921851" w:rsidRDefault="008518EF" w:rsidP="00476F4D">
            <w:pPr>
              <w:spacing w:before="0" w:after="0" w:line="240" w:lineRule="auto"/>
            </w:pPr>
          </w:p>
          <w:p w:rsidR="008518EF" w:rsidRPr="00921851" w:rsidRDefault="008518EF" w:rsidP="00476F4D">
            <w:pPr>
              <w:spacing w:before="0" w:after="0" w:line="240" w:lineRule="auto"/>
            </w:pPr>
          </w:p>
          <w:p w:rsidR="008518EF" w:rsidRPr="00921851" w:rsidRDefault="008518EF" w:rsidP="00476F4D">
            <w:pPr>
              <w:spacing w:before="0" w:after="0" w:line="240" w:lineRule="auto"/>
            </w:pPr>
          </w:p>
          <w:p w:rsidR="008518EF" w:rsidRPr="00921851" w:rsidRDefault="008518EF" w:rsidP="00476F4D">
            <w:pPr>
              <w:spacing w:before="0" w:after="0" w:line="240" w:lineRule="auto"/>
            </w:pPr>
          </w:p>
          <w:p w:rsidR="008518EF" w:rsidRPr="00921851" w:rsidRDefault="008518EF" w:rsidP="00476F4D">
            <w:pPr>
              <w:spacing w:before="0" w:after="0" w:line="240" w:lineRule="auto"/>
            </w:pPr>
          </w:p>
          <w:p w:rsidR="008518EF" w:rsidRPr="00921851" w:rsidRDefault="008518EF" w:rsidP="00476F4D">
            <w:pPr>
              <w:spacing w:before="0" w:after="0" w:line="240" w:lineRule="auto"/>
            </w:pPr>
          </w:p>
          <w:p w:rsidR="008518EF" w:rsidRPr="00921851" w:rsidRDefault="008518EF" w:rsidP="00476F4D">
            <w:pPr>
              <w:spacing w:before="0" w:after="0" w:line="240" w:lineRule="auto"/>
            </w:pPr>
          </w:p>
          <w:p w:rsidR="008518EF" w:rsidRPr="00921851" w:rsidRDefault="008518EF" w:rsidP="00476F4D">
            <w:pPr>
              <w:spacing w:before="0" w:after="0" w:line="240" w:lineRule="auto"/>
            </w:pPr>
          </w:p>
          <w:p w:rsidR="008518EF" w:rsidRPr="00921851" w:rsidRDefault="008518EF" w:rsidP="00476F4D">
            <w:pPr>
              <w:spacing w:before="0" w:after="0" w:line="240" w:lineRule="auto"/>
            </w:pPr>
          </w:p>
          <w:p w:rsidR="008518EF" w:rsidRDefault="008518EF" w:rsidP="00476F4D">
            <w:pPr>
              <w:spacing w:before="0" w:after="0" w:line="240" w:lineRule="auto"/>
            </w:pPr>
          </w:p>
          <w:p w:rsidR="008518EF" w:rsidRPr="00921851" w:rsidRDefault="008518EF" w:rsidP="00476F4D">
            <w:pPr>
              <w:spacing w:before="0" w:after="0" w:line="240" w:lineRule="auto"/>
            </w:pPr>
          </w:p>
          <w:p w:rsidR="008518EF" w:rsidRPr="00921851" w:rsidRDefault="008518EF" w:rsidP="00476F4D">
            <w:pPr>
              <w:spacing w:before="0" w:after="0" w:line="240" w:lineRule="auto"/>
            </w:pPr>
          </w:p>
          <w:p w:rsidR="008518EF" w:rsidRPr="00921851" w:rsidRDefault="008518EF" w:rsidP="00476F4D">
            <w:pPr>
              <w:spacing w:before="0" w:after="0" w:line="240" w:lineRule="auto"/>
            </w:pPr>
          </w:p>
          <w:p w:rsidR="008518EF" w:rsidRPr="00921851" w:rsidRDefault="008518EF" w:rsidP="00476F4D">
            <w:pPr>
              <w:spacing w:before="0" w:after="0" w:line="240" w:lineRule="auto"/>
            </w:pPr>
          </w:p>
          <w:p w:rsidR="008518EF" w:rsidRPr="00921851" w:rsidRDefault="008518EF" w:rsidP="00476F4D">
            <w:pPr>
              <w:spacing w:before="0" w:after="0" w:line="240" w:lineRule="auto"/>
            </w:pPr>
          </w:p>
          <w:p w:rsidR="008518EF" w:rsidRDefault="008518EF" w:rsidP="00476F4D">
            <w:pPr>
              <w:spacing w:before="0" w:after="0" w:line="240" w:lineRule="auto"/>
            </w:pPr>
          </w:p>
          <w:p w:rsidR="008518EF" w:rsidRDefault="008518EF" w:rsidP="00476F4D">
            <w:pPr>
              <w:spacing w:before="0" w:after="0" w:line="240" w:lineRule="auto"/>
            </w:pPr>
          </w:p>
          <w:p w:rsidR="008518EF" w:rsidRDefault="008518EF" w:rsidP="00476F4D">
            <w:pPr>
              <w:spacing w:before="0" w:after="0" w:line="240" w:lineRule="auto"/>
            </w:pPr>
          </w:p>
          <w:p w:rsidR="008518EF" w:rsidRPr="00921851" w:rsidRDefault="008518EF" w:rsidP="00476F4D">
            <w:pPr>
              <w:spacing w:before="0" w:after="0" w:line="240" w:lineRule="auto"/>
            </w:pPr>
          </w:p>
        </w:tc>
        <w:tc>
          <w:tcPr>
            <w:tcW w:w="2180" w:type="dxa"/>
          </w:tcPr>
          <w:p w:rsidR="008518EF" w:rsidRDefault="008B24FB" w:rsidP="00476F4D">
            <w:pPr>
              <w:spacing w:before="0" w:after="0" w:line="240" w:lineRule="auto"/>
            </w:pPr>
            <w:r w:rsidRPr="008B24FB">
              <w:rPr>
                <w:noProof/>
                <w:lang w:eastAsia="es-AR"/>
              </w:rPr>
              <w:pict>
                <v:group id="Group 60" o:spid="_x0000_s1083" style="position:absolute;left:0;text-align:left;margin-left:4.45pt;margin-top:429.65pt;width:90.75pt;height:65.25pt;z-index:251591680;mso-position-horizontal-relative:text;mso-position-vertical-relative:text" coordorigin="960,3424" coordsize="1815,1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">
                  <v:rect id="Rectangle 61" o:spid="_x0000_s1084" style="position:absolute;left:1245;top:3424;width:1530;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">
                    <v:textbox inset=".2mm,.2mm,.2mm,.2mm">
                      <w:txbxContent>
                        <w:p w:rsidR="004E612B" w:rsidRPr="00700BA5" w:rsidRDefault="004E612B" w:rsidP="00D44CF9">
                          <w:pPr>
                            <w:spacing w:before="0" w:after="0" w:line="240" w:lineRule="auto"/>
                            <w:jc w:val="center"/>
                            <w:rPr>
                              <w:sz w:val="18"/>
                              <w:szCs w:val="18"/>
                              <w:lang w:val="es-MX"/>
                            </w:rPr>
                          </w:pPr>
                          <w:r>
                            <w:rPr>
                              <w:sz w:val="18"/>
                              <w:szCs w:val="18"/>
                              <w:lang w:val="es-MX"/>
                            </w:rPr>
                            <w:t>Comunica adjudicación a la DGI y a la Empresa</w:t>
                          </w:r>
                        </w:p>
                      </w:txbxContent>
                    </v:textbox>
                  </v:rect>
                  <v:rect id="Rectangle 62" o:spid="_x0000_s1085" style="position:absolute;left:960;top:4440;width:1815;height:28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">
                    <v:textbox inset=".2mm,.2mm,.2mm,.2mm">
                      <w:txbxContent>
                        <w:p w:rsidR="004E612B" w:rsidRPr="00B66FB8" w:rsidRDefault="004E612B" w:rsidP="00D44CF9">
                          <w:pPr>
                            <w:spacing w:before="0" w:after="0" w:line="240" w:lineRule="auto"/>
                            <w:jc w:val="center"/>
                            <w:rPr>
                              <w:sz w:val="20"/>
                              <w:lang w:val="es-MX"/>
                            </w:rPr>
                          </w:pPr>
                          <w:r>
                            <w:rPr>
                              <w:sz w:val="20"/>
                              <w:lang w:val="es-MX"/>
                            </w:rPr>
                            <w:t>Envía a DGI</w:t>
                          </w:r>
                        </w:p>
                      </w:txbxContent>
                    </v:textbox>
                  </v:rect>
                  <v:rect id="Rectangle 63" o:spid="_x0000_s1086" style="position:absolute;left:960;top:3424;width:285;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">
                    <v:textbox inset="0,0,0,0">
                      <w:txbxContent>
                        <w:p w:rsidR="004E612B" w:rsidRPr="00F34087" w:rsidRDefault="004E612B" w:rsidP="00D44CF9">
                          <w:pPr>
                            <w:spacing w:before="0" w:after="0" w:line="240" w:lineRule="auto"/>
                            <w:jc w:val="center"/>
                            <w:rPr>
                              <w:sz w:val="20"/>
                              <w:lang w:val="es-MX"/>
                            </w:rPr>
                          </w:pPr>
                          <w:r w:rsidRPr="00F34087">
                            <w:rPr>
                              <w:sz w:val="20"/>
                              <w:lang w:val="es-MX"/>
                            </w:rPr>
                            <w:t>1</w:t>
                          </w:r>
                          <w:r>
                            <w:rPr>
                              <w:sz w:val="20"/>
                              <w:lang w:val="es-MX"/>
                            </w:rPr>
                            <w:t>4</w:t>
                          </w:r>
                        </w:p>
                      </w:txbxContent>
                    </v:textbox>
                  </v:rect>
                </v:group>
              </w:pict>
            </w:r>
          </w:p>
        </w:tc>
        <w:tc>
          <w:tcPr>
            <w:tcW w:w="2180" w:type="dxa"/>
          </w:tcPr>
          <w:p w:rsidR="008518EF" w:rsidRDefault="008B24FB" w:rsidP="00476F4D">
            <w:pPr>
              <w:spacing w:before="0" w:after="0" w:line="240" w:lineRule="auto"/>
            </w:pPr>
            <w:r w:rsidRPr="008B24FB">
              <w:rPr>
                <w:noProof/>
                <w:lang w:eastAsia="es-AR"/>
              </w:rPr>
              <w:pict>
                <v:group id="Group 64" o:spid="_x0000_s1087" style="position:absolute;left:0;text-align:left;margin-left:4.95pt;margin-top:337.95pt;width:90.75pt;height:65.25pt;z-index:251592704;mso-position-horizontal-relative:text;mso-position-vertical-relative:text" coordorigin="960,3424" coordsize="1815,1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">
                  <v:rect id="Rectangle 65" o:spid="_x0000_s1088" style="position:absolute;left:1245;top:3424;width:1530;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">
                    <v:textbox inset=".2mm,.2mm,.2mm,.2mm">
                      <w:txbxContent>
                        <w:p w:rsidR="004E612B" w:rsidRPr="00B66FB8" w:rsidRDefault="004E612B" w:rsidP="00D44CF9">
                          <w:pPr>
                            <w:spacing w:before="0" w:after="0" w:line="240" w:lineRule="auto"/>
                            <w:jc w:val="center"/>
                            <w:rPr>
                              <w:sz w:val="18"/>
                              <w:szCs w:val="18"/>
                              <w:lang w:val="es-MX"/>
                            </w:rPr>
                          </w:pPr>
                          <w:r>
                            <w:rPr>
                              <w:sz w:val="18"/>
                              <w:szCs w:val="18"/>
                              <w:lang w:val="es-MX"/>
                            </w:rPr>
                            <w:t>Dictamina, aprueba y hace firmar la Resolución</w:t>
                          </w:r>
                        </w:p>
                      </w:txbxContent>
                    </v:textbox>
                  </v:rect>
                  <v:rect id="Rectangle 66" o:spid="_x0000_s1089" style="position:absolute;left:960;top:4440;width:1815;height:28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">
                    <v:textbox inset=".2mm,.2mm,.2mm,.2mm">
                      <w:txbxContent>
                        <w:p w:rsidR="004E612B" w:rsidRPr="00B66FB8" w:rsidRDefault="004E612B" w:rsidP="00D44CF9">
                          <w:pPr>
                            <w:spacing w:before="0" w:after="0" w:line="240" w:lineRule="auto"/>
                            <w:jc w:val="center"/>
                            <w:rPr>
                              <w:sz w:val="20"/>
                              <w:lang w:val="es-MX"/>
                            </w:rPr>
                          </w:pPr>
                          <w:r>
                            <w:rPr>
                              <w:sz w:val="20"/>
                              <w:lang w:val="es-MX"/>
                            </w:rPr>
                            <w:t>Envía a DC</w:t>
                          </w:r>
                        </w:p>
                      </w:txbxContent>
                    </v:textbox>
                  </v:rect>
                  <v:rect id="Rectangle 67" o:spid="_x0000_s1090" style="position:absolute;left:960;top:3424;width:285;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">
                    <v:textbox inset="0,0,0,0">
                      <w:txbxContent>
                        <w:p w:rsidR="004E612B" w:rsidRPr="00F34087" w:rsidRDefault="004E612B" w:rsidP="00D44CF9">
                          <w:pPr>
                            <w:spacing w:before="0" w:after="0" w:line="240" w:lineRule="auto"/>
                            <w:jc w:val="center"/>
                            <w:rPr>
                              <w:sz w:val="20"/>
                              <w:lang w:val="es-MX"/>
                            </w:rPr>
                          </w:pPr>
                          <w:r w:rsidRPr="00F34087">
                            <w:rPr>
                              <w:sz w:val="20"/>
                              <w:lang w:val="es-MX"/>
                            </w:rPr>
                            <w:t>13</w:t>
                          </w:r>
                        </w:p>
                      </w:txbxContent>
                    </v:textbox>
                  </v:rect>
                </v:group>
              </w:pict>
            </w:r>
          </w:p>
        </w:tc>
      </w:tr>
    </w:tbl>
    <w:p w:rsidR="008518EF" w:rsidRDefault="008518EF" w:rsidP="00476F4D">
      <w:pPr>
        <w:spacing w:before="0" w:after="0" w:line="240" w:lineRule="auto"/>
      </w:pPr>
    </w:p>
    <w:p w:rsidR="008518EF" w:rsidRDefault="008518EF" w:rsidP="00476F4D">
      <w:pPr>
        <w:spacing w:before="0" w:after="0" w:line="240" w:lineRule="auto"/>
      </w:pPr>
    </w:p>
    <w:p w:rsidR="008518EF" w:rsidRDefault="008518EF" w:rsidP="00476F4D">
      <w:pPr>
        <w:spacing w:before="0" w:after="0" w:line="240" w:lineRule="auto"/>
      </w:pPr>
    </w:p>
    <w:p w:rsidR="007D4829" w:rsidRDefault="007D4829" w:rsidP="00476F4D">
      <w:pPr>
        <w:spacing w:before="0" w:after="0" w:line="240" w:lineRule="auto"/>
        <w:jc w:val="left"/>
        <w:rPr>
          <w:rFonts w:cs="Arial"/>
          <w:b/>
          <w:bCs/>
          <w:iCs/>
          <w:szCs w:val="28"/>
        </w:rPr>
      </w:pPr>
      <w:r>
        <w:br w:type="page"/>
      </w:r>
    </w:p>
    <w:p w:rsidR="008518EF" w:rsidRDefault="008518EF" w:rsidP="00476F4D">
      <w:pPr>
        <w:pStyle w:val="Ttulo2"/>
        <w:spacing w:before="0" w:after="0" w:line="240" w:lineRule="auto"/>
      </w:pPr>
      <w:bookmarkStart w:id="54" w:name="_Toc47096493"/>
      <w:bookmarkStart w:id="55" w:name="_Toc47600769"/>
      <w:r w:rsidRPr="00416863">
        <w:lastRenderedPageBreak/>
        <w:t>ETAPA II: Gestión de Reclamos de oferentes</w:t>
      </w:r>
      <w:bookmarkEnd w:id="54"/>
      <w:bookmarkEnd w:id="55"/>
    </w:p>
    <w:p w:rsidR="008518EF" w:rsidRDefault="008518EF" w:rsidP="00476F4D">
      <w:pPr>
        <w:spacing w:before="0" w:after="0" w:line="240" w:lineRule="auto"/>
      </w:pPr>
    </w:p>
    <w:tbl>
      <w:tblPr>
        <w:tblStyle w:val="Tablaconcuadrcula"/>
        <w:tblW w:w="0" w:type="auto"/>
        <w:tblLayout w:type="fixed"/>
        <w:tblLook w:val="04A0"/>
      </w:tblPr>
      <w:tblGrid>
        <w:gridCol w:w="2179"/>
        <w:gridCol w:w="2180"/>
        <w:gridCol w:w="2179"/>
        <w:gridCol w:w="2180"/>
        <w:gridCol w:w="2180"/>
      </w:tblGrid>
      <w:tr w:rsidR="00460008" w:rsidTr="008518EF">
        <w:trPr>
          <w:trHeight w:val="732"/>
        </w:trPr>
        <w:tc>
          <w:tcPr>
            <w:tcW w:w="2179" w:type="dxa"/>
            <w:shd w:val="clear" w:color="auto" w:fill="D9D9D9" w:themeFill="background1" w:themeFillShade="D9"/>
          </w:tcPr>
          <w:p w:rsidR="008518EF" w:rsidRPr="00C7715B" w:rsidRDefault="008518EF" w:rsidP="00476F4D">
            <w:pPr>
              <w:spacing w:before="0" w:after="0" w:line="240" w:lineRule="auto"/>
              <w:jc w:val="center"/>
              <w:rPr>
                <w:b/>
                <w:sz w:val="28"/>
                <w:szCs w:val="28"/>
              </w:rPr>
            </w:pPr>
            <w:r w:rsidRPr="00C7715B">
              <w:rPr>
                <w:b/>
                <w:sz w:val="28"/>
                <w:szCs w:val="28"/>
              </w:rPr>
              <w:t>UCP</w:t>
            </w:r>
          </w:p>
          <w:p w:rsidR="008518EF" w:rsidRPr="00C7715B" w:rsidRDefault="008518EF" w:rsidP="00476F4D">
            <w:pPr>
              <w:spacing w:before="0" w:after="0" w:line="240" w:lineRule="auto"/>
              <w:jc w:val="center"/>
              <w:rPr>
                <w:b/>
                <w:sz w:val="28"/>
                <w:szCs w:val="28"/>
              </w:rPr>
            </w:pPr>
            <w:r w:rsidRPr="00C7715B">
              <w:rPr>
                <w:b/>
                <w:sz w:val="28"/>
                <w:szCs w:val="28"/>
              </w:rPr>
              <w:t>(JURISDICCIÓN)</w:t>
            </w:r>
          </w:p>
        </w:tc>
        <w:tc>
          <w:tcPr>
            <w:tcW w:w="2180" w:type="dxa"/>
            <w:shd w:val="clear" w:color="auto" w:fill="D9D9D9" w:themeFill="background1" w:themeFillShade="D9"/>
          </w:tcPr>
          <w:p w:rsidR="008518EF" w:rsidRPr="00C7715B" w:rsidRDefault="008518EF" w:rsidP="00476F4D">
            <w:pPr>
              <w:spacing w:before="0" w:after="0" w:line="240" w:lineRule="auto"/>
              <w:jc w:val="center"/>
              <w:rPr>
                <w:b/>
                <w:sz w:val="28"/>
                <w:szCs w:val="28"/>
              </w:rPr>
            </w:pPr>
            <w:r w:rsidRPr="00C7715B">
              <w:rPr>
                <w:b/>
                <w:sz w:val="28"/>
                <w:szCs w:val="28"/>
              </w:rPr>
              <w:t>DGI</w:t>
            </w:r>
          </w:p>
          <w:p w:rsidR="008518EF" w:rsidRPr="00C7715B" w:rsidRDefault="008518EF" w:rsidP="00476F4D">
            <w:pPr>
              <w:spacing w:before="0" w:after="0" w:line="240" w:lineRule="auto"/>
              <w:jc w:val="center"/>
              <w:rPr>
                <w:b/>
                <w:sz w:val="28"/>
                <w:szCs w:val="28"/>
              </w:rPr>
            </w:pPr>
            <w:r w:rsidRPr="00C7715B">
              <w:rPr>
                <w:b/>
                <w:sz w:val="28"/>
                <w:szCs w:val="28"/>
              </w:rPr>
              <w:t>(ME)</w:t>
            </w:r>
          </w:p>
        </w:tc>
        <w:tc>
          <w:tcPr>
            <w:tcW w:w="2179" w:type="dxa"/>
            <w:shd w:val="clear" w:color="auto" w:fill="D9D9D9" w:themeFill="background1" w:themeFillShade="D9"/>
          </w:tcPr>
          <w:p w:rsidR="008518EF" w:rsidRPr="00C7715B" w:rsidRDefault="008518EF" w:rsidP="00476F4D">
            <w:pPr>
              <w:spacing w:before="0" w:after="0" w:line="240" w:lineRule="auto"/>
              <w:jc w:val="center"/>
              <w:rPr>
                <w:b/>
                <w:sz w:val="28"/>
                <w:szCs w:val="28"/>
              </w:rPr>
            </w:pPr>
            <w:r w:rsidRPr="00C7715B">
              <w:rPr>
                <w:b/>
                <w:sz w:val="28"/>
                <w:szCs w:val="28"/>
              </w:rPr>
              <w:t>DGPPSE</w:t>
            </w:r>
          </w:p>
          <w:p w:rsidR="008518EF" w:rsidRPr="00C7715B" w:rsidRDefault="008518EF" w:rsidP="00476F4D">
            <w:pPr>
              <w:spacing w:before="0" w:after="0" w:line="240" w:lineRule="auto"/>
              <w:jc w:val="center"/>
              <w:rPr>
                <w:b/>
                <w:sz w:val="28"/>
                <w:szCs w:val="28"/>
              </w:rPr>
            </w:pPr>
            <w:r w:rsidRPr="00C7715B">
              <w:rPr>
                <w:b/>
                <w:sz w:val="28"/>
                <w:szCs w:val="28"/>
              </w:rPr>
              <w:t>(ME)</w:t>
            </w:r>
          </w:p>
        </w:tc>
        <w:tc>
          <w:tcPr>
            <w:tcW w:w="2180" w:type="dxa"/>
            <w:shd w:val="clear" w:color="auto" w:fill="D9D9D9" w:themeFill="background1" w:themeFillShade="D9"/>
          </w:tcPr>
          <w:p w:rsidR="008518EF" w:rsidRPr="00C7715B" w:rsidRDefault="008518EF" w:rsidP="00476F4D">
            <w:pPr>
              <w:spacing w:before="0" w:after="0" w:line="240" w:lineRule="auto"/>
              <w:jc w:val="center"/>
              <w:rPr>
                <w:b/>
                <w:sz w:val="28"/>
                <w:szCs w:val="28"/>
              </w:rPr>
            </w:pPr>
            <w:r w:rsidRPr="00C7715B">
              <w:rPr>
                <w:b/>
                <w:sz w:val="28"/>
                <w:szCs w:val="28"/>
              </w:rPr>
              <w:t>DC</w:t>
            </w:r>
          </w:p>
          <w:p w:rsidR="008518EF" w:rsidRPr="00C7715B" w:rsidRDefault="008518EF" w:rsidP="00476F4D">
            <w:pPr>
              <w:spacing w:before="0" w:after="0" w:line="240" w:lineRule="auto"/>
              <w:jc w:val="center"/>
              <w:rPr>
                <w:b/>
                <w:sz w:val="28"/>
                <w:szCs w:val="28"/>
              </w:rPr>
            </w:pPr>
            <w:r w:rsidRPr="00C7715B">
              <w:rPr>
                <w:b/>
                <w:sz w:val="28"/>
                <w:szCs w:val="28"/>
              </w:rPr>
              <w:t>(ME)</w:t>
            </w:r>
          </w:p>
        </w:tc>
        <w:tc>
          <w:tcPr>
            <w:tcW w:w="2180" w:type="dxa"/>
            <w:shd w:val="clear" w:color="auto" w:fill="D9D9D9" w:themeFill="background1" w:themeFillShade="D9"/>
          </w:tcPr>
          <w:p w:rsidR="008518EF" w:rsidRPr="00C7715B" w:rsidRDefault="008518EF" w:rsidP="00476F4D">
            <w:pPr>
              <w:spacing w:before="0" w:after="0" w:line="240" w:lineRule="auto"/>
              <w:jc w:val="center"/>
              <w:rPr>
                <w:b/>
                <w:sz w:val="28"/>
                <w:szCs w:val="28"/>
              </w:rPr>
            </w:pPr>
            <w:r w:rsidRPr="00C7715B">
              <w:rPr>
                <w:b/>
                <w:sz w:val="28"/>
                <w:szCs w:val="28"/>
              </w:rPr>
              <w:t>DGAJ</w:t>
            </w:r>
          </w:p>
          <w:p w:rsidR="008518EF" w:rsidRPr="00C7715B" w:rsidRDefault="008518EF" w:rsidP="00476F4D">
            <w:pPr>
              <w:spacing w:before="0" w:after="0" w:line="240" w:lineRule="auto"/>
              <w:jc w:val="center"/>
              <w:rPr>
                <w:b/>
                <w:sz w:val="28"/>
                <w:szCs w:val="28"/>
              </w:rPr>
            </w:pPr>
            <w:r w:rsidRPr="00C7715B">
              <w:rPr>
                <w:b/>
                <w:sz w:val="28"/>
                <w:szCs w:val="28"/>
              </w:rPr>
              <w:t>(ME)</w:t>
            </w:r>
          </w:p>
        </w:tc>
      </w:tr>
      <w:tr w:rsidR="00460008" w:rsidTr="008518EF">
        <w:trPr>
          <w:trHeight w:val="7529"/>
        </w:trPr>
        <w:tc>
          <w:tcPr>
            <w:tcW w:w="2179" w:type="dxa"/>
          </w:tcPr>
          <w:p w:rsidR="008518EF" w:rsidRDefault="008B24FB" w:rsidP="00476F4D">
            <w:pPr>
              <w:spacing w:before="0" w:after="0" w:line="240" w:lineRule="auto"/>
              <w:rPr>
                <w:noProof/>
                <w:lang w:eastAsia="es-AR"/>
              </w:rPr>
            </w:pPr>
            <w:r w:rsidRPr="008B24FB">
              <w:rPr>
                <w:noProof/>
                <w:lang w:eastAsia="es-AR"/>
              </w:rPr>
              <w:pict>
                <v:group id="Group 135" o:spid="_x0000_s1419" style="position:absolute;left:0;text-align:left;margin-left:3.75pt;margin-top:185.05pt;width:90.75pt;height:65.25pt;z-index:251761664;mso-position-horizontal-relative:text;mso-position-vertical-relative:text" coordorigin="960,3424" coordsize="1815,1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">
                  <v:rect id="Rectangle 136" o:spid="_x0000_s1420" style="position:absolute;left:1245;top:3424;width:1530;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">
                    <v:textbox inset=".2mm,.2mm,.2mm,.2mm">
                      <w:txbxContent>
                        <w:p w:rsidR="00994769" w:rsidRPr="00B66FB8" w:rsidRDefault="00994769" w:rsidP="00D44CF9">
                          <w:pPr>
                            <w:spacing w:before="0" w:after="0" w:line="240" w:lineRule="auto"/>
                            <w:jc w:val="center"/>
                            <w:rPr>
                              <w:sz w:val="18"/>
                              <w:szCs w:val="18"/>
                              <w:lang w:val="es-MX"/>
                            </w:rPr>
                          </w:pPr>
                          <w:r>
                            <w:rPr>
                              <w:sz w:val="18"/>
                              <w:szCs w:val="18"/>
                              <w:lang w:val="es-MX"/>
                            </w:rPr>
                            <w:t>T</w:t>
                          </w:r>
                          <w:r w:rsidRPr="00461F93">
                            <w:rPr>
                              <w:sz w:val="18"/>
                              <w:szCs w:val="18"/>
                              <w:lang w:val="es-MX"/>
                            </w:rPr>
                            <w:t>ratamiento y reformula</w:t>
                          </w:r>
                          <w:r>
                            <w:rPr>
                              <w:sz w:val="18"/>
                              <w:szCs w:val="18"/>
                              <w:lang w:val="es-MX"/>
                            </w:rPr>
                            <w:t>ción deE</w:t>
                          </w:r>
                          <w:r w:rsidRPr="00461F93">
                            <w:rPr>
                              <w:sz w:val="18"/>
                              <w:szCs w:val="18"/>
                              <w:lang w:val="es-MX"/>
                            </w:rPr>
                            <w:t>valuación</w:t>
                          </w:r>
                        </w:p>
                      </w:txbxContent>
                    </v:textbox>
                  </v:rect>
                  <v:rect id="Rectangle 137" o:spid="_x0000_s1421" style="position:absolute;left:960;top:4440;width:1815;height:28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" fillcolor="#d8d8d8 [2732]">
                    <v:textbox inset=".2mm,.2mm,.2mm,.2mm">
                      <w:txbxContent>
                        <w:p w:rsidR="00994769" w:rsidRPr="003263F0" w:rsidRDefault="00994769" w:rsidP="00D44CF9">
                          <w:pPr>
                            <w:spacing w:before="0" w:after="0" w:line="240" w:lineRule="auto"/>
                            <w:jc w:val="center"/>
                            <w:rPr>
                              <w:b/>
                              <w:sz w:val="20"/>
                              <w:lang w:val="es-MX"/>
                            </w:rPr>
                          </w:pPr>
                          <w:r w:rsidRPr="003263F0">
                            <w:rPr>
                              <w:b/>
                              <w:sz w:val="20"/>
                              <w:lang w:val="es-MX"/>
                            </w:rPr>
                            <w:t>Vuelve a punto 6)</w:t>
                          </w:r>
                        </w:p>
                      </w:txbxContent>
                    </v:textbox>
                  </v:rect>
                  <v:rect id="Rectangle 138" o:spid="_x0000_s1422" style="position:absolute;left:960;top:3424;width:285;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">
                    <v:textbox inset=".2mm,.2mm,.2mm,.2mm">
                      <w:txbxContent>
                        <w:p w:rsidR="00994769" w:rsidRPr="00B66FB8" w:rsidRDefault="00994769" w:rsidP="00D44CF9">
                          <w:pPr>
                            <w:spacing w:before="0" w:after="0" w:line="240" w:lineRule="auto"/>
                            <w:jc w:val="center"/>
                            <w:rPr>
                              <w:lang w:val="es-MX"/>
                            </w:rPr>
                          </w:pPr>
                          <w:r>
                            <w:rPr>
                              <w:lang w:val="es-MX"/>
                            </w:rPr>
                            <w:t>6</w:t>
                          </w:r>
                        </w:p>
                      </w:txbxContent>
                    </v:textbox>
                  </v:rect>
                </v:group>
              </w:pict>
            </w:r>
          </w:p>
        </w:tc>
        <w:tc>
          <w:tcPr>
            <w:tcW w:w="2180" w:type="dxa"/>
          </w:tcPr>
          <w:p w:rsidR="008518EF" w:rsidRDefault="008B24FB" w:rsidP="00476F4D">
            <w:pPr>
              <w:spacing w:before="0" w:after="0" w:line="240" w:lineRule="auto"/>
              <w:rPr>
                <w:noProof/>
                <w:lang w:eastAsia="es-AR"/>
              </w:rPr>
            </w:pPr>
            <w:r w:rsidRPr="008B24FB">
              <w:rPr>
                <w:noProof/>
                <w:lang w:eastAsia="es-AR"/>
              </w:rPr>
              <w:pict>
                <v:shape id="AutoShape 154" o:spid="_x0000_s1177" type="#_x0000_t32" style="position:absolute;left:0;text-align:left;margin-left:93pt;margin-top:215.3pt;width:238.35pt;height:0;flip:x;z-index:251632640;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">
                  <v:stroke endarrow="block"/>
                </v:shape>
              </w:pict>
            </w:r>
            <w:r w:rsidRPr="008B24FB">
              <w:rPr>
                <w:noProof/>
                <w:lang w:eastAsia="es-AR"/>
              </w:rPr>
              <w:pict>
                <v:group id="Group 143" o:spid="_x0000_s1166" style="position:absolute;left:0;text-align:left;margin-left:2.25pt;margin-top:185.05pt;width:90.75pt;height:65.25pt;z-index:251627520;mso-position-horizontal-relative:text;mso-position-vertical-relative:text" coordorigin="960,3424" coordsize="1815,1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">
                  <v:rect id="Rectangle 144" o:spid="_x0000_s1167" style="position:absolute;left:1245;top:3424;width:1530;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">
                    <v:textbox inset=".2mm,.2mm,.2mm,.2mm">
                      <w:txbxContent>
                        <w:p w:rsidR="004E612B" w:rsidRPr="00B66FB8" w:rsidRDefault="004E612B" w:rsidP="00D44CF9">
                          <w:pPr>
                            <w:spacing w:before="0" w:after="0" w:line="240" w:lineRule="auto"/>
                            <w:jc w:val="center"/>
                            <w:rPr>
                              <w:sz w:val="18"/>
                              <w:szCs w:val="18"/>
                              <w:lang w:val="es-MX"/>
                            </w:rPr>
                          </w:pPr>
                          <w:r>
                            <w:rPr>
                              <w:sz w:val="18"/>
                              <w:szCs w:val="18"/>
                              <w:lang w:val="es-MX"/>
                            </w:rPr>
                            <w:t>Remite Objeciones a UCP</w:t>
                          </w:r>
                        </w:p>
                      </w:txbxContent>
                    </v:textbox>
                  </v:rect>
                  <v:rect id="Rectangle 145" o:spid="_x0000_s1168" style="position:absolute;left:960;top:4440;width:1815;height:28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">
                    <v:textbox inset=".2mm,.2mm,.2mm,.2mm">
                      <w:txbxContent>
                        <w:p w:rsidR="004E612B" w:rsidRPr="00D547E0" w:rsidRDefault="004E612B" w:rsidP="00D44CF9">
                          <w:pPr>
                            <w:spacing w:before="0" w:after="0" w:line="240" w:lineRule="auto"/>
                            <w:jc w:val="center"/>
                            <w:rPr>
                              <w:sz w:val="20"/>
                              <w:lang w:val="es-MX"/>
                            </w:rPr>
                          </w:pPr>
                          <w:r>
                            <w:rPr>
                              <w:sz w:val="20"/>
                              <w:lang w:val="es-MX"/>
                            </w:rPr>
                            <w:t>Envíaa UCP</w:t>
                          </w:r>
                        </w:p>
                      </w:txbxContent>
                    </v:textbox>
                  </v:rect>
                  <v:rect id="Rectangle 146" o:spid="_x0000_s1169" style="position:absolute;left:960;top:3424;width:285;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">
                    <v:textbox inset=".2mm,.2mm,.2mm,.2mm">
                      <w:txbxContent>
                        <w:p w:rsidR="004E612B" w:rsidRPr="00B66FB8" w:rsidRDefault="004E612B" w:rsidP="00D44CF9">
                          <w:pPr>
                            <w:spacing w:before="0" w:after="0" w:line="240" w:lineRule="auto"/>
                            <w:jc w:val="center"/>
                            <w:rPr>
                              <w:lang w:val="es-MX"/>
                            </w:rPr>
                          </w:pPr>
                          <w:r>
                            <w:rPr>
                              <w:lang w:val="es-MX"/>
                            </w:rPr>
                            <w:t>5</w:t>
                          </w:r>
                        </w:p>
                      </w:txbxContent>
                    </v:textbox>
                  </v:rect>
                </v:group>
              </w:pict>
            </w:r>
            <w:r w:rsidRPr="008B24FB">
              <w:rPr>
                <w:noProof/>
                <w:lang w:eastAsia="es-AR"/>
              </w:rPr>
              <w:pict>
                <v:shape id="AutoShape 153" o:spid="_x0000_s1176" type="#_x0000_t32" style="position:absolute;left:0;text-align:left;margin-left:-14.45pt;margin-top:215.3pt;width:16.7pt;height:0;flip:x;z-index:251631616;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">
                  <v:stroke endarrow="block"/>
                </v:shape>
              </w:pict>
            </w:r>
            <w:r w:rsidRPr="008B24FB">
              <w:rPr>
                <w:noProof/>
                <w:lang w:eastAsia="es-AR"/>
              </w:rPr>
              <w:pict>
                <v:shape id="AutoShape 155" o:spid="_x0000_s1178" type="#_x0000_t34" style="position:absolute;left:0;text-align:left;margin-left:313.15pt;margin-top:246.8pt;width:63.35pt;height:39.75pt;rotation:180;flip:y;z-index:2516336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" adj="-239">
                  <v:stroke endarrow="block"/>
                </v:shape>
              </w:pict>
            </w:r>
          </w:p>
        </w:tc>
        <w:tc>
          <w:tcPr>
            <w:tcW w:w="2179" w:type="dxa"/>
          </w:tcPr>
          <w:p w:rsidR="008518EF" w:rsidRDefault="008B24FB" w:rsidP="00476F4D">
            <w:pPr>
              <w:spacing w:before="0" w:after="0" w:line="240" w:lineRule="auto"/>
            </w:pPr>
            <w:r w:rsidRPr="008B24FB">
              <w:rPr>
                <w:noProof/>
                <w:lang w:eastAsia="es-AR"/>
              </w:rPr>
              <w:pict>
                <v:shape id="AutoShape 159" o:spid="_x0000_s1424" type="#_x0000_t32" style="position:absolute;left:0;text-align:left;margin-left:85.25pt;margin-top:287.85pt;width:28.15pt;height:0;flip:x;z-index:251764736;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">
                  <v:stroke endarrow="block"/>
                </v:shape>
              </w:pict>
            </w:r>
            <w:r w:rsidRPr="008B24FB">
              <w:rPr>
                <w:noProof/>
                <w:lang w:eastAsia="es-AR"/>
              </w:rPr>
              <w:pict>
                <v:oval id="Oval 158" o:spid="_x0000_s1423" style="position:absolute;left:0;text-align:left;margin-left:14.05pt;margin-top:259.55pt;width:71.2pt;height:53.25pt;z-index:25176371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" fillcolor="#d8d8d8 [2732]">
                  <v:textbox inset="0,0,0,0">
                    <w:txbxContent>
                      <w:p w:rsidR="00994769" w:rsidRPr="003263F0" w:rsidRDefault="00994769" w:rsidP="008518EF">
                        <w:pPr>
                          <w:ind w:left="-84" w:right="-104"/>
                          <w:jc w:val="center"/>
                          <w:rPr>
                            <w:b/>
                            <w:sz w:val="20"/>
                            <w:lang w:val="es-MX"/>
                          </w:rPr>
                        </w:pPr>
                        <w:r w:rsidRPr="003263F0">
                          <w:rPr>
                            <w:b/>
                            <w:sz w:val="20"/>
                            <w:lang w:val="es-MX"/>
                          </w:rPr>
                          <w:t>Trámite suspendido</w:t>
                        </w:r>
                      </w:p>
                    </w:txbxContent>
                  </v:textbox>
                </v:oval>
              </w:pict>
            </w:r>
          </w:p>
        </w:tc>
        <w:tc>
          <w:tcPr>
            <w:tcW w:w="2180" w:type="dxa"/>
          </w:tcPr>
          <w:p w:rsidR="008518EF" w:rsidRDefault="008B24FB" w:rsidP="00476F4D">
            <w:pPr>
              <w:spacing w:before="0" w:after="0" w:line="240" w:lineRule="auto"/>
              <w:rPr>
                <w:noProof/>
                <w:lang w:eastAsia="es-AR"/>
              </w:rPr>
            </w:pPr>
            <w:r w:rsidRPr="008B24FB">
              <w:rPr>
                <w:noProof/>
                <w:lang w:eastAsia="es-AR"/>
              </w:rPr>
              <w:pict>
                <v:group id="Group 147" o:spid="_x0000_s1433" style="position:absolute;left:0;text-align:left;margin-left:4.45pt;margin-top:253.55pt;width:90.75pt;height:65.25pt;z-index:251768832;mso-position-horizontal-relative:text;mso-position-vertical-relative:text" coordorigin="960,3424" coordsize="1815,1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">
                  <v:rect id="Rectangle 148" o:spid="_x0000_s1434" style="position:absolute;left:1245;top:3424;width:1530;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">
                    <v:textbox inset=".2mm,.2mm,.2mm,.2mm">
                      <w:txbxContent>
                        <w:p w:rsidR="00994769" w:rsidRPr="00B66FB8" w:rsidRDefault="00994769" w:rsidP="00D44CF9">
                          <w:pPr>
                            <w:spacing w:before="0" w:after="0" w:line="240" w:lineRule="auto"/>
                            <w:jc w:val="center"/>
                            <w:rPr>
                              <w:sz w:val="18"/>
                              <w:szCs w:val="18"/>
                              <w:lang w:val="es-MX"/>
                            </w:rPr>
                          </w:pPr>
                          <w:r>
                            <w:rPr>
                              <w:sz w:val="18"/>
                              <w:szCs w:val="18"/>
                              <w:lang w:val="es-MX"/>
                            </w:rPr>
                            <w:t>Informa a DGPPSE</w:t>
                          </w:r>
                        </w:p>
                      </w:txbxContent>
                    </v:textbox>
                  </v:rect>
                  <v:rect id="Rectangle 149" o:spid="_x0000_s1435" style="position:absolute;left:960;top:4440;width:1815;height:28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">
                    <v:textbox inset=".2mm,.2mm,.2mm,.2mm">
                      <w:txbxContent>
                        <w:p w:rsidR="00994769" w:rsidRPr="00D547E0" w:rsidRDefault="00994769" w:rsidP="00D44CF9">
                          <w:pPr>
                            <w:spacing w:before="0" w:after="0" w:line="240" w:lineRule="auto"/>
                            <w:jc w:val="center"/>
                            <w:rPr>
                              <w:sz w:val="20"/>
                              <w:lang w:val="es-MX"/>
                            </w:rPr>
                          </w:pPr>
                          <w:r>
                            <w:rPr>
                              <w:sz w:val="20"/>
                              <w:lang w:val="es-MX"/>
                            </w:rPr>
                            <w:t>Envíaa DC y DGI</w:t>
                          </w:r>
                        </w:p>
                      </w:txbxContent>
                    </v:textbox>
                  </v:rect>
                  <v:rect id="Rectangle 150" o:spid="_x0000_s1436" style="position:absolute;left:960;top:3424;width:285;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">
                    <v:textbox inset=".2mm,.2mm,.2mm,.2mm">
                      <w:txbxContent>
                        <w:p w:rsidR="00994769" w:rsidRPr="00B66FB8" w:rsidRDefault="00994769" w:rsidP="00D44CF9">
                          <w:pPr>
                            <w:spacing w:before="0" w:after="0" w:line="240" w:lineRule="auto"/>
                            <w:jc w:val="center"/>
                            <w:rPr>
                              <w:lang w:val="es-MX"/>
                            </w:rPr>
                          </w:pPr>
                          <w:r>
                            <w:rPr>
                              <w:lang w:val="es-MX"/>
                            </w:rPr>
                            <w:t>5</w:t>
                          </w:r>
                        </w:p>
                      </w:txbxContent>
                    </v:textbox>
                  </v:rect>
                </v:group>
              </w:pict>
            </w:r>
            <w:r w:rsidRPr="008B24FB">
              <w:rPr>
                <w:noProof/>
                <w:lang w:eastAsia="es-AR"/>
              </w:rPr>
              <w:pict>
                <v:shape id="AutoShape 151" o:spid="_x0000_s1437" type="#_x0000_t32" style="position:absolute;left:0;text-align:left;margin-left:95.05pt;margin-top:123.2pt;width:16.65pt;height:.05pt;flip:x;z-index:2517698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">
                  <v:stroke endarrow="block"/>
                </v:shape>
              </w:pict>
            </w:r>
            <w:r w:rsidRPr="008B24FB">
              <w:rPr>
                <w:noProof/>
                <w:lang w:eastAsia="es-AR"/>
              </w:rPr>
              <w:pict>
                <v:shape id="AutoShape 156" o:spid="_x0000_s1438" type="#_x0000_t34" style="position:absolute;left:0;text-align:left;margin-left:95.2pt;margin-top:42.8pt;width:63.35pt;height:40.9pt;z-index:2517708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" adj="21839">
                  <v:stroke endarrow="block"/>
                </v:shape>
              </w:pict>
            </w:r>
            <w:r w:rsidRPr="008B24FB">
              <w:rPr>
                <w:noProof/>
                <w:lang w:eastAsia="es-AR"/>
              </w:rPr>
              <w:pict>
                <v:group id="Group 139" o:spid="_x0000_s1429" style="position:absolute;left:0;text-align:left;margin-left:4.45pt;margin-top:98.65pt;width:90.75pt;height:65.25pt;z-index:251767808;mso-position-horizontal-relative:text;mso-position-vertical-relative:text" coordorigin="960,3424" coordsize="1815,1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">
                  <v:rect id="Rectangle 140" o:spid="_x0000_s1430" style="position:absolute;left:1245;top:3424;width:1530;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">
                    <v:textbox inset=".2mm,.2mm,.2mm,.2mm">
                      <w:txbxContent>
                        <w:p w:rsidR="00994769" w:rsidRPr="00B66FB8" w:rsidRDefault="00994769" w:rsidP="00D44CF9">
                          <w:pPr>
                            <w:spacing w:before="0" w:after="0" w:line="240" w:lineRule="auto"/>
                            <w:jc w:val="center"/>
                            <w:rPr>
                              <w:sz w:val="18"/>
                              <w:szCs w:val="18"/>
                              <w:lang w:val="es-MX"/>
                            </w:rPr>
                          </w:pPr>
                          <w:r>
                            <w:rPr>
                              <w:sz w:val="18"/>
                              <w:szCs w:val="18"/>
                              <w:lang w:val="es-MX"/>
                            </w:rPr>
                            <w:t>Responde a los Oferentes</w:t>
                          </w:r>
                        </w:p>
                      </w:txbxContent>
                    </v:textbox>
                  </v:rect>
                  <v:rect id="Rectangle 141" o:spid="_x0000_s1431" style="position:absolute;left:960;top:4440;width:1815;height:28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" fillcolor="#d8d8d8 [2732]">
                    <v:textbox inset=".2mm,.2mm,.2mm,.2mm">
                      <w:txbxContent>
                        <w:p w:rsidR="00994769" w:rsidRPr="00D547E0" w:rsidRDefault="00994769" w:rsidP="00D44CF9">
                          <w:pPr>
                            <w:spacing w:before="0" w:after="0" w:line="240" w:lineRule="auto"/>
                            <w:jc w:val="center"/>
                            <w:rPr>
                              <w:b/>
                              <w:sz w:val="20"/>
                              <w:lang w:val="es-MX"/>
                            </w:rPr>
                          </w:pPr>
                          <w:r>
                            <w:rPr>
                              <w:b/>
                              <w:sz w:val="20"/>
                              <w:lang w:val="es-MX"/>
                            </w:rPr>
                            <w:t xml:space="preserve">Pasa a </w:t>
                          </w:r>
                          <w:r w:rsidRPr="00D547E0">
                            <w:rPr>
                              <w:b/>
                              <w:sz w:val="20"/>
                              <w:lang w:val="es-MX"/>
                            </w:rPr>
                            <w:t>ETAPA III</w:t>
                          </w:r>
                        </w:p>
                        <w:p w:rsidR="00994769" w:rsidRPr="0058463B" w:rsidRDefault="00994769" w:rsidP="00D44CF9">
                          <w:pPr>
                            <w:spacing w:before="0" w:after="0" w:line="240" w:lineRule="auto"/>
                          </w:pPr>
                        </w:p>
                      </w:txbxContent>
                    </v:textbox>
                  </v:rect>
                  <v:rect id="Rectangle 142" o:spid="_x0000_s1432" style="position:absolute;left:960;top:3424;width:285;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">
                    <v:textbox inset=".2mm,.2mm,.2mm,.2mm">
                      <w:txbxContent>
                        <w:p w:rsidR="00994769" w:rsidRPr="00B66FB8" w:rsidRDefault="00994769" w:rsidP="00D44CF9">
                          <w:pPr>
                            <w:spacing w:before="0" w:after="0" w:line="240" w:lineRule="auto"/>
                            <w:jc w:val="center"/>
                            <w:rPr>
                              <w:lang w:val="es-MX"/>
                            </w:rPr>
                          </w:pPr>
                          <w:r>
                            <w:rPr>
                              <w:lang w:val="es-MX"/>
                            </w:rPr>
                            <w:t>3</w:t>
                          </w:r>
                        </w:p>
                      </w:txbxContent>
                    </v:textbox>
                  </v:rect>
                </v:group>
              </w:pict>
            </w:r>
            <w:r w:rsidRPr="008B24FB">
              <w:rPr>
                <w:noProof/>
                <w:lang w:eastAsia="es-AR"/>
              </w:rPr>
              <w:pict>
                <v:group id="Group 124" o:spid="_x0000_s1425" style="position:absolute;left:0;text-align:left;margin-left:4.45pt;margin-top:12.75pt;width:90.75pt;height:65.25pt;z-index:251766784;mso-position-horizontal-relative:text;mso-position-vertical-relative:text" coordorigin="960,3424" coordsize="1815,1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">
                  <v:rect id="Rectangle 125" o:spid="_x0000_s1426" style="position:absolute;left:1245;top:3424;width:1530;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">
                    <v:textbox inset=".2mm,.2mm,.2mm,.2mm">
                      <w:txbxContent>
                        <w:p w:rsidR="00994769" w:rsidRDefault="00994769" w:rsidP="00D44CF9">
                          <w:pPr>
                            <w:spacing w:before="0" w:after="0" w:line="240" w:lineRule="auto"/>
                            <w:jc w:val="center"/>
                            <w:rPr>
                              <w:sz w:val="18"/>
                              <w:szCs w:val="18"/>
                              <w:lang w:val="es-MX"/>
                            </w:rPr>
                          </w:pPr>
                          <w:r>
                            <w:rPr>
                              <w:sz w:val="18"/>
                              <w:szCs w:val="18"/>
                              <w:lang w:val="es-MX"/>
                            </w:rPr>
                            <w:t>Recibe reclamos de Oferentes y</w:t>
                          </w:r>
                        </w:p>
                        <w:p w:rsidR="00994769" w:rsidRPr="00B66FB8" w:rsidRDefault="00994769" w:rsidP="00D44CF9">
                          <w:pPr>
                            <w:spacing w:before="0" w:after="0" w:line="240" w:lineRule="auto"/>
                            <w:jc w:val="center"/>
                            <w:rPr>
                              <w:sz w:val="18"/>
                              <w:szCs w:val="18"/>
                              <w:lang w:val="es-MX"/>
                            </w:rPr>
                          </w:pPr>
                          <w:r>
                            <w:rPr>
                              <w:sz w:val="18"/>
                              <w:szCs w:val="18"/>
                              <w:lang w:val="es-MX"/>
                            </w:rPr>
                            <w:t>consulta con DGI</w:t>
                          </w:r>
                        </w:p>
                      </w:txbxContent>
                    </v:textbox>
                  </v:rect>
                  <v:rect id="Rectangle 126" o:spid="_x0000_s1427" style="position:absolute;left:960;top:4440;width:1815;height:28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">
                    <v:textbox inset=".2mm,.2mm,.2mm,.2mm">
                      <w:txbxContent>
                        <w:p w:rsidR="00994769" w:rsidRPr="00D547E0" w:rsidRDefault="00994769" w:rsidP="00D44CF9">
                          <w:pPr>
                            <w:spacing w:before="0" w:after="0" w:line="240" w:lineRule="auto"/>
                            <w:jc w:val="center"/>
                            <w:rPr>
                              <w:sz w:val="20"/>
                              <w:lang w:val="es-MX"/>
                            </w:rPr>
                          </w:pPr>
                          <w:r>
                            <w:rPr>
                              <w:sz w:val="20"/>
                              <w:lang w:val="es-MX"/>
                            </w:rPr>
                            <w:t>Envíaa DGAJ</w:t>
                          </w:r>
                        </w:p>
                      </w:txbxContent>
                    </v:textbox>
                  </v:rect>
                  <v:rect id="Rectangle 127" o:spid="_x0000_s1428" style="position:absolute;left:960;top:3424;width:285;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">
                    <v:textbox inset=".2mm,.2mm,.2mm,.2mm">
                      <w:txbxContent>
                        <w:p w:rsidR="00994769" w:rsidRPr="00B66FB8" w:rsidRDefault="00994769" w:rsidP="00D44CF9">
                          <w:pPr>
                            <w:spacing w:before="0" w:after="0" w:line="240" w:lineRule="auto"/>
                            <w:jc w:val="center"/>
                            <w:rPr>
                              <w:lang w:val="es-MX"/>
                            </w:rPr>
                          </w:pPr>
                          <w:r>
                            <w:rPr>
                              <w:lang w:val="es-MX"/>
                            </w:rPr>
                            <w:t>1</w:t>
                          </w:r>
                        </w:p>
                      </w:txbxContent>
                    </v:textbox>
                  </v:rect>
                </v:group>
              </w:pict>
            </w:r>
          </w:p>
        </w:tc>
        <w:tc>
          <w:tcPr>
            <w:tcW w:w="2180" w:type="dxa"/>
          </w:tcPr>
          <w:p w:rsidR="008518EF" w:rsidRDefault="008B24FB" w:rsidP="00476F4D">
            <w:pPr>
              <w:spacing w:before="0" w:after="0" w:line="240" w:lineRule="auto"/>
              <w:rPr>
                <w:noProof/>
                <w:lang w:eastAsia="es-AR"/>
              </w:rPr>
            </w:pPr>
            <w:r w:rsidRPr="008B24FB">
              <w:rPr>
                <w:noProof/>
                <w:lang w:eastAsia="es-AR"/>
              </w:rPr>
              <w:pict>
                <v:rect id="Rectangle 129" o:spid="_x0000_s1152" style="position:absolute;left:0;text-align:left;margin-left:52.55pt;margin-top:160.3pt;width:10.5pt;height:11.25pt;z-index:25162240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" stroked="f">
                  <v:textbox inset="0,0,0,0">
                    <w:txbxContent>
                      <w:p w:rsidR="004E612B" w:rsidRPr="00F77F8E" w:rsidRDefault="004E612B" w:rsidP="00D44CF9">
                        <w:pPr>
                          <w:spacing w:before="0" w:after="0" w:line="240" w:lineRule="auto"/>
                          <w:rPr>
                            <w:b/>
                            <w:sz w:val="18"/>
                            <w:szCs w:val="18"/>
                            <w:lang w:val="es-MX"/>
                          </w:rPr>
                        </w:pPr>
                        <w:r w:rsidRPr="00F77F8E">
                          <w:rPr>
                            <w:b/>
                            <w:sz w:val="18"/>
                            <w:szCs w:val="18"/>
                            <w:lang w:val="es-MX"/>
                          </w:rPr>
                          <w:t>Si</w:t>
                        </w:r>
                      </w:p>
                    </w:txbxContent>
                  </v:textbox>
                </v:rect>
              </w:pict>
            </w:r>
            <w:r w:rsidRPr="008B24FB">
              <w:rPr>
                <w:noProof/>
                <w:lang w:eastAsia="es-AR"/>
              </w:rPr>
              <w:pict>
                <v:rect id="Rectangle 130" o:spid="_x0000_s1153" style="position:absolute;left:0;text-align:left;margin-left:-1.8pt;margin-top:107.9pt;width:14.15pt;height:9.9pt;z-index:25162342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" stroked="f">
                  <v:textbox inset="0,0,0,0">
                    <w:txbxContent>
                      <w:p w:rsidR="004E612B" w:rsidRPr="00F77F8E" w:rsidRDefault="004E612B" w:rsidP="00D44CF9">
                        <w:pPr>
                          <w:spacing w:before="0" w:after="0" w:line="240" w:lineRule="auto"/>
                          <w:rPr>
                            <w:b/>
                            <w:sz w:val="18"/>
                            <w:szCs w:val="18"/>
                            <w:lang w:val="es-MX"/>
                          </w:rPr>
                        </w:pPr>
                        <w:r>
                          <w:rPr>
                            <w:b/>
                            <w:sz w:val="18"/>
                            <w:szCs w:val="18"/>
                            <w:lang w:val="es-MX"/>
                          </w:rPr>
                          <w:t>No</w:t>
                        </w:r>
                      </w:p>
                    </w:txbxContent>
                  </v:textbox>
                </v:rect>
              </w:pict>
            </w:r>
            <w:r w:rsidRPr="008B24FB">
              <w:rPr>
                <w:noProof/>
                <w:lang w:eastAsia="es-AR"/>
              </w:rPr>
              <w:pict>
                <v:shape id="AutoShape 152" o:spid="_x0000_s1175" type="#_x0000_t32" style="position:absolute;left:0;text-align:left;margin-left:48.8pt;margin-top:163.9pt;width:0;height:17.4pt;z-index:251630592;visibility:visible;mso-wrap-distance-left:3.17497mm;mso-wrap-distance-right:3.17497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">
                  <v:stroke endarrow="block"/>
                </v:shape>
              </w:pict>
            </w:r>
            <w:r w:rsidRPr="008B24FB">
              <w:rPr>
                <w:noProof/>
                <w:lang w:eastAsia="es-AR"/>
              </w:rPr>
              <w:pict>
                <v:group id="Group 131" o:spid="_x0000_s1154" style="position:absolute;left:0;text-align:left;margin-left:4.4pt;margin-top:181.55pt;width:90.75pt;height:65.25pt;z-index:251624448;mso-position-horizontal-relative:text;mso-position-vertical-relative:text" coordorigin="960,3424" coordsize="1815,1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">
                  <v:rect id="Rectangle 132" o:spid="_x0000_s1155" style="position:absolute;left:1245;top:3424;width:1530;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">
                    <v:textbox inset=".2mm,.2mm,.2mm,.2mm">
                      <w:txbxContent>
                        <w:p w:rsidR="004E612B" w:rsidRPr="00B66FB8" w:rsidRDefault="004E612B" w:rsidP="00D44CF9">
                          <w:pPr>
                            <w:spacing w:before="0" w:after="0" w:line="240" w:lineRule="auto"/>
                            <w:jc w:val="center"/>
                            <w:rPr>
                              <w:sz w:val="18"/>
                              <w:szCs w:val="18"/>
                              <w:lang w:val="es-MX"/>
                            </w:rPr>
                          </w:pPr>
                          <w:r>
                            <w:rPr>
                              <w:sz w:val="18"/>
                              <w:szCs w:val="18"/>
                              <w:lang w:val="es-MX"/>
                            </w:rPr>
                            <w:t>Emite Objeción e informa suspensión de trámites.</w:t>
                          </w:r>
                        </w:p>
                      </w:txbxContent>
                    </v:textbox>
                  </v:rect>
                  <v:rect id="Rectangle 133" o:spid="_x0000_s1156" style="position:absolute;left:960;top:4440;width:1815;height:28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">
                    <v:textbox inset=".2mm,.2mm,.2mm,.2mm">
                      <w:txbxContent>
                        <w:p w:rsidR="004E612B" w:rsidRPr="00D547E0" w:rsidRDefault="004E612B" w:rsidP="00D44CF9">
                          <w:pPr>
                            <w:spacing w:before="0" w:after="0" w:line="240" w:lineRule="auto"/>
                            <w:jc w:val="center"/>
                            <w:rPr>
                              <w:sz w:val="20"/>
                              <w:lang w:val="es-MX"/>
                            </w:rPr>
                          </w:pPr>
                          <w:r>
                            <w:rPr>
                              <w:sz w:val="20"/>
                              <w:lang w:val="es-MX"/>
                            </w:rPr>
                            <w:t>Envíaa DC y DGI</w:t>
                          </w:r>
                        </w:p>
                      </w:txbxContent>
                    </v:textbox>
                  </v:rect>
                  <v:rect id="Rectangle 134" o:spid="_x0000_s1157" style="position:absolute;left:960;top:3424;width:285;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">
                    <v:textbox inset=".2mm,.2mm,.2mm,.2mm">
                      <w:txbxContent>
                        <w:p w:rsidR="004E612B" w:rsidRPr="00B66FB8" w:rsidRDefault="004E612B" w:rsidP="00D44CF9">
                          <w:pPr>
                            <w:spacing w:before="0" w:after="0" w:line="240" w:lineRule="auto"/>
                            <w:jc w:val="center"/>
                            <w:rPr>
                              <w:lang w:val="es-MX"/>
                            </w:rPr>
                          </w:pPr>
                          <w:r>
                            <w:rPr>
                              <w:lang w:val="es-MX"/>
                            </w:rPr>
                            <w:t>4</w:t>
                          </w:r>
                        </w:p>
                      </w:txbxContent>
                    </v:textbox>
                  </v:rect>
                </v:group>
              </w:pict>
            </w:r>
            <w:r w:rsidRPr="008B24FB">
              <w:rPr>
                <w:noProof/>
                <w:lang w:eastAsia="es-AR"/>
              </w:rPr>
              <w:pict>
                <v:rect id="Rectangle 157" o:spid="_x0000_s1180" style="position:absolute;left:0;text-align:left;margin-left:11.85pt;margin-top:119.5pt;width:13.3pt;height:6.25pt;rotation:90;z-index:25163571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">
                  <v:textbox inset="0,0,0,0">
                    <w:txbxContent>
                      <w:p w:rsidR="004E612B" w:rsidRPr="00783DC2" w:rsidRDefault="004E612B" w:rsidP="00D44CF9">
                        <w:pPr>
                          <w:spacing w:before="0" w:after="0" w:line="240" w:lineRule="auto"/>
                          <w:rPr>
                            <w:sz w:val="20"/>
                            <w:lang w:val="es-MX"/>
                          </w:rPr>
                        </w:pPr>
                        <w:r w:rsidRPr="00783DC2">
                          <w:rPr>
                            <w:sz w:val="20"/>
                            <w:lang w:val="es-MX"/>
                          </w:rPr>
                          <w:t>2</w:t>
                        </w:r>
                      </w:p>
                    </w:txbxContent>
                  </v:textbox>
                </v:rect>
              </w:pict>
            </w:r>
            <w:r w:rsidRPr="008B24FB">
              <w:rPr>
                <w:noProof/>
                <w:lang w:eastAsia="es-AR"/>
              </w:rPr>
              <w:pict>
                <v:shape id="AutoShape 128" o:spid="_x0000_s1151" type="#_x0000_t4" style="position:absolute;left:0;text-align:left;margin-left:3.2pt;margin-top:83.7pt;width:91.95pt;height:79.45pt;z-index:25162137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">
                  <v:textbox inset="0,0,0,0">
                    <w:txbxContent>
                      <w:p w:rsidR="004E612B" w:rsidRPr="00783DC2" w:rsidRDefault="004E612B" w:rsidP="00D44CF9">
                        <w:pPr>
                          <w:spacing w:before="0" w:after="0" w:line="240" w:lineRule="auto"/>
                          <w:ind w:right="-59"/>
                          <w:rPr>
                            <w:sz w:val="18"/>
                            <w:szCs w:val="18"/>
                            <w:lang w:val="es-MX"/>
                          </w:rPr>
                        </w:pPr>
                        <w:r w:rsidRPr="00783DC2">
                          <w:rPr>
                            <w:sz w:val="18"/>
                            <w:szCs w:val="18"/>
                            <w:lang w:val="es-MX"/>
                          </w:rPr>
                          <w:t>Considera</w:t>
                        </w:r>
                        <w:r>
                          <w:rPr>
                            <w:sz w:val="18"/>
                            <w:szCs w:val="18"/>
                            <w:lang w:val="es-MX"/>
                          </w:rPr>
                          <w:t xml:space="preserve"> p</w:t>
                        </w:r>
                        <w:r w:rsidRPr="00783DC2">
                          <w:rPr>
                            <w:sz w:val="18"/>
                            <w:szCs w:val="18"/>
                            <w:lang w:val="es-MX"/>
                          </w:rPr>
                          <w:t>rocedente?</w:t>
                        </w:r>
                      </w:p>
                    </w:txbxContent>
                  </v:textbox>
                </v:shape>
              </w:pict>
            </w:r>
          </w:p>
        </w:tc>
      </w:tr>
    </w:tbl>
    <w:p w:rsidR="008518EF" w:rsidRDefault="008518EF" w:rsidP="00476F4D">
      <w:pPr>
        <w:spacing w:before="0" w:after="0" w:line="240" w:lineRule="auto"/>
      </w:pPr>
    </w:p>
    <w:p w:rsidR="008518EF" w:rsidRDefault="008518EF" w:rsidP="00476F4D">
      <w:pPr>
        <w:spacing w:before="0" w:after="0" w:line="240" w:lineRule="auto"/>
      </w:pPr>
    </w:p>
    <w:p w:rsidR="008518EF" w:rsidRDefault="008518EF" w:rsidP="00476F4D">
      <w:pPr>
        <w:spacing w:before="0" w:after="0" w:line="240" w:lineRule="auto"/>
        <w:rPr>
          <w:rFonts w:cs="Arial"/>
          <w:b/>
          <w:bCs/>
          <w:iCs/>
          <w:szCs w:val="28"/>
        </w:rPr>
      </w:pPr>
      <w:r>
        <w:br w:type="page"/>
      </w:r>
    </w:p>
    <w:p w:rsidR="008518EF" w:rsidRPr="00E71831" w:rsidRDefault="003E7206" w:rsidP="00476F4D">
      <w:pPr>
        <w:pStyle w:val="Ttulo2"/>
        <w:spacing w:before="0" w:after="0" w:line="240" w:lineRule="auto"/>
      </w:pPr>
      <w:bookmarkStart w:id="56" w:name="_Toc47096494"/>
      <w:bookmarkStart w:id="57" w:name="_Toc47600770"/>
      <w:r>
        <w:lastRenderedPageBreak/>
        <w:t>ETAPA</w:t>
      </w:r>
      <w:r w:rsidR="008518EF">
        <w:t xml:space="preserve"> III: Firma del Contrato e Inicio de Obra</w:t>
      </w:r>
      <w:bookmarkEnd w:id="56"/>
      <w:bookmarkEnd w:id="57"/>
    </w:p>
    <w:p w:rsidR="008518EF" w:rsidRDefault="008518EF" w:rsidP="00476F4D">
      <w:pPr>
        <w:spacing w:before="0" w:after="0" w:line="240" w:lineRule="auto"/>
      </w:pPr>
    </w:p>
    <w:tbl>
      <w:tblPr>
        <w:tblStyle w:val="Tablaconcuadrcula"/>
        <w:tblW w:w="10895" w:type="dxa"/>
        <w:tblLayout w:type="fixed"/>
        <w:tblLook w:val="04A0"/>
      </w:tblPr>
      <w:tblGrid>
        <w:gridCol w:w="2179"/>
        <w:gridCol w:w="2179"/>
        <w:gridCol w:w="2179"/>
        <w:gridCol w:w="2179"/>
        <w:gridCol w:w="2179"/>
      </w:tblGrid>
      <w:tr w:rsidR="00460008" w:rsidTr="008518EF">
        <w:trPr>
          <w:trHeight w:val="732"/>
        </w:trPr>
        <w:tc>
          <w:tcPr>
            <w:tcW w:w="2179" w:type="dxa"/>
            <w:shd w:val="clear" w:color="auto" w:fill="D9D9D9" w:themeFill="background1" w:themeFillShade="D9"/>
          </w:tcPr>
          <w:p w:rsidR="008518EF" w:rsidRPr="00C7715B" w:rsidRDefault="008518EF" w:rsidP="00476F4D">
            <w:pPr>
              <w:spacing w:before="0" w:after="0" w:line="240" w:lineRule="auto"/>
              <w:jc w:val="center"/>
              <w:rPr>
                <w:b/>
                <w:sz w:val="28"/>
                <w:szCs w:val="28"/>
              </w:rPr>
            </w:pPr>
            <w:r w:rsidRPr="00C7715B">
              <w:rPr>
                <w:b/>
                <w:sz w:val="28"/>
                <w:szCs w:val="28"/>
              </w:rPr>
              <w:t>EMPRESA CONTRATISTA</w:t>
            </w:r>
          </w:p>
        </w:tc>
        <w:tc>
          <w:tcPr>
            <w:tcW w:w="2179" w:type="dxa"/>
            <w:shd w:val="clear" w:color="auto" w:fill="D9D9D9" w:themeFill="background1" w:themeFillShade="D9"/>
          </w:tcPr>
          <w:p w:rsidR="008518EF" w:rsidRPr="00C7715B" w:rsidRDefault="008518EF" w:rsidP="00476F4D">
            <w:pPr>
              <w:spacing w:before="0" w:after="0" w:line="240" w:lineRule="auto"/>
              <w:jc w:val="center"/>
              <w:rPr>
                <w:b/>
                <w:sz w:val="28"/>
                <w:szCs w:val="28"/>
              </w:rPr>
            </w:pPr>
            <w:r w:rsidRPr="00C7715B">
              <w:rPr>
                <w:b/>
                <w:sz w:val="28"/>
                <w:szCs w:val="28"/>
              </w:rPr>
              <w:t>DC</w:t>
            </w:r>
          </w:p>
          <w:p w:rsidR="008518EF" w:rsidRPr="00C7715B" w:rsidRDefault="008518EF" w:rsidP="00476F4D">
            <w:pPr>
              <w:spacing w:before="0" w:after="0" w:line="240" w:lineRule="auto"/>
              <w:jc w:val="center"/>
              <w:rPr>
                <w:b/>
                <w:sz w:val="28"/>
                <w:szCs w:val="28"/>
              </w:rPr>
            </w:pPr>
            <w:r w:rsidRPr="00C7715B">
              <w:rPr>
                <w:b/>
                <w:sz w:val="28"/>
                <w:szCs w:val="28"/>
              </w:rPr>
              <w:t>(ME)</w:t>
            </w:r>
          </w:p>
        </w:tc>
        <w:tc>
          <w:tcPr>
            <w:tcW w:w="2179" w:type="dxa"/>
            <w:shd w:val="clear" w:color="auto" w:fill="D9D9D9" w:themeFill="background1" w:themeFillShade="D9"/>
          </w:tcPr>
          <w:p w:rsidR="008518EF" w:rsidRPr="00C7715B" w:rsidRDefault="008518EF" w:rsidP="00476F4D">
            <w:pPr>
              <w:spacing w:before="0" w:after="0" w:line="240" w:lineRule="auto"/>
              <w:jc w:val="center"/>
              <w:rPr>
                <w:b/>
                <w:sz w:val="28"/>
                <w:szCs w:val="28"/>
              </w:rPr>
            </w:pPr>
            <w:r w:rsidRPr="00C7715B">
              <w:rPr>
                <w:b/>
                <w:sz w:val="28"/>
                <w:szCs w:val="28"/>
              </w:rPr>
              <w:t>DGPPSE</w:t>
            </w:r>
          </w:p>
          <w:p w:rsidR="008518EF" w:rsidRPr="00C7715B" w:rsidRDefault="008518EF" w:rsidP="00476F4D">
            <w:pPr>
              <w:spacing w:before="0" w:after="0" w:line="240" w:lineRule="auto"/>
              <w:jc w:val="center"/>
              <w:rPr>
                <w:b/>
                <w:sz w:val="28"/>
                <w:szCs w:val="28"/>
              </w:rPr>
            </w:pPr>
            <w:r w:rsidRPr="00C7715B">
              <w:rPr>
                <w:b/>
                <w:sz w:val="28"/>
                <w:szCs w:val="28"/>
              </w:rPr>
              <w:t>(ME)</w:t>
            </w:r>
          </w:p>
        </w:tc>
        <w:tc>
          <w:tcPr>
            <w:tcW w:w="2179" w:type="dxa"/>
            <w:shd w:val="clear" w:color="auto" w:fill="D9D9D9" w:themeFill="background1" w:themeFillShade="D9"/>
          </w:tcPr>
          <w:p w:rsidR="008518EF" w:rsidRPr="00C7715B" w:rsidRDefault="008518EF" w:rsidP="00476F4D">
            <w:pPr>
              <w:spacing w:before="0" w:after="0" w:line="240" w:lineRule="auto"/>
              <w:jc w:val="center"/>
              <w:rPr>
                <w:b/>
                <w:sz w:val="28"/>
                <w:szCs w:val="28"/>
              </w:rPr>
            </w:pPr>
            <w:r w:rsidRPr="00C7715B">
              <w:rPr>
                <w:b/>
                <w:sz w:val="28"/>
                <w:szCs w:val="28"/>
              </w:rPr>
              <w:t>DGI</w:t>
            </w:r>
          </w:p>
          <w:p w:rsidR="008518EF" w:rsidRPr="00C7715B" w:rsidRDefault="008518EF" w:rsidP="00476F4D">
            <w:pPr>
              <w:spacing w:before="0" w:after="0" w:line="240" w:lineRule="auto"/>
              <w:jc w:val="center"/>
              <w:rPr>
                <w:b/>
                <w:sz w:val="28"/>
                <w:szCs w:val="28"/>
              </w:rPr>
            </w:pPr>
            <w:r w:rsidRPr="00C7715B">
              <w:rPr>
                <w:b/>
                <w:sz w:val="28"/>
                <w:szCs w:val="28"/>
              </w:rPr>
              <w:t>(ME)</w:t>
            </w:r>
          </w:p>
        </w:tc>
        <w:tc>
          <w:tcPr>
            <w:tcW w:w="2179" w:type="dxa"/>
            <w:shd w:val="clear" w:color="auto" w:fill="D9D9D9" w:themeFill="background1" w:themeFillShade="D9"/>
          </w:tcPr>
          <w:p w:rsidR="008518EF" w:rsidRPr="00C7715B" w:rsidRDefault="008518EF" w:rsidP="00476F4D">
            <w:pPr>
              <w:spacing w:before="0" w:after="0" w:line="240" w:lineRule="auto"/>
              <w:jc w:val="center"/>
              <w:rPr>
                <w:b/>
                <w:sz w:val="28"/>
                <w:szCs w:val="28"/>
              </w:rPr>
            </w:pPr>
            <w:r w:rsidRPr="00C7715B">
              <w:rPr>
                <w:b/>
                <w:sz w:val="28"/>
                <w:szCs w:val="28"/>
              </w:rPr>
              <w:t>UCP</w:t>
            </w:r>
          </w:p>
          <w:p w:rsidR="008518EF" w:rsidRPr="00C7715B" w:rsidRDefault="008518EF" w:rsidP="00476F4D">
            <w:pPr>
              <w:spacing w:before="0" w:after="0" w:line="240" w:lineRule="auto"/>
              <w:jc w:val="center"/>
              <w:rPr>
                <w:b/>
                <w:sz w:val="28"/>
                <w:szCs w:val="28"/>
              </w:rPr>
            </w:pPr>
            <w:r w:rsidRPr="00C7715B">
              <w:rPr>
                <w:b/>
                <w:sz w:val="28"/>
                <w:szCs w:val="28"/>
              </w:rPr>
              <w:t>(JURISDICCIÓN)</w:t>
            </w:r>
          </w:p>
        </w:tc>
      </w:tr>
      <w:tr w:rsidR="00460008" w:rsidTr="007D4829">
        <w:trPr>
          <w:trHeight w:val="12809"/>
        </w:trPr>
        <w:tc>
          <w:tcPr>
            <w:tcW w:w="2179" w:type="dxa"/>
          </w:tcPr>
          <w:p w:rsidR="008518EF" w:rsidRDefault="008B24FB" w:rsidP="00476F4D">
            <w:pPr>
              <w:spacing w:before="0" w:after="0" w:line="240" w:lineRule="auto"/>
            </w:pPr>
            <w:r w:rsidRPr="008B24FB">
              <w:rPr>
                <w:noProof/>
                <w:color w:val="000000"/>
                <w:lang w:eastAsia="es-AR"/>
              </w:rPr>
              <w:lastRenderedPageBreak/>
              <w:pict>
                <v:shape id="AutoShape 248" o:spid="_x0000_s1271" type="#_x0000_t34" style="position:absolute;left:0;text-align:left;margin-left:95.75pt;margin-top:396.05pt;width:389.15pt;height:96.4pt;z-index:2516858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" adj="21622">
                  <v:stroke endarrow="block"/>
                </v:shape>
              </w:pict>
            </w:r>
            <w:r w:rsidRPr="008B24FB">
              <w:rPr>
                <w:noProof/>
                <w:color w:val="000000"/>
                <w:lang w:eastAsia="es-AR"/>
              </w:rPr>
              <w:pict>
                <v:group id="Group 239" o:spid="_x0000_s1262" style="position:absolute;left:0;text-align:left;margin-left:4.8pt;margin-top:455.35pt;width:90.75pt;height:74.45pt;z-index:251679744;mso-position-horizontal-relative:text;mso-position-vertical-relative:text" coordorigin="947,9931" coordsize="1815,14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">
                  <v:rect id="Rectangle 240" o:spid="_x0000_s1263" style="position:absolute;left:1232;top:9931;width:1530;height:120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">
                    <v:textbox inset=".2mm,.2mm,.2mm,.2mm">
                      <w:txbxContent>
                        <w:p w:rsidR="004E612B" w:rsidRPr="009947A6" w:rsidRDefault="004E612B" w:rsidP="007D4829">
                          <w:pPr>
                            <w:spacing w:before="0" w:after="0" w:line="240" w:lineRule="auto"/>
                            <w:jc w:val="center"/>
                            <w:rPr>
                              <w:lang w:val="es-MX"/>
                            </w:rPr>
                          </w:pPr>
                          <w:r>
                            <w:rPr>
                              <w:sz w:val="18"/>
                              <w:szCs w:val="18"/>
                              <w:lang w:val="es-MX"/>
                            </w:rPr>
                            <w:t>Cumple trámites municipales, Protocolo COVID-19 y otros; y solicita Inicio de Obra</w:t>
                          </w:r>
                        </w:p>
                      </w:txbxContent>
                    </v:textbox>
                  </v:rect>
                  <v:rect id="Rectangle 241" o:spid="_x0000_s1264" style="position:absolute;left:947;top:11131;width:1815;height:28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">
                    <v:textbox inset=".2mm,.2mm,.2mm,.2mm">
                      <w:txbxContent>
                        <w:p w:rsidR="004E612B" w:rsidRPr="00D547E0" w:rsidRDefault="004E612B" w:rsidP="007D4829">
                          <w:pPr>
                            <w:spacing w:before="0" w:after="0" w:line="240" w:lineRule="auto"/>
                            <w:jc w:val="center"/>
                            <w:rPr>
                              <w:sz w:val="20"/>
                              <w:lang w:val="es-MX"/>
                            </w:rPr>
                          </w:pPr>
                          <w:r>
                            <w:rPr>
                              <w:sz w:val="20"/>
                              <w:lang w:val="es-MX"/>
                            </w:rPr>
                            <w:t>Envía</w:t>
                          </w:r>
                          <w:r w:rsidRPr="00D547E0">
                            <w:rPr>
                              <w:sz w:val="20"/>
                              <w:lang w:val="es-MX"/>
                            </w:rPr>
                            <w:t xml:space="preserve"> a DGI</w:t>
                          </w:r>
                        </w:p>
                      </w:txbxContent>
                    </v:textbox>
                  </v:rect>
                  <v:rect id="Rectangle 242" o:spid="_x0000_s1265" style="position:absolute;left:947;top:9932;width:285;height:119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">
                    <v:textbox inset="0,0,0,0">
                      <w:txbxContent>
                        <w:p w:rsidR="004E612B" w:rsidRPr="00600D1B" w:rsidRDefault="004E612B" w:rsidP="007D4829">
                          <w:pPr>
                            <w:spacing w:before="0" w:after="0" w:line="240" w:lineRule="auto"/>
                            <w:jc w:val="center"/>
                            <w:rPr>
                              <w:sz w:val="20"/>
                              <w:lang w:val="es-MX"/>
                            </w:rPr>
                          </w:pPr>
                          <w:r w:rsidRPr="00600D1B">
                            <w:rPr>
                              <w:sz w:val="20"/>
                              <w:lang w:val="es-MX"/>
                            </w:rPr>
                            <w:t>11</w:t>
                          </w:r>
                        </w:p>
                      </w:txbxContent>
                    </v:textbox>
                  </v:rect>
                </v:group>
              </w:pict>
            </w:r>
            <w:r w:rsidRPr="008B24FB">
              <w:rPr>
                <w:noProof/>
                <w:color w:val="000000"/>
                <w:lang w:eastAsia="es-AR"/>
              </w:rPr>
              <w:pict>
                <v:shape id="AutoShape 247" o:spid="_x0000_s1270" type="#_x0000_t32" style="position:absolute;left:0;text-align:left;margin-left:50.55pt;margin-top:154.1pt;width:0;height:36.2pt;z-index:251684864;visibility:visible;mso-wrap-distance-left:3.17497mm;mso-wrap-distance-right:3.17497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">
                  <v:stroke endarrow="block"/>
                </v:shape>
              </w:pict>
            </w:r>
            <w:r w:rsidRPr="008B24FB">
              <w:rPr>
                <w:noProof/>
                <w:color w:val="000000"/>
                <w:lang w:eastAsia="es-AR"/>
              </w:rPr>
              <w:pict>
                <v:shape id="AutoShape 227" o:spid="_x0000_s1250" type="#_x0000_t34" style="position:absolute;left:0;text-align:left;margin-left:94.9pt;margin-top:234.05pt;width:282.35pt;height:13.6pt;z-index:2516705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" adj="21585">
                  <v:stroke endarrow="block"/>
                </v:shape>
              </w:pict>
            </w:r>
            <w:r w:rsidRPr="008B24FB">
              <w:rPr>
                <w:noProof/>
                <w:color w:val="000000"/>
                <w:lang w:eastAsia="es-AR"/>
              </w:rPr>
              <w:pict>
                <v:shape id="AutoShape 243" o:spid="_x0000_s1266" type="#_x0000_t34" style="position:absolute;left:0;text-align:left;margin-left:94.9pt;margin-top:407.3pt;width:282.35pt;height:13.6pt;z-index:2516807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" adj="21585">
                  <v:stroke endarrow="block"/>
                </v:shape>
              </w:pict>
            </w:r>
            <w:r w:rsidRPr="008B24FB">
              <w:rPr>
                <w:noProof/>
                <w:lang w:eastAsia="es-AR"/>
              </w:rPr>
              <w:pict>
                <v:shape id="AutoShape 219" o:spid="_x0000_s1242" type="#_x0000_t32" style="position:absolute;left:0;text-align:left;margin-left:96.5pt;margin-top:584pt;width:341.75pt;height:0;z-index:251665408;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">
                  <v:stroke endarrow="block"/>
                </v:shape>
              </w:pict>
            </w:r>
            <w:r w:rsidRPr="008B24FB">
              <w:rPr>
                <w:noProof/>
                <w:lang w:eastAsia="es-AR"/>
              </w:rPr>
              <w:pict>
                <v:group id="Group 185" o:spid="_x0000_s1208" style="position:absolute;left:0;text-align:left;margin-left:4.95pt;margin-top:553pt;width:90.75pt;height:65.25pt;z-index:251652096;mso-position-horizontal-relative:text;mso-position-vertical-relative:text" coordorigin="960,3424" coordsize="1815,1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">
                  <v:rect id="Rectangle 186" o:spid="_x0000_s1209" style="position:absolute;left:1245;top:3424;width:1530;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">
                    <v:textbox inset=".2mm,.2mm,.2mm,.2mm">
                      <w:txbxContent>
                        <w:p w:rsidR="004E612B" w:rsidRPr="00700BA5" w:rsidRDefault="004E612B" w:rsidP="007D4829">
                          <w:pPr>
                            <w:spacing w:before="0" w:after="0" w:line="240" w:lineRule="auto"/>
                            <w:jc w:val="center"/>
                            <w:rPr>
                              <w:sz w:val="18"/>
                              <w:szCs w:val="18"/>
                              <w:lang w:val="es-MX"/>
                            </w:rPr>
                          </w:pPr>
                          <w:r>
                            <w:rPr>
                              <w:sz w:val="18"/>
                              <w:szCs w:val="18"/>
                              <w:lang w:val="es-MX"/>
                            </w:rPr>
                            <w:t>Entrega Libro de Obra y notificación de replanteo</w:t>
                          </w:r>
                        </w:p>
                      </w:txbxContent>
                    </v:textbox>
                  </v:rect>
                  <v:rect id="Rectangle 187" o:spid="_x0000_s1210" style="position:absolute;left:960;top:4440;width:1815;height:28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">
                    <v:textbox inset=".2mm,.2mm,.2mm,.2mm">
                      <w:txbxContent>
                        <w:p w:rsidR="004E612B" w:rsidRPr="00B66FB8" w:rsidRDefault="004E612B" w:rsidP="007D4829">
                          <w:pPr>
                            <w:spacing w:before="0" w:after="0" w:line="240" w:lineRule="auto"/>
                            <w:jc w:val="center"/>
                            <w:rPr>
                              <w:sz w:val="20"/>
                              <w:lang w:val="es-MX"/>
                            </w:rPr>
                          </w:pPr>
                          <w:r>
                            <w:rPr>
                              <w:sz w:val="20"/>
                              <w:lang w:val="es-MX"/>
                            </w:rPr>
                            <w:t>Envía a UCP</w:t>
                          </w:r>
                        </w:p>
                      </w:txbxContent>
                    </v:textbox>
                  </v:rect>
                  <v:rect id="Rectangle 188" o:spid="_x0000_s1211" style="position:absolute;left:960;top:3424;width:285;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">
                    <v:textbox inset="0,0,0,0">
                      <w:txbxContent>
                        <w:p w:rsidR="004E612B" w:rsidRPr="00F34087" w:rsidRDefault="004E612B" w:rsidP="007D4829">
                          <w:pPr>
                            <w:spacing w:before="0" w:after="0" w:line="240" w:lineRule="auto"/>
                            <w:jc w:val="center"/>
                            <w:rPr>
                              <w:sz w:val="20"/>
                              <w:lang w:val="es-MX"/>
                            </w:rPr>
                          </w:pPr>
                          <w:r w:rsidRPr="00F34087">
                            <w:rPr>
                              <w:sz w:val="20"/>
                              <w:lang w:val="es-MX"/>
                            </w:rPr>
                            <w:t>1</w:t>
                          </w:r>
                          <w:r>
                            <w:rPr>
                              <w:sz w:val="20"/>
                              <w:lang w:val="es-MX"/>
                            </w:rPr>
                            <w:t>3</w:t>
                          </w:r>
                        </w:p>
                      </w:txbxContent>
                    </v:textbox>
                  </v:rect>
                </v:group>
              </w:pict>
            </w:r>
            <w:r w:rsidRPr="008B24FB">
              <w:rPr>
                <w:noProof/>
                <w:lang w:eastAsia="es-AR"/>
              </w:rPr>
              <w:pict>
                <v:shape id="AutoShape 233" o:spid="_x0000_s1256" type="#_x0000_t32" style="position:absolute;left:0;text-align:left;margin-left:50.45pt;margin-top:529.8pt;width:0;height:23.8pt;z-index:251673600;visibility:visible;mso-wrap-distance-left:3.17497mm;mso-wrap-distance-right:3.17497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">
                  <v:stroke endarrow="block"/>
                </v:shape>
              </w:pict>
            </w:r>
            <w:r w:rsidRPr="008B24FB">
              <w:rPr>
                <w:noProof/>
                <w:lang w:eastAsia="es-AR"/>
              </w:rPr>
              <w:pict>
                <v:shape id="AutoShape 228" o:spid="_x0000_s1251" type="#_x0000_t32" style="position:absolute;left:0;text-align:left;margin-left:50.45pt;margin-top:431.75pt;width:0;height:23.8pt;z-index:251671552;visibility:visible;mso-wrap-distance-left:3.17497mm;mso-wrap-distance-right:3.17497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">
                  <v:stroke endarrow="block"/>
                </v:shape>
              </w:pict>
            </w:r>
            <w:r w:rsidRPr="008B24FB">
              <w:rPr>
                <w:noProof/>
                <w:lang w:eastAsia="es-AR"/>
              </w:rPr>
              <w:pict>
                <v:shape id="AutoShape 171" o:spid="_x0000_s1194" type="#_x0000_t32" style="position:absolute;left:0;text-align:left;margin-left:50.45pt;margin-top:342.7pt;width:0;height:23.8pt;z-index:251646976;visibility:visible;mso-wrap-distance-left:3.17497mm;mso-wrap-distance-right:3.17497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">
                  <v:stroke endarrow="block"/>
                </v:shape>
              </w:pict>
            </w:r>
            <w:r w:rsidRPr="008B24FB">
              <w:rPr>
                <w:noProof/>
                <w:lang w:eastAsia="es-AR"/>
              </w:rPr>
              <w:pict>
                <v:group id="Group 181" o:spid="_x0000_s1204" style="position:absolute;left:0;text-align:left;margin-left:4.15pt;margin-top:366.5pt;width:90.75pt;height:65.25pt;z-index:251651072;mso-position-horizontal-relative:text;mso-position-vertical-relative:text" coordorigin="960,3424" coordsize="1815,1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">
                  <v:rect id="Rectangle 182" o:spid="_x0000_s1205" style="position:absolute;left:1245;top:3424;width:1530;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">
                    <v:textbox inset=".2mm,.2mm,.2mm,.2mm">
                      <w:txbxContent>
                        <w:p w:rsidR="004E612B" w:rsidRPr="00B66FB8" w:rsidRDefault="004E612B" w:rsidP="007D4829">
                          <w:pPr>
                            <w:spacing w:before="0" w:after="0" w:line="240" w:lineRule="auto"/>
                            <w:jc w:val="center"/>
                            <w:rPr>
                              <w:sz w:val="18"/>
                              <w:szCs w:val="18"/>
                              <w:lang w:val="es-MX"/>
                            </w:rPr>
                          </w:pPr>
                          <w:r>
                            <w:rPr>
                              <w:sz w:val="18"/>
                              <w:szCs w:val="18"/>
                              <w:lang w:val="es-MX"/>
                            </w:rPr>
                            <w:t>Presenta Insumos de Inspección a DGI y entrega a UCP</w:t>
                          </w:r>
                        </w:p>
                      </w:txbxContent>
                    </v:textbox>
                  </v:rect>
                  <v:rect id="Rectangle 183" o:spid="_x0000_s1206" style="position:absolute;left:960;top:4440;width:1815;height:28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">
                    <v:textbox inset=".2mm,.2mm,.2mm,.2mm">
                      <w:txbxContent>
                        <w:p w:rsidR="004E612B" w:rsidRPr="00B66FB8" w:rsidRDefault="004E612B" w:rsidP="007D4829">
                          <w:pPr>
                            <w:spacing w:before="0" w:after="0" w:line="240" w:lineRule="auto"/>
                            <w:jc w:val="center"/>
                            <w:rPr>
                              <w:sz w:val="20"/>
                              <w:lang w:val="es-MX"/>
                            </w:rPr>
                          </w:pPr>
                          <w:r>
                            <w:rPr>
                              <w:sz w:val="20"/>
                              <w:lang w:val="es-MX"/>
                            </w:rPr>
                            <w:t>Envía a UCP</w:t>
                          </w:r>
                        </w:p>
                      </w:txbxContent>
                    </v:textbox>
                  </v:rect>
                  <v:rect id="Rectangle 184" o:spid="_x0000_s1207" style="position:absolute;left:960;top:3424;width:285;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">
                    <v:textbox inset="0,0,0,0">
                      <w:txbxContent>
                        <w:p w:rsidR="004E612B" w:rsidRPr="00F34087" w:rsidRDefault="004E612B" w:rsidP="007D4829">
                          <w:pPr>
                            <w:spacing w:before="0" w:after="0" w:line="240" w:lineRule="auto"/>
                            <w:jc w:val="center"/>
                            <w:rPr>
                              <w:sz w:val="20"/>
                              <w:lang w:val="es-MX"/>
                            </w:rPr>
                          </w:pPr>
                          <w:r w:rsidRPr="00F34087">
                            <w:rPr>
                              <w:sz w:val="20"/>
                              <w:lang w:val="es-MX"/>
                            </w:rPr>
                            <w:t>1</w:t>
                          </w:r>
                          <w:r>
                            <w:rPr>
                              <w:sz w:val="20"/>
                              <w:lang w:val="es-MX"/>
                            </w:rPr>
                            <w:t>0</w:t>
                          </w:r>
                        </w:p>
                      </w:txbxContent>
                    </v:textbox>
                  </v:rect>
                </v:group>
              </w:pict>
            </w:r>
            <w:r w:rsidRPr="008B24FB">
              <w:rPr>
                <w:noProof/>
                <w:lang w:eastAsia="es-AR"/>
              </w:rPr>
              <w:pict>
                <v:shape id="AutoShape 172" o:spid="_x0000_s1195" type="#_x0000_t32" style="position:absolute;left:0;text-align:left;margin-left:50.45pt;margin-top:254.35pt;width:0;height:23pt;z-index:251648000;visibility:visible;mso-wrap-distance-left:3.17497mm;mso-wrap-distance-right:3.17497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">
                  <v:stroke endarrow="block"/>
                </v:shape>
              </w:pict>
            </w:r>
            <w:r w:rsidRPr="008B24FB">
              <w:rPr>
                <w:noProof/>
                <w:lang w:eastAsia="es-AR"/>
              </w:rPr>
              <w:pict>
                <v:group id="Group 189" o:spid="_x0000_s1212" style="position:absolute;left:0;text-align:left;margin-left:4.15pt;margin-top:277.35pt;width:90.75pt;height:65.25pt;z-index:251653120;mso-position-horizontal-relative:text;mso-position-vertical-relative:text" coordorigin="960,3424" coordsize="1815,1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">
                  <v:rect id="Rectangle 190" o:spid="_x0000_s1213" style="position:absolute;left:1245;top:3424;width:1530;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">
                    <v:textbox inset=".2mm,.2mm,.2mm,.2mm">
                      <w:txbxContent>
                        <w:p w:rsidR="004E612B" w:rsidRPr="00B66FB8" w:rsidRDefault="004E612B" w:rsidP="007D4829">
                          <w:pPr>
                            <w:spacing w:before="0" w:after="0" w:line="240" w:lineRule="auto"/>
                            <w:jc w:val="center"/>
                            <w:rPr>
                              <w:sz w:val="18"/>
                              <w:szCs w:val="18"/>
                              <w:lang w:val="es-MX"/>
                            </w:rPr>
                          </w:pPr>
                          <w:r>
                            <w:rPr>
                              <w:sz w:val="18"/>
                              <w:szCs w:val="18"/>
                              <w:lang w:val="es-MX"/>
                            </w:rPr>
                            <w:t xml:space="preserve">Solicita Anticipo Financiero </w:t>
                          </w:r>
                        </w:p>
                      </w:txbxContent>
                    </v:textbox>
                  </v:rect>
                  <v:rect id="Rectangle 191" o:spid="_x0000_s1214" style="position:absolute;left:960;top:4440;width:1815;height:28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">
                    <v:textbox inset=".2mm,.2mm,.2mm,.2mm">
                      <w:txbxContent>
                        <w:p w:rsidR="004E612B" w:rsidRPr="00D547E0" w:rsidRDefault="004E612B" w:rsidP="007D4829">
                          <w:pPr>
                            <w:spacing w:before="0" w:after="0" w:line="240" w:lineRule="auto"/>
                            <w:jc w:val="center"/>
                            <w:rPr>
                              <w:sz w:val="20"/>
                              <w:lang w:val="es-MX"/>
                            </w:rPr>
                          </w:pPr>
                          <w:r>
                            <w:rPr>
                              <w:sz w:val="20"/>
                              <w:lang w:val="es-MX"/>
                            </w:rPr>
                            <w:t>Envía a DC</w:t>
                          </w:r>
                        </w:p>
                      </w:txbxContent>
                    </v:textbox>
                  </v:rect>
                  <v:rect id="Rectangle 192" o:spid="_x0000_s1215" style="position:absolute;left:960;top:3424;width:285;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">
                    <v:textbox inset=".2mm,.2mm,.2mm,.2mm">
                      <w:txbxContent>
                        <w:p w:rsidR="004E612B" w:rsidRPr="00B66FB8" w:rsidRDefault="004E612B" w:rsidP="007D4829">
                          <w:pPr>
                            <w:spacing w:before="0" w:after="0" w:line="240" w:lineRule="auto"/>
                            <w:jc w:val="center"/>
                            <w:rPr>
                              <w:lang w:val="es-MX"/>
                            </w:rPr>
                          </w:pPr>
                          <w:r>
                            <w:rPr>
                              <w:lang w:val="es-MX"/>
                            </w:rPr>
                            <w:t>7</w:t>
                          </w:r>
                        </w:p>
                      </w:txbxContent>
                    </v:textbox>
                  </v:rect>
                </v:group>
              </w:pict>
            </w:r>
            <w:r w:rsidRPr="008B24FB">
              <w:rPr>
                <w:noProof/>
                <w:lang w:eastAsia="es-AR"/>
              </w:rPr>
              <w:pict>
                <v:shape id="AutoShape 218" o:spid="_x0000_s1241" type="#_x0000_t32" style="position:absolute;left:0;text-align:left;margin-left:95.7pt;margin-top:310.9pt;width:15.8pt;height:0;z-index:251664384;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">
                  <v:stroke endarrow="block"/>
                </v:shape>
              </w:pict>
            </w:r>
            <w:r w:rsidRPr="008B24FB">
              <w:rPr>
                <w:noProof/>
                <w:lang w:eastAsia="es-AR"/>
              </w:rPr>
              <w:pict>
                <v:group id="Group 202" o:spid="_x0000_s1225" style="position:absolute;left:0;text-align:left;margin-left:220.5pt;margin-top:280.7pt;width:90.75pt;height:65.25pt;z-index:251657216;mso-position-horizontal-relative:text;mso-position-vertical-relative:text" coordorigin="960,3424" coordsize="1815,1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">
                  <v:rect id="Rectangle 203" o:spid="_x0000_s1226" style="position:absolute;left:1245;top:3424;width:1530;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">
                    <v:textbox inset=".2mm,.2mm,.2mm,.2mm">
                      <w:txbxContent>
                        <w:p w:rsidR="004E612B" w:rsidRPr="00015505" w:rsidRDefault="004E612B" w:rsidP="007D4829">
                          <w:pPr>
                            <w:spacing w:before="0" w:after="0" w:line="240" w:lineRule="auto"/>
                            <w:jc w:val="center"/>
                            <w:rPr>
                              <w:sz w:val="18"/>
                              <w:szCs w:val="18"/>
                              <w:lang w:val="es-MX"/>
                            </w:rPr>
                          </w:pPr>
                          <w:r>
                            <w:rPr>
                              <w:sz w:val="18"/>
                              <w:szCs w:val="18"/>
                              <w:lang w:val="es-MX"/>
                            </w:rPr>
                            <w:t>Verifica Informes y documentación y procede al Pago de Anticipo</w:t>
                          </w:r>
                        </w:p>
                      </w:txbxContent>
                    </v:textbox>
                  </v:rect>
                  <v:rect id="Rectangle 204" o:spid="_x0000_s1227" style="position:absolute;left:960;top:4440;width:1815;height:28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">
                    <v:textbox inset=".2mm,.2mm,.2mm,.2mm">
                      <w:txbxContent>
                        <w:p w:rsidR="004E612B" w:rsidRPr="00B66FB8" w:rsidRDefault="004E612B" w:rsidP="007D4829">
                          <w:pPr>
                            <w:spacing w:before="0" w:after="0" w:line="240" w:lineRule="auto"/>
                            <w:jc w:val="center"/>
                            <w:rPr>
                              <w:sz w:val="20"/>
                              <w:lang w:val="es-MX"/>
                            </w:rPr>
                          </w:pPr>
                          <w:r>
                            <w:rPr>
                              <w:sz w:val="20"/>
                              <w:lang w:val="es-MX"/>
                            </w:rPr>
                            <w:t>Comunica a DGI</w:t>
                          </w:r>
                        </w:p>
                      </w:txbxContent>
                    </v:textbox>
                  </v:rect>
                  <v:rect id="Rectangle 205" o:spid="_x0000_s1228" style="position:absolute;left:960;top:3424;width:285;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">
                    <v:textbox inset="0,0,0,0">
                      <w:txbxContent>
                        <w:p w:rsidR="004E612B" w:rsidRPr="007D79D7" w:rsidRDefault="004E612B" w:rsidP="007D4829">
                          <w:pPr>
                            <w:spacing w:before="0" w:after="0" w:line="240" w:lineRule="auto"/>
                            <w:jc w:val="center"/>
                            <w:rPr>
                              <w:lang w:val="es-MX"/>
                            </w:rPr>
                          </w:pPr>
                          <w:r w:rsidRPr="007D79D7">
                            <w:rPr>
                              <w:lang w:val="es-MX"/>
                            </w:rPr>
                            <w:t>9</w:t>
                          </w:r>
                        </w:p>
                      </w:txbxContent>
                    </v:textbox>
                  </v:rect>
                </v:group>
              </w:pict>
            </w:r>
            <w:r w:rsidRPr="008B24FB">
              <w:rPr>
                <w:noProof/>
                <w:lang w:eastAsia="es-AR"/>
              </w:rPr>
              <w:pict>
                <v:shape id="AutoShape 217" o:spid="_x0000_s1240" type="#_x0000_t32" style="position:absolute;left:0;text-align:left;margin-left:204.7pt;margin-top:310.9pt;width:15.8pt;height:0;z-index:251663360;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">
                  <v:stroke endarrow="block"/>
                </v:shape>
              </w:pict>
            </w:r>
            <w:r w:rsidRPr="008B24FB">
              <w:rPr>
                <w:noProof/>
                <w:lang w:eastAsia="es-AR"/>
              </w:rPr>
              <w:pict>
                <v:group id="Group 177" o:spid="_x0000_s1200" style="position:absolute;left:0;text-align:left;margin-left:4.15pt;margin-top:190.9pt;width:90.75pt;height:65.25pt;z-index:251650048;mso-position-horizontal-relative:text;mso-position-vertical-relative:text" coordorigin="960,3424" coordsize="1815,1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">
                  <v:rect id="Rectangle 178" o:spid="_x0000_s1201" style="position:absolute;left:1245;top:3424;width:1530;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">
                    <v:textbox inset=".2mm,.2mm,.2mm,.2mm">
                      <w:txbxContent>
                        <w:p w:rsidR="004E612B" w:rsidRPr="00B66FB8" w:rsidRDefault="004E612B" w:rsidP="007D4829">
                          <w:pPr>
                            <w:spacing w:before="0" w:after="0" w:line="240" w:lineRule="auto"/>
                            <w:jc w:val="center"/>
                            <w:rPr>
                              <w:sz w:val="18"/>
                              <w:szCs w:val="18"/>
                              <w:lang w:val="es-MX"/>
                            </w:rPr>
                          </w:pPr>
                          <w:r>
                            <w:rPr>
                              <w:sz w:val="18"/>
                              <w:szCs w:val="18"/>
                              <w:lang w:val="es-MX"/>
                            </w:rPr>
                            <w:t>Elabora</w:t>
                          </w:r>
                          <w:r w:rsidRPr="00FB0E78">
                            <w:rPr>
                              <w:sz w:val="18"/>
                              <w:szCs w:val="18"/>
                              <w:lang w:val="es-MX"/>
                            </w:rPr>
                            <w:t xml:space="preserve"> Plan de Manejo Socio</w:t>
                          </w:r>
                          <w:r>
                            <w:rPr>
                              <w:sz w:val="18"/>
                              <w:szCs w:val="18"/>
                              <w:lang w:val="es-MX"/>
                            </w:rPr>
                            <w:t xml:space="preserve"> Ambiental</w:t>
                          </w:r>
                        </w:p>
                      </w:txbxContent>
                    </v:textbox>
                  </v:rect>
                  <v:rect id="Rectangle 179" o:spid="_x0000_s1202" style="position:absolute;left:960;top:4440;width:1815;height:28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">
                    <v:textbox inset=".2mm,.2mm,.2mm,.2mm">
                      <w:txbxContent>
                        <w:p w:rsidR="004E612B" w:rsidRPr="00B66FB8" w:rsidRDefault="004E612B" w:rsidP="007D4829">
                          <w:pPr>
                            <w:spacing w:before="0" w:after="0" w:line="240" w:lineRule="auto"/>
                            <w:jc w:val="center"/>
                            <w:rPr>
                              <w:sz w:val="20"/>
                              <w:lang w:val="es-MX"/>
                            </w:rPr>
                          </w:pPr>
                          <w:r w:rsidRPr="00B66FB8">
                            <w:rPr>
                              <w:sz w:val="20"/>
                              <w:lang w:val="es-MX"/>
                            </w:rPr>
                            <w:t>Envía a DGI</w:t>
                          </w:r>
                        </w:p>
                      </w:txbxContent>
                    </v:textbox>
                  </v:rect>
                  <v:rect id="Rectangle 180" o:spid="_x0000_s1203" style="position:absolute;left:960;top:3424;width:285;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">
                    <v:textbox inset=".2mm,.2mm,.2mm,.2mm">
                      <w:txbxContent>
                        <w:p w:rsidR="004E612B" w:rsidRPr="00B66FB8" w:rsidRDefault="004E612B" w:rsidP="007D4829">
                          <w:pPr>
                            <w:spacing w:before="0" w:after="0" w:line="240" w:lineRule="auto"/>
                            <w:jc w:val="center"/>
                            <w:rPr>
                              <w:lang w:val="es-MX"/>
                            </w:rPr>
                          </w:pPr>
                          <w:r>
                            <w:rPr>
                              <w:lang w:val="es-MX"/>
                            </w:rPr>
                            <w:t>6</w:t>
                          </w:r>
                        </w:p>
                      </w:txbxContent>
                    </v:textbox>
                  </v:rect>
                </v:group>
              </w:pict>
            </w:r>
            <w:r w:rsidRPr="008B24FB">
              <w:rPr>
                <w:noProof/>
                <w:lang w:eastAsia="es-AR"/>
              </w:rPr>
              <w:pict>
                <v:group id="Group 173" o:spid="_x0000_s1196" style="position:absolute;left:0;text-align:left;margin-left:4.95pt;margin-top:88.85pt;width:90.75pt;height:65.25pt;z-index:251649024;mso-position-horizontal-relative:text;mso-position-vertical-relative:text" coordorigin="960,3424" coordsize="1815,1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">
                  <v:rect id="Rectangle 174" o:spid="_x0000_s1197" style="position:absolute;left:1245;top:3424;width:1530;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">
                    <v:textbox inset=".2mm,.2mm,.2mm,.2mm">
                      <w:txbxContent>
                        <w:p w:rsidR="004E612B" w:rsidRPr="00B66FB8" w:rsidRDefault="004E612B" w:rsidP="007D4829">
                          <w:pPr>
                            <w:spacing w:before="0" w:after="0" w:line="240" w:lineRule="auto"/>
                            <w:jc w:val="center"/>
                            <w:rPr>
                              <w:sz w:val="18"/>
                              <w:szCs w:val="18"/>
                              <w:lang w:val="es-MX"/>
                            </w:rPr>
                          </w:pPr>
                          <w:r>
                            <w:rPr>
                              <w:sz w:val="18"/>
                              <w:szCs w:val="18"/>
                              <w:lang w:val="es-MX"/>
                            </w:rPr>
                            <w:t>Presenta doc. legal Para firma de Contrato</w:t>
                          </w:r>
                        </w:p>
                      </w:txbxContent>
                    </v:textbox>
                  </v:rect>
                  <v:rect id="Rectangle 175" o:spid="_x0000_s1198" style="position:absolute;left:960;top:4440;width:1815;height:28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">
                    <v:textbox inset=".2mm,.2mm,.2mm,.2mm">
                      <w:txbxContent>
                        <w:p w:rsidR="004E612B" w:rsidRPr="00D547E0" w:rsidRDefault="004E612B" w:rsidP="007D4829">
                          <w:pPr>
                            <w:spacing w:before="0" w:after="0" w:line="240" w:lineRule="auto"/>
                            <w:jc w:val="center"/>
                            <w:rPr>
                              <w:sz w:val="20"/>
                              <w:lang w:val="es-MX"/>
                            </w:rPr>
                          </w:pPr>
                          <w:r>
                            <w:rPr>
                              <w:sz w:val="20"/>
                              <w:lang w:val="es-MX"/>
                            </w:rPr>
                            <w:t>Envía a DC</w:t>
                          </w:r>
                        </w:p>
                      </w:txbxContent>
                    </v:textbox>
                  </v:rect>
                  <v:rect id="Rectangle 176" o:spid="_x0000_s1199" style="position:absolute;left:960;top:3424;width:285;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">
                    <v:textbox inset=".2mm,.2mm,.2mm,.2mm">
                      <w:txbxContent>
                        <w:p w:rsidR="004E612B" w:rsidRPr="00B66FB8" w:rsidRDefault="004E612B" w:rsidP="007D4829">
                          <w:pPr>
                            <w:spacing w:before="0" w:after="0" w:line="240" w:lineRule="auto"/>
                            <w:jc w:val="center"/>
                            <w:rPr>
                              <w:lang w:val="es-MX"/>
                            </w:rPr>
                          </w:pPr>
                          <w:r>
                            <w:rPr>
                              <w:lang w:val="es-MX"/>
                            </w:rPr>
                            <w:t>2</w:t>
                          </w:r>
                        </w:p>
                      </w:txbxContent>
                    </v:textbox>
                  </v:rect>
                </v:group>
              </w:pict>
            </w:r>
            <w:r w:rsidRPr="008B24FB">
              <w:rPr>
                <w:noProof/>
                <w:lang w:eastAsia="es-AR"/>
              </w:rPr>
              <w:pict>
                <v:shape id="AutoShape 214" o:spid="_x0000_s1237" type="#_x0000_t32" style="position:absolute;left:0;text-align:left;margin-left:95.7pt;margin-top:120.45pt;width:15.8pt;height:0;z-index:251660288;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">
                  <v:stroke endarrow="block"/>
                </v:shape>
              </w:pict>
            </w:r>
            <w:r w:rsidRPr="008B24FB">
              <w:rPr>
                <w:noProof/>
                <w:lang w:eastAsia="es-AR"/>
              </w:rPr>
              <w:pict>
                <v:shape id="AutoShape 220" o:spid="_x0000_s1243" type="#_x0000_t32" style="position:absolute;left:0;text-align:left;margin-left:96.5pt;margin-top:492.45pt;width:233.4pt;height:0;z-index:251666432;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">
                  <v:stroke endarrow="block"/>
                </v:shape>
              </w:pict>
            </w:r>
          </w:p>
        </w:tc>
        <w:tc>
          <w:tcPr>
            <w:tcW w:w="2179" w:type="dxa"/>
          </w:tcPr>
          <w:p w:rsidR="008518EF" w:rsidRDefault="008B24FB" w:rsidP="00476F4D">
            <w:pPr>
              <w:spacing w:before="0" w:after="0" w:line="240" w:lineRule="auto"/>
            </w:pPr>
            <w:r w:rsidRPr="008B24FB">
              <w:rPr>
                <w:noProof/>
                <w:lang w:eastAsia="es-AR"/>
              </w:rPr>
              <w:pict>
                <v:group id="Group 194" o:spid="_x0000_s1217" style="position:absolute;left:0;text-align:left;margin-left:3.3pt;margin-top:279pt;width:90.75pt;height:65.25pt;z-index:251655168;mso-position-horizontal-relative:text;mso-position-vertical-relative:text" coordorigin="960,3424" coordsize="1815,1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">
                  <v:rect id="Rectangle 195" o:spid="_x0000_s1218" style="position:absolute;left:1245;top:3424;width:1530;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">
                    <v:textbox inset=".2mm,.2mm,.2mm,.2mm">
                      <w:txbxContent>
                        <w:p w:rsidR="004E612B" w:rsidRPr="000A1EE1" w:rsidRDefault="004E612B" w:rsidP="007D4829">
                          <w:pPr>
                            <w:spacing w:before="0" w:after="0" w:line="240" w:lineRule="auto"/>
                            <w:jc w:val="center"/>
                            <w:rPr>
                              <w:sz w:val="18"/>
                              <w:szCs w:val="18"/>
                              <w:lang w:val="es-MX"/>
                            </w:rPr>
                          </w:pPr>
                          <w:r>
                            <w:rPr>
                              <w:sz w:val="18"/>
                              <w:szCs w:val="18"/>
                              <w:lang w:val="es-MX"/>
                            </w:rPr>
                            <w:t>Verifica doc. de Anticipo Financiero (Factura + Garantía)</w:t>
                          </w:r>
                        </w:p>
                      </w:txbxContent>
                    </v:textbox>
                  </v:rect>
                  <v:rect id="Rectangle 196" o:spid="_x0000_s1219" style="position:absolute;left:960;top:4440;width:1815;height:28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">
                    <v:textbox inset=".2mm,.2mm,.2mm,.2mm">
                      <w:txbxContent>
                        <w:p w:rsidR="004E612B" w:rsidRPr="00D547E0" w:rsidRDefault="004E612B" w:rsidP="007D4829">
                          <w:pPr>
                            <w:spacing w:before="0" w:after="0" w:line="240" w:lineRule="auto"/>
                            <w:jc w:val="center"/>
                            <w:rPr>
                              <w:sz w:val="20"/>
                              <w:lang w:val="es-MX"/>
                            </w:rPr>
                          </w:pPr>
                          <w:r>
                            <w:rPr>
                              <w:sz w:val="20"/>
                              <w:lang w:val="es-MX"/>
                            </w:rPr>
                            <w:t>Envía a DGPPSE</w:t>
                          </w:r>
                        </w:p>
                      </w:txbxContent>
                    </v:textbox>
                  </v:rect>
                  <v:rect id="Rectangle 197" o:spid="_x0000_s1220" style="position:absolute;left:960;top:3424;width:285;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">
                    <v:textbox inset=".2mm,.2mm,.2mm,.2mm">
                      <w:txbxContent>
                        <w:p w:rsidR="004E612B" w:rsidRPr="00B66FB8" w:rsidRDefault="004E612B" w:rsidP="007D4829">
                          <w:pPr>
                            <w:spacing w:before="0" w:after="0" w:line="240" w:lineRule="auto"/>
                            <w:jc w:val="center"/>
                            <w:rPr>
                              <w:lang w:val="es-MX"/>
                            </w:rPr>
                          </w:pPr>
                          <w:r>
                            <w:rPr>
                              <w:lang w:val="es-MX"/>
                            </w:rPr>
                            <w:t>8</w:t>
                          </w:r>
                        </w:p>
                      </w:txbxContent>
                    </v:textbox>
                  </v:rect>
                </v:group>
              </w:pict>
            </w:r>
            <w:r w:rsidRPr="008B24FB">
              <w:rPr>
                <w:noProof/>
                <w:lang w:eastAsia="es-AR"/>
              </w:rPr>
              <w:pict>
                <v:shape id="AutoShape 215" o:spid="_x0000_s1238" type="#_x0000_t32" style="position:absolute;left:0;text-align:left;margin-left:95.55pt;margin-top:104.3pt;width:125.2pt;height:0;z-index:251661312;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">
                  <v:stroke endarrow="block"/>
                </v:shape>
              </w:pict>
            </w:r>
            <w:r w:rsidRPr="008B24FB">
              <w:rPr>
                <w:noProof/>
                <w:lang w:eastAsia="es-AR"/>
              </w:rPr>
              <w:pict>
                <v:shape id="AutoShape 216" o:spid="_x0000_s1239" type="#_x0000_t32" style="position:absolute;left:0;text-align:left;margin-left:95.65pt;margin-top:141.5pt;width:15.8pt;height:0;z-index:251662336;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">
                  <v:stroke endarrow="block"/>
                </v:shape>
              </w:pict>
            </w:r>
            <w:r w:rsidRPr="008B24FB">
              <w:rPr>
                <w:noProof/>
                <w:lang w:eastAsia="es-AR"/>
              </w:rPr>
              <w:pict>
                <v:group id="Group 222" o:spid="_x0000_s1245" style="position:absolute;left:0;text-align:left;margin-left:3.35pt;margin-top:86.55pt;width:90.75pt;height:74.65pt;z-index:251668480;mso-position-horizontal-relative:text;mso-position-vertical-relative:text" coordorigin="3097,4094" coordsize="1815,14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">
                  <v:rect id="Rectangle 223" o:spid="_x0000_s1246" style="position:absolute;left:3382;top:4094;width:1530;height:1204;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">
                    <v:textbox inset=".2mm,.2mm,.2mm,.2mm">
                      <w:txbxContent>
                        <w:p w:rsidR="004E612B" w:rsidRPr="000A1EE1" w:rsidRDefault="004E612B" w:rsidP="007D4829">
                          <w:pPr>
                            <w:spacing w:before="0" w:after="0" w:line="240" w:lineRule="auto"/>
                            <w:jc w:val="center"/>
                            <w:rPr>
                              <w:sz w:val="18"/>
                              <w:szCs w:val="18"/>
                              <w:lang w:val="es-MX"/>
                            </w:rPr>
                          </w:pPr>
                          <w:r w:rsidRPr="000A1EE1">
                            <w:rPr>
                              <w:sz w:val="18"/>
                              <w:szCs w:val="18"/>
                              <w:lang w:val="es-MX"/>
                            </w:rPr>
                            <w:t>Verifica doc</w:t>
                          </w:r>
                          <w:r>
                            <w:rPr>
                              <w:sz w:val="18"/>
                              <w:szCs w:val="18"/>
                              <w:lang w:val="es-MX"/>
                            </w:rPr>
                            <w:t>s</w:t>
                          </w:r>
                          <w:r w:rsidRPr="000A1EE1">
                            <w:rPr>
                              <w:sz w:val="18"/>
                              <w:szCs w:val="18"/>
                              <w:lang w:val="es-MX"/>
                            </w:rPr>
                            <w:t xml:space="preserve"> y RG4164/17 </w:t>
                          </w:r>
                          <w:r w:rsidR="00744542" w:rsidRPr="000A1EE1">
                            <w:rPr>
                              <w:sz w:val="18"/>
                              <w:szCs w:val="18"/>
                              <w:lang w:val="es-MX"/>
                            </w:rPr>
                            <w:t>AFIP</w:t>
                          </w:r>
                          <w:r w:rsidR="00744542">
                            <w:rPr>
                              <w:sz w:val="18"/>
                              <w:szCs w:val="18"/>
                              <w:lang w:val="es-MX"/>
                            </w:rPr>
                            <w:t>. Elabora</w:t>
                          </w:r>
                          <w:r>
                            <w:rPr>
                              <w:sz w:val="18"/>
                              <w:szCs w:val="18"/>
                              <w:lang w:val="es-MX"/>
                            </w:rPr>
                            <w:t xml:space="preserve"> Contrato y hace firmar por las partes</w:t>
                          </w:r>
                        </w:p>
                        <w:p w:rsidR="004E612B" w:rsidRPr="000A1EE1" w:rsidRDefault="004E612B" w:rsidP="007D4829">
                          <w:pPr>
                            <w:spacing w:before="0" w:after="0" w:line="240" w:lineRule="auto"/>
                            <w:jc w:val="center"/>
                            <w:rPr>
                              <w:sz w:val="18"/>
                              <w:szCs w:val="18"/>
                              <w:lang w:val="es-MX"/>
                            </w:rPr>
                          </w:pPr>
                        </w:p>
                      </w:txbxContent>
                    </v:textbox>
                  </v:rect>
                  <v:rect id="Rectangle 224" o:spid="_x0000_s1247" style="position:absolute;left:3097;top:5298;width:1815;height:28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">
                    <v:textbox inset="0,0,0,0">
                      <w:txbxContent>
                        <w:p w:rsidR="004E612B" w:rsidRPr="00FE713A" w:rsidRDefault="004E612B" w:rsidP="007D4829">
                          <w:pPr>
                            <w:spacing w:before="0" w:after="0" w:line="240" w:lineRule="auto"/>
                            <w:jc w:val="center"/>
                            <w:rPr>
                              <w:sz w:val="18"/>
                              <w:szCs w:val="18"/>
                              <w:lang w:val="es-MX"/>
                            </w:rPr>
                          </w:pPr>
                          <w:r w:rsidRPr="00FE713A">
                            <w:rPr>
                              <w:sz w:val="18"/>
                              <w:szCs w:val="18"/>
                              <w:lang w:val="es-MX"/>
                            </w:rPr>
                            <w:t xml:space="preserve">Envía a DGPPSE y a </w:t>
                          </w:r>
                          <w:r>
                            <w:rPr>
                              <w:sz w:val="18"/>
                              <w:szCs w:val="18"/>
                              <w:lang w:val="es-MX"/>
                            </w:rPr>
                            <w:t>DGI</w:t>
                          </w:r>
                        </w:p>
                      </w:txbxContent>
                    </v:textbox>
                  </v:rect>
                  <v:rect id="Rectangle 225" o:spid="_x0000_s1248" style="position:absolute;left:3097;top:4094;width:285;height:1204;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">
                    <v:textbox inset=".2mm,.2mm,.2mm,.2mm">
                      <w:txbxContent>
                        <w:p w:rsidR="004E612B" w:rsidRPr="00B66FB8" w:rsidRDefault="004E612B" w:rsidP="007D4829">
                          <w:pPr>
                            <w:spacing w:before="0" w:after="0" w:line="240" w:lineRule="auto"/>
                            <w:jc w:val="center"/>
                            <w:rPr>
                              <w:lang w:val="es-MX"/>
                            </w:rPr>
                          </w:pPr>
                          <w:r>
                            <w:rPr>
                              <w:lang w:val="es-MX"/>
                            </w:rPr>
                            <w:t>3</w:t>
                          </w:r>
                        </w:p>
                      </w:txbxContent>
                    </v:textbox>
                  </v:rect>
                </v:group>
              </w:pict>
            </w:r>
          </w:p>
        </w:tc>
        <w:tc>
          <w:tcPr>
            <w:tcW w:w="2179" w:type="dxa"/>
          </w:tcPr>
          <w:p w:rsidR="008518EF" w:rsidRDefault="008518EF" w:rsidP="00476F4D">
            <w:pPr>
              <w:spacing w:before="0" w:after="0" w:line="240" w:lineRule="auto"/>
            </w:pPr>
          </w:p>
          <w:p w:rsidR="008518EF" w:rsidRPr="00921851" w:rsidRDefault="008518EF" w:rsidP="00476F4D">
            <w:pPr>
              <w:spacing w:before="0" w:after="0" w:line="240" w:lineRule="auto"/>
            </w:pPr>
          </w:p>
          <w:p w:rsidR="008518EF" w:rsidRPr="00921851" w:rsidRDefault="008518EF" w:rsidP="00476F4D">
            <w:pPr>
              <w:spacing w:before="0" w:after="0" w:line="240" w:lineRule="auto"/>
            </w:pPr>
          </w:p>
          <w:p w:rsidR="008518EF" w:rsidRPr="00921851" w:rsidRDefault="008518EF" w:rsidP="00476F4D">
            <w:pPr>
              <w:spacing w:before="0" w:after="0" w:line="240" w:lineRule="auto"/>
            </w:pPr>
          </w:p>
          <w:p w:rsidR="008518EF" w:rsidRPr="00921851" w:rsidRDefault="008518EF" w:rsidP="00476F4D">
            <w:pPr>
              <w:spacing w:before="0" w:after="0" w:line="240" w:lineRule="auto"/>
            </w:pPr>
          </w:p>
          <w:p w:rsidR="008518EF" w:rsidRPr="00921851" w:rsidRDefault="008518EF" w:rsidP="00476F4D">
            <w:pPr>
              <w:spacing w:before="0" w:after="0" w:line="240" w:lineRule="auto"/>
            </w:pPr>
          </w:p>
          <w:p w:rsidR="008518EF" w:rsidRPr="00921851" w:rsidRDefault="008518EF" w:rsidP="00476F4D">
            <w:pPr>
              <w:spacing w:before="0" w:after="0" w:line="240" w:lineRule="auto"/>
            </w:pPr>
          </w:p>
          <w:p w:rsidR="008518EF" w:rsidRPr="00921851" w:rsidRDefault="008518EF" w:rsidP="00476F4D">
            <w:pPr>
              <w:spacing w:before="0" w:after="0" w:line="240" w:lineRule="auto"/>
            </w:pPr>
          </w:p>
          <w:p w:rsidR="008518EF" w:rsidRPr="00921851" w:rsidRDefault="008B24FB" w:rsidP="00476F4D">
            <w:pPr>
              <w:spacing w:before="0" w:after="0" w:line="240" w:lineRule="auto"/>
            </w:pPr>
            <w:r w:rsidRPr="008B24FB">
              <w:rPr>
                <w:noProof/>
                <w:color w:val="000000"/>
                <w:lang w:eastAsia="es-AR"/>
              </w:rPr>
              <w:pict>
                <v:group id="Group 198" o:spid="_x0000_s1221" style="position:absolute;left:0;text-align:left;margin-left:2.6pt;margin-top:6.85pt;width:90.75pt;height:65.25pt;z-index:251656192" coordorigin="960,3424" coordsize="1815,1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">
                  <v:rect id="Rectangle 199" o:spid="_x0000_s1222" style="position:absolute;left:1245;top:3424;width:1530;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">
                    <v:textbox inset=".2mm,.2mm,.2mm,.2mm">
                      <w:txbxContent>
                        <w:p w:rsidR="004E612B" w:rsidRPr="00290991" w:rsidRDefault="004E612B" w:rsidP="007D4829">
                          <w:pPr>
                            <w:spacing w:before="0" w:after="0" w:line="240" w:lineRule="auto"/>
                            <w:jc w:val="center"/>
                            <w:rPr>
                              <w:sz w:val="18"/>
                              <w:szCs w:val="18"/>
                              <w:lang w:val="es-MX"/>
                            </w:rPr>
                          </w:pPr>
                          <w:r>
                            <w:rPr>
                              <w:sz w:val="18"/>
                              <w:szCs w:val="18"/>
                              <w:lang w:val="es-MX"/>
                            </w:rPr>
                            <w:t>Recibe Contrato y envía a Nro. PRISM</w:t>
                          </w:r>
                        </w:p>
                      </w:txbxContent>
                    </v:textbox>
                  </v:rect>
                  <v:rect id="Rectangle 200" o:spid="_x0000_s1223" style="position:absolute;left:960;top:4440;width:1815;height:28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">
                    <v:textbox inset=".2mm,.2mm,.2mm,.2mm">
                      <w:txbxContent>
                        <w:p w:rsidR="004E612B" w:rsidRPr="00D547E0" w:rsidRDefault="004E612B" w:rsidP="007D4829">
                          <w:pPr>
                            <w:spacing w:before="0" w:after="0" w:line="240" w:lineRule="auto"/>
                            <w:jc w:val="center"/>
                            <w:rPr>
                              <w:sz w:val="20"/>
                              <w:lang w:val="es-MX"/>
                            </w:rPr>
                          </w:pPr>
                          <w:r>
                            <w:rPr>
                              <w:sz w:val="20"/>
                              <w:lang w:val="es-MX"/>
                            </w:rPr>
                            <w:t>Envía al BID</w:t>
                          </w:r>
                        </w:p>
                      </w:txbxContent>
                    </v:textbox>
                  </v:rect>
                  <v:rect id="Rectangle 201" o:spid="_x0000_s1224" style="position:absolute;left:960;top:3424;width:285;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">
                    <v:textbox inset=".2mm,.2mm,.2mm,.2mm">
                      <w:txbxContent>
                        <w:p w:rsidR="004E612B" w:rsidRPr="00B66FB8" w:rsidRDefault="004E612B" w:rsidP="007D4829">
                          <w:pPr>
                            <w:spacing w:before="0" w:after="0" w:line="240" w:lineRule="auto"/>
                            <w:jc w:val="center"/>
                            <w:rPr>
                              <w:lang w:val="es-MX"/>
                            </w:rPr>
                          </w:pPr>
                          <w:r>
                            <w:rPr>
                              <w:lang w:val="es-MX"/>
                            </w:rPr>
                            <w:t>4 5</w:t>
                          </w:r>
                        </w:p>
                      </w:txbxContent>
                    </v:textbox>
                  </v:rect>
                </v:group>
              </w:pict>
            </w:r>
          </w:p>
          <w:p w:rsidR="008518EF" w:rsidRPr="00921851" w:rsidRDefault="008518EF" w:rsidP="00476F4D">
            <w:pPr>
              <w:spacing w:before="0" w:after="0" w:line="240" w:lineRule="auto"/>
            </w:pPr>
          </w:p>
          <w:p w:rsidR="008518EF" w:rsidRPr="00921851" w:rsidRDefault="008518EF" w:rsidP="00476F4D">
            <w:pPr>
              <w:spacing w:before="0" w:after="0" w:line="240" w:lineRule="auto"/>
            </w:pPr>
          </w:p>
          <w:p w:rsidR="008518EF" w:rsidRPr="00921851" w:rsidRDefault="008518EF" w:rsidP="00476F4D">
            <w:pPr>
              <w:spacing w:before="0" w:after="0" w:line="240" w:lineRule="auto"/>
            </w:pPr>
          </w:p>
          <w:p w:rsidR="008518EF" w:rsidRPr="00921851" w:rsidRDefault="008B24FB" w:rsidP="00476F4D">
            <w:pPr>
              <w:spacing w:before="0" w:after="0" w:line="240" w:lineRule="auto"/>
            </w:pPr>
            <w:r w:rsidRPr="008B24FB">
              <w:rPr>
                <w:noProof/>
                <w:lang w:eastAsia="es-AR"/>
              </w:rPr>
              <w:pict>
                <v:shape id="AutoShape 193" o:spid="_x0000_s1216" type="#_x0000_t32" style="position:absolute;left:0;text-align:left;margin-left:49.3pt;margin-top:12.85pt;width:0;height:13.3pt;z-index:25165414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">
                  <v:stroke endarrow="block"/>
                </v:shape>
              </w:pict>
            </w:r>
          </w:p>
          <w:p w:rsidR="008518EF" w:rsidRPr="00921851" w:rsidRDefault="008B24FB" w:rsidP="00476F4D">
            <w:pPr>
              <w:spacing w:before="0" w:after="0" w:line="240" w:lineRule="auto"/>
            </w:pPr>
            <w:r w:rsidRPr="008B24FB">
              <w:rPr>
                <w:noProof/>
                <w:lang w:eastAsia="es-AR"/>
              </w:rPr>
              <w:pict>
                <v:shape id="AutoShape 238" o:spid="_x0000_s1261" type="#_x0000_t128" style="position:absolute;left:0;text-align:left;margin-left:21.15pt;margin-top:12.7pt;width:55.5pt;height:31.5pt;z-index:2516787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">
                  <v:textbox inset="0,0,0,0">
                    <w:txbxContent>
                      <w:p w:rsidR="004E612B" w:rsidRPr="001122BC" w:rsidRDefault="004E612B" w:rsidP="008518EF">
                        <w:pPr>
                          <w:ind w:right="-165"/>
                          <w:rPr>
                            <w:sz w:val="18"/>
                            <w:szCs w:val="18"/>
                            <w:lang w:val="es-MX"/>
                          </w:rPr>
                        </w:pPr>
                        <w:r w:rsidRPr="001122BC">
                          <w:rPr>
                            <w:sz w:val="18"/>
                            <w:szCs w:val="18"/>
                            <w:lang w:val="es-MX"/>
                          </w:rPr>
                          <w:t>Archivo</w:t>
                        </w:r>
                      </w:p>
                    </w:txbxContent>
                  </v:textbox>
                </v:shape>
              </w:pict>
            </w:r>
          </w:p>
          <w:p w:rsidR="008518EF" w:rsidRPr="00921851" w:rsidRDefault="008518EF" w:rsidP="00476F4D">
            <w:pPr>
              <w:spacing w:before="0" w:after="0" w:line="240" w:lineRule="auto"/>
            </w:pPr>
          </w:p>
          <w:p w:rsidR="008518EF" w:rsidRPr="00921851" w:rsidRDefault="008518EF" w:rsidP="00476F4D">
            <w:pPr>
              <w:spacing w:before="0" w:after="0" w:line="240" w:lineRule="auto"/>
            </w:pPr>
          </w:p>
          <w:p w:rsidR="008518EF" w:rsidRPr="00921851" w:rsidRDefault="008518EF" w:rsidP="00476F4D">
            <w:pPr>
              <w:spacing w:before="0" w:after="0" w:line="240" w:lineRule="auto"/>
            </w:pPr>
          </w:p>
          <w:p w:rsidR="008518EF" w:rsidRDefault="008518EF" w:rsidP="00476F4D">
            <w:pPr>
              <w:spacing w:before="0" w:after="0" w:line="240" w:lineRule="auto"/>
            </w:pPr>
          </w:p>
          <w:p w:rsidR="008518EF" w:rsidRPr="00921851" w:rsidRDefault="008518EF" w:rsidP="00476F4D">
            <w:pPr>
              <w:spacing w:before="0" w:after="0" w:line="240" w:lineRule="auto"/>
            </w:pPr>
          </w:p>
          <w:p w:rsidR="008518EF" w:rsidRPr="00921851" w:rsidRDefault="008518EF" w:rsidP="00476F4D">
            <w:pPr>
              <w:spacing w:before="0" w:after="0" w:line="240" w:lineRule="auto"/>
            </w:pPr>
          </w:p>
          <w:p w:rsidR="008518EF" w:rsidRPr="00921851" w:rsidRDefault="008518EF" w:rsidP="00476F4D">
            <w:pPr>
              <w:spacing w:before="0" w:after="0" w:line="240" w:lineRule="auto"/>
            </w:pPr>
          </w:p>
          <w:p w:rsidR="008518EF" w:rsidRPr="00921851" w:rsidRDefault="008518EF" w:rsidP="00476F4D">
            <w:pPr>
              <w:spacing w:before="0" w:after="0" w:line="240" w:lineRule="auto"/>
            </w:pPr>
          </w:p>
          <w:p w:rsidR="008518EF" w:rsidRPr="00921851" w:rsidRDefault="008518EF" w:rsidP="00476F4D">
            <w:pPr>
              <w:spacing w:before="0" w:after="0" w:line="240" w:lineRule="auto"/>
            </w:pPr>
          </w:p>
          <w:p w:rsidR="008518EF" w:rsidRDefault="008B24FB" w:rsidP="00476F4D">
            <w:pPr>
              <w:spacing w:before="0" w:after="0" w:line="240" w:lineRule="auto"/>
            </w:pPr>
            <w:r w:rsidRPr="008B24FB">
              <w:rPr>
                <w:noProof/>
                <w:lang w:eastAsia="es-AR"/>
              </w:rPr>
              <w:pict>
                <v:shape id="AutoShape 245" o:spid="_x0000_s1268" type="#_x0000_t32" style="position:absolute;left:0;text-align:left;margin-left:49.3pt;margin-top:9.6pt;width:0;height:13.3pt;z-index:25168281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">
                  <v:stroke endarrow="block"/>
                </v:shape>
              </w:pict>
            </w:r>
          </w:p>
          <w:p w:rsidR="008518EF" w:rsidRDefault="008B24FB" w:rsidP="00476F4D">
            <w:pPr>
              <w:spacing w:before="0" w:after="0" w:line="240" w:lineRule="auto"/>
            </w:pPr>
            <w:r w:rsidRPr="008B24FB">
              <w:rPr>
                <w:noProof/>
                <w:lang w:eastAsia="es-AR"/>
              </w:rPr>
              <w:pict>
                <v:shape id="AutoShape 246" o:spid="_x0000_s1269" type="#_x0000_t128" style="position:absolute;left:0;text-align:left;margin-left:21.15pt;margin-top:8.25pt;width:55.5pt;height:31.5pt;z-index:2516838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">
                  <v:textbox inset="0,0,0,0">
                    <w:txbxContent>
                      <w:p w:rsidR="004E612B" w:rsidRPr="001122BC" w:rsidRDefault="004E612B" w:rsidP="008518EF">
                        <w:pPr>
                          <w:ind w:right="-165"/>
                          <w:rPr>
                            <w:sz w:val="18"/>
                            <w:szCs w:val="18"/>
                            <w:lang w:val="es-MX"/>
                          </w:rPr>
                        </w:pPr>
                        <w:r w:rsidRPr="001122BC">
                          <w:rPr>
                            <w:sz w:val="18"/>
                            <w:szCs w:val="18"/>
                            <w:lang w:val="es-MX"/>
                          </w:rPr>
                          <w:t>Archivo</w:t>
                        </w:r>
                      </w:p>
                    </w:txbxContent>
                  </v:textbox>
                </v:shape>
              </w:pict>
            </w:r>
          </w:p>
          <w:p w:rsidR="008518EF" w:rsidRDefault="008518EF" w:rsidP="00476F4D">
            <w:pPr>
              <w:spacing w:before="0" w:after="0" w:line="240" w:lineRule="auto"/>
            </w:pPr>
          </w:p>
          <w:p w:rsidR="008518EF" w:rsidRPr="00921851" w:rsidRDefault="008518EF" w:rsidP="00476F4D">
            <w:pPr>
              <w:spacing w:before="0" w:after="0" w:line="240" w:lineRule="auto"/>
            </w:pPr>
          </w:p>
        </w:tc>
        <w:tc>
          <w:tcPr>
            <w:tcW w:w="2179" w:type="dxa"/>
          </w:tcPr>
          <w:p w:rsidR="008518EF" w:rsidRDefault="008B24FB" w:rsidP="00476F4D">
            <w:pPr>
              <w:spacing w:before="0" w:after="0" w:line="240" w:lineRule="auto"/>
            </w:pPr>
            <w:r w:rsidRPr="008B24FB">
              <w:rPr>
                <w:noProof/>
                <w:color w:val="000000"/>
                <w:lang w:eastAsia="es-AR"/>
              </w:rPr>
              <w:pict>
                <v:shape id="AutoShape 237" o:spid="_x0000_s1260" type="#_x0000_t128" style="position:absolute;left:0;text-align:left;margin-left:22.15pt;margin-top:248.5pt;width:55.5pt;height:31.5pt;z-index:25167769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">
                  <v:textbox inset="0,0,0,0">
                    <w:txbxContent>
                      <w:p w:rsidR="004E612B" w:rsidRPr="001122BC" w:rsidRDefault="004E612B" w:rsidP="008518EF">
                        <w:pPr>
                          <w:ind w:right="-165"/>
                          <w:rPr>
                            <w:sz w:val="18"/>
                            <w:szCs w:val="18"/>
                            <w:lang w:val="es-MX"/>
                          </w:rPr>
                        </w:pPr>
                        <w:r w:rsidRPr="001122BC">
                          <w:rPr>
                            <w:sz w:val="18"/>
                            <w:szCs w:val="18"/>
                            <w:lang w:val="es-MX"/>
                          </w:rPr>
                          <w:t>Archivo</w:t>
                        </w:r>
                      </w:p>
                    </w:txbxContent>
                  </v:textbox>
                </v:shape>
              </w:pict>
            </w:r>
            <w:r w:rsidRPr="008B24FB">
              <w:rPr>
                <w:noProof/>
                <w:color w:val="000000"/>
                <w:lang w:eastAsia="es-AR"/>
              </w:rPr>
              <w:pict>
                <v:shape id="AutoShape 244" o:spid="_x0000_s1267" type="#_x0000_t128" style="position:absolute;left:0;text-align:left;margin-left:22.15pt;margin-top:421.75pt;width:55.5pt;height:31.5pt;z-index:25168179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">
                  <v:textbox inset="0,0,0,0">
                    <w:txbxContent>
                      <w:p w:rsidR="004E612B" w:rsidRPr="001122BC" w:rsidRDefault="004E612B" w:rsidP="008518EF">
                        <w:pPr>
                          <w:ind w:right="-165"/>
                          <w:rPr>
                            <w:sz w:val="18"/>
                            <w:szCs w:val="18"/>
                            <w:lang w:val="es-MX"/>
                          </w:rPr>
                        </w:pPr>
                        <w:r w:rsidRPr="001122BC">
                          <w:rPr>
                            <w:sz w:val="18"/>
                            <w:szCs w:val="18"/>
                            <w:lang w:val="es-MX"/>
                          </w:rPr>
                          <w:t>Archivo</w:t>
                        </w:r>
                      </w:p>
                    </w:txbxContent>
                  </v:textbox>
                </v:shape>
              </w:pict>
            </w:r>
            <w:r w:rsidRPr="008B24FB">
              <w:rPr>
                <w:noProof/>
                <w:lang w:eastAsia="es-AR"/>
              </w:rPr>
              <w:pict>
                <v:group id="Group 206" o:spid="_x0000_s1229" style="position:absolute;left:0;text-align:left;margin-left:3.05pt;margin-top:95.95pt;width:90.75pt;height:65.25pt;z-index:251658240;mso-position-horizontal-relative:text;mso-position-vertical-relative:text" coordorigin="960,3424" coordsize="1815,1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">
                  <v:rect id="Rectangle 207" o:spid="_x0000_s1230" style="position:absolute;left:1245;top:3424;width:1530;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">
                    <v:textbox inset=".2mm,.2mm,.2mm,.2mm">
                      <w:txbxContent>
                        <w:p w:rsidR="004E612B" w:rsidRPr="00B66FB8" w:rsidRDefault="004E612B" w:rsidP="007D4829">
                          <w:pPr>
                            <w:spacing w:before="0" w:after="0" w:line="240" w:lineRule="auto"/>
                            <w:jc w:val="center"/>
                            <w:rPr>
                              <w:sz w:val="18"/>
                              <w:szCs w:val="18"/>
                              <w:lang w:val="es-MX"/>
                            </w:rPr>
                          </w:pPr>
                          <w:r>
                            <w:rPr>
                              <w:sz w:val="18"/>
                              <w:szCs w:val="18"/>
                              <w:lang w:val="es-MX"/>
                            </w:rPr>
                            <w:t>Remite copia del Contrato</w:t>
                          </w:r>
                        </w:p>
                      </w:txbxContent>
                    </v:textbox>
                  </v:rect>
                  <v:rect id="Rectangle 208" o:spid="_x0000_s1231" style="position:absolute;left:960;top:4440;width:1815;height:28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">
                    <v:textbox inset=".2mm,.2mm,.2mm,.2mm">
                      <w:txbxContent>
                        <w:p w:rsidR="004E612B" w:rsidRPr="00D547E0" w:rsidRDefault="004E612B" w:rsidP="007D4829">
                          <w:pPr>
                            <w:spacing w:before="0" w:after="0" w:line="240" w:lineRule="auto"/>
                            <w:jc w:val="center"/>
                            <w:rPr>
                              <w:sz w:val="20"/>
                              <w:lang w:val="es-MX"/>
                            </w:rPr>
                          </w:pPr>
                          <w:r>
                            <w:rPr>
                              <w:sz w:val="20"/>
                              <w:lang w:val="es-MX"/>
                            </w:rPr>
                            <w:t>Envía a UCP</w:t>
                          </w:r>
                        </w:p>
                      </w:txbxContent>
                    </v:textbox>
                  </v:rect>
                  <v:rect id="Rectangle 209" o:spid="_x0000_s1232" style="position:absolute;left:960;top:3424;width:285;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">
                    <v:textbox inset=".2mm,.2mm,.2mm,.2mm">
                      <w:txbxContent>
                        <w:p w:rsidR="004E612B" w:rsidRPr="00B66FB8" w:rsidRDefault="004E612B" w:rsidP="007D4829">
                          <w:pPr>
                            <w:spacing w:before="0" w:after="0" w:line="240" w:lineRule="auto"/>
                            <w:jc w:val="center"/>
                            <w:rPr>
                              <w:lang w:val="es-MX"/>
                            </w:rPr>
                          </w:pPr>
                          <w:r>
                            <w:rPr>
                              <w:lang w:val="es-MX"/>
                            </w:rPr>
                            <w:t>4</w:t>
                          </w:r>
                        </w:p>
                      </w:txbxContent>
                    </v:textbox>
                  </v:rect>
                </v:group>
              </w:pict>
            </w:r>
            <w:r w:rsidRPr="008B24FB">
              <w:rPr>
                <w:noProof/>
                <w:color w:val="000000"/>
                <w:lang w:eastAsia="es-AR"/>
              </w:rPr>
              <w:pict>
                <v:shape id="AutoShape 236" o:spid="_x0000_s1259" type="#_x0000_t128" style="position:absolute;left:0;text-align:left;margin-left:19.55pt;margin-top:50.3pt;width:55.5pt;height:31.5pt;z-index:25167667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">
                  <v:textbox inset="0,0,0,0">
                    <w:txbxContent>
                      <w:p w:rsidR="004E612B" w:rsidRPr="001122BC" w:rsidRDefault="004E612B" w:rsidP="008518EF">
                        <w:pPr>
                          <w:ind w:right="-165"/>
                          <w:rPr>
                            <w:sz w:val="18"/>
                            <w:szCs w:val="18"/>
                            <w:lang w:val="es-MX"/>
                          </w:rPr>
                        </w:pPr>
                        <w:r w:rsidRPr="001122BC">
                          <w:rPr>
                            <w:sz w:val="18"/>
                            <w:szCs w:val="18"/>
                            <w:lang w:val="es-MX"/>
                          </w:rPr>
                          <w:t>Archivo</w:t>
                        </w:r>
                      </w:p>
                    </w:txbxContent>
                  </v:textbox>
                </v:shape>
              </w:pict>
            </w:r>
            <w:r w:rsidRPr="008B24FB">
              <w:rPr>
                <w:noProof/>
                <w:lang w:eastAsia="es-AR"/>
              </w:rPr>
              <w:pict>
                <v:shape id="AutoShape 226" o:spid="_x0000_s1249" type="#_x0000_t34" style="position:absolute;left:0;text-align:left;margin-left:47.6pt;margin-top:33.8pt;width:63.8pt;height:15.35pt;rotation:180;flip:y;z-index:2516695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" adj="21464">
                  <v:stroke endarrow="block"/>
                </v:shape>
              </w:pict>
            </w:r>
            <w:r w:rsidRPr="008B24FB">
              <w:rPr>
                <w:noProof/>
                <w:color w:val="000000"/>
                <w:lang w:eastAsia="es-AR"/>
              </w:rPr>
              <w:pict>
                <v:shape id="AutoShape 235" o:spid="_x0000_s1258" type="#_x0000_t34" style="position:absolute;left:0;text-align:left;margin-left:93.7pt;margin-top:139.75pt;width:60.1pt;height:13.5pt;z-index:2516756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" adj="21582">
                  <v:stroke endarrow="block"/>
                </v:shape>
              </w:pict>
            </w:r>
            <w:r w:rsidRPr="008B24FB">
              <w:rPr>
                <w:noProof/>
                <w:lang w:eastAsia="es-AR"/>
              </w:rPr>
              <w:pict>
                <v:shape id="AutoShape 221" o:spid="_x0000_s1244" type="#_x0000_t34" style="position:absolute;left:0;text-align:left;margin-left:93.8pt;margin-top:493.35pt;width:65.1pt;height:57.85pt;z-index:2516674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" adj="21583">
                  <v:stroke endarrow="block"/>
                </v:shape>
              </w:pict>
            </w:r>
            <w:r w:rsidRPr="008B24FB">
              <w:rPr>
                <w:noProof/>
                <w:lang w:eastAsia="es-AR"/>
              </w:rPr>
              <w:pict>
                <v:group id="Group 210" o:spid="_x0000_s1233" style="position:absolute;left:0;text-align:left;margin-left:3.05pt;margin-top:459.6pt;width:90.75pt;height:65.25pt;z-index:251659264;mso-position-horizontal-relative:text;mso-position-vertical-relative:text" coordorigin="960,3424" coordsize="1815,1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">
                  <v:rect id="Rectangle 211" o:spid="_x0000_s1234" style="position:absolute;left:1245;top:3424;width:1530;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">
                    <v:textbox inset=".2mm,.2mm,.2mm,.2mm">
                      <w:txbxContent>
                        <w:p w:rsidR="004E612B" w:rsidRPr="00015505" w:rsidRDefault="004E612B" w:rsidP="007D4829">
                          <w:pPr>
                            <w:spacing w:before="0" w:after="0" w:line="240" w:lineRule="auto"/>
                            <w:jc w:val="center"/>
                            <w:rPr>
                              <w:sz w:val="18"/>
                              <w:szCs w:val="18"/>
                              <w:lang w:val="es-MX"/>
                            </w:rPr>
                          </w:pPr>
                          <w:r>
                            <w:rPr>
                              <w:sz w:val="18"/>
                              <w:szCs w:val="18"/>
                              <w:lang w:val="es-MX"/>
                            </w:rPr>
                            <w:t>Autoriza Inicio de Obra</w:t>
                          </w:r>
                        </w:p>
                      </w:txbxContent>
                    </v:textbox>
                  </v:rect>
                  <v:rect id="Rectangle 212" o:spid="_x0000_s1235" style="position:absolute;left:960;top:4440;width:1815;height:28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">
                    <v:textbox inset=".2mm,.2mm,.2mm,.2mm">
                      <w:txbxContent>
                        <w:p w:rsidR="004E612B" w:rsidRPr="00B66FB8" w:rsidRDefault="004E612B" w:rsidP="007D4829">
                          <w:pPr>
                            <w:spacing w:before="0" w:after="0" w:line="240" w:lineRule="auto"/>
                            <w:jc w:val="center"/>
                            <w:rPr>
                              <w:sz w:val="20"/>
                              <w:lang w:val="es-MX"/>
                            </w:rPr>
                          </w:pPr>
                          <w:r>
                            <w:rPr>
                              <w:sz w:val="20"/>
                              <w:lang w:val="es-MX"/>
                            </w:rPr>
                            <w:t>Envía a UCP</w:t>
                          </w:r>
                        </w:p>
                      </w:txbxContent>
                    </v:textbox>
                  </v:rect>
                  <v:rect id="Rectangle 213" o:spid="_x0000_s1236" style="position:absolute;left:960;top:3424;width:285;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">
                    <v:textbox inset="0,0,0,0">
                      <w:txbxContent>
                        <w:p w:rsidR="004E612B" w:rsidRPr="00F34087" w:rsidRDefault="004E612B" w:rsidP="007D4829">
                          <w:pPr>
                            <w:spacing w:before="0" w:after="0" w:line="240" w:lineRule="auto"/>
                            <w:jc w:val="center"/>
                            <w:rPr>
                              <w:sz w:val="20"/>
                              <w:lang w:val="es-MX"/>
                            </w:rPr>
                          </w:pPr>
                          <w:r w:rsidRPr="00F34087">
                            <w:rPr>
                              <w:sz w:val="20"/>
                              <w:lang w:val="es-MX"/>
                            </w:rPr>
                            <w:t>12</w:t>
                          </w:r>
                        </w:p>
                      </w:txbxContent>
                    </v:textbox>
                  </v:rect>
                </v:group>
              </w:pict>
            </w:r>
          </w:p>
        </w:tc>
        <w:tc>
          <w:tcPr>
            <w:tcW w:w="2179" w:type="dxa"/>
          </w:tcPr>
          <w:p w:rsidR="008518EF" w:rsidRDefault="008B24FB" w:rsidP="00476F4D">
            <w:pPr>
              <w:spacing w:before="0" w:after="0" w:line="240" w:lineRule="auto"/>
            </w:pPr>
            <w:r w:rsidRPr="008B24FB">
              <w:rPr>
                <w:noProof/>
                <w:color w:val="000000"/>
                <w:lang w:eastAsia="es-AR"/>
              </w:rPr>
              <w:pict>
                <v:shape id="AutoShape 234" o:spid="_x0000_s1447" type="#_x0000_t128" style="position:absolute;left:0;text-align:left;margin-left:16.7pt;margin-top:153.25pt;width:55.5pt;height:31.5pt;z-index:25177497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">
                  <v:textbox inset="0,0,0,0">
                    <w:txbxContent>
                      <w:p w:rsidR="00994769" w:rsidRPr="001122BC" w:rsidRDefault="00994769" w:rsidP="008518EF">
                        <w:pPr>
                          <w:ind w:right="-165"/>
                          <w:rPr>
                            <w:sz w:val="18"/>
                            <w:szCs w:val="18"/>
                            <w:lang w:val="es-MX"/>
                          </w:rPr>
                        </w:pPr>
                        <w:r w:rsidRPr="001122BC">
                          <w:rPr>
                            <w:sz w:val="18"/>
                            <w:szCs w:val="18"/>
                            <w:lang w:val="es-MX"/>
                          </w:rPr>
                          <w:t>Archivo</w:t>
                        </w:r>
                      </w:p>
                    </w:txbxContent>
                  </v:textbox>
                </v:shape>
              </w:pict>
            </w:r>
            <w:r w:rsidRPr="008B24FB">
              <w:rPr>
                <w:noProof/>
                <w:color w:val="000000"/>
                <w:lang w:eastAsia="es-AR"/>
              </w:rPr>
              <w:pict>
                <v:group id="Group 229" o:spid="_x0000_s1443" style="position:absolute;left:0;text-align:left;margin-left:3.35pt;margin-top:552.1pt;width:90.75pt;height:65.25pt;z-index:251773952;mso-position-horizontal-relative:text;mso-position-vertical-relative:text" coordorigin="960,3424" coordsize="1815,1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">
                  <v:rect id="Rectangle 230" o:spid="_x0000_s1444" style="position:absolute;left:1245;top:3424;width:1530;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">
                    <v:textbox inset=".2mm,.2mm,.2mm,.2mm">
                      <w:txbxContent>
                        <w:p w:rsidR="00994769" w:rsidRPr="00015505" w:rsidRDefault="00994769" w:rsidP="007D4829">
                          <w:pPr>
                            <w:spacing w:before="0" w:after="0" w:line="240" w:lineRule="auto"/>
                            <w:jc w:val="center"/>
                            <w:rPr>
                              <w:sz w:val="18"/>
                              <w:szCs w:val="18"/>
                              <w:lang w:val="es-MX"/>
                            </w:rPr>
                          </w:pPr>
                          <w:r>
                            <w:rPr>
                              <w:sz w:val="18"/>
                              <w:szCs w:val="18"/>
                              <w:lang w:val="es-MX"/>
                            </w:rPr>
                            <w:t>Labra Acta de Inicio y entrega terreno al Contratista</w:t>
                          </w:r>
                        </w:p>
                      </w:txbxContent>
                    </v:textbox>
                  </v:rect>
                  <v:rect id="Rectangle 231" o:spid="_x0000_s1445" style="position:absolute;left:960;top:4440;width:1815;height:28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" fillcolor="#d8d8d8 [2732]">
                    <v:textbox inset=".2mm,.2mm,.2mm,.2mm">
                      <w:txbxContent>
                        <w:p w:rsidR="00994769" w:rsidRPr="006551AA" w:rsidRDefault="00994769" w:rsidP="007D4829">
                          <w:pPr>
                            <w:spacing w:before="0" w:after="0" w:line="240" w:lineRule="auto"/>
                            <w:jc w:val="center"/>
                            <w:rPr>
                              <w:b/>
                              <w:sz w:val="20"/>
                              <w:lang w:val="es-MX"/>
                            </w:rPr>
                          </w:pPr>
                          <w:r w:rsidRPr="006551AA">
                            <w:rPr>
                              <w:b/>
                              <w:sz w:val="20"/>
                              <w:lang w:val="es-MX"/>
                            </w:rPr>
                            <w:t>INIC</w:t>
                          </w:r>
                          <w:r>
                            <w:rPr>
                              <w:b/>
                              <w:sz w:val="20"/>
                              <w:lang w:val="es-MX"/>
                            </w:rPr>
                            <w:t>IODE</w:t>
                          </w:r>
                          <w:r w:rsidRPr="006551AA">
                            <w:rPr>
                              <w:b/>
                              <w:sz w:val="20"/>
                              <w:lang w:val="es-MX"/>
                            </w:rPr>
                            <w:t xml:space="preserve"> OBRA</w:t>
                          </w:r>
                        </w:p>
                      </w:txbxContent>
                    </v:textbox>
                  </v:rect>
                  <v:rect id="Rectangle 232" o:spid="_x0000_s1446" style="position:absolute;left:960;top:3424;width:285;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">
                    <v:textbox inset="0,0,0,0">
                      <w:txbxContent>
                        <w:p w:rsidR="00994769" w:rsidRPr="00F34087" w:rsidRDefault="00994769" w:rsidP="007D4829">
                          <w:pPr>
                            <w:spacing w:before="0" w:after="0" w:line="240" w:lineRule="auto"/>
                            <w:jc w:val="center"/>
                            <w:rPr>
                              <w:sz w:val="20"/>
                              <w:lang w:val="es-MX"/>
                            </w:rPr>
                          </w:pPr>
                          <w:r w:rsidRPr="00F34087">
                            <w:rPr>
                              <w:sz w:val="20"/>
                              <w:lang w:val="es-MX"/>
                            </w:rPr>
                            <w:t>1</w:t>
                          </w:r>
                          <w:r>
                            <w:rPr>
                              <w:sz w:val="20"/>
                              <w:lang w:val="es-MX"/>
                            </w:rPr>
                            <w:t>4</w:t>
                          </w:r>
                        </w:p>
                      </w:txbxContent>
                    </v:textbox>
                  </v:rect>
                </v:group>
              </w:pict>
            </w:r>
            <w:r w:rsidRPr="008B24FB">
              <w:rPr>
                <w:noProof/>
                <w:color w:val="000000"/>
                <w:lang w:eastAsia="es-AR"/>
              </w:rPr>
              <w:pict>
                <v:group id="Group 167" o:spid="_x0000_s1439" style="position:absolute;left:0;text-align:left;margin-left:2.45pt;margin-top:16.8pt;width:90.75pt;height:65.25pt;z-index:251772928;mso-position-horizontal-relative:text;mso-position-vertical-relative:text" coordorigin="960,3424" coordsize="1815,1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">
                  <v:rect id="Rectangle 168" o:spid="_x0000_s1440" style="position:absolute;left:1245;top:3424;width:1530;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">
                    <v:textbox inset=".2mm,.2mm,.2mm,.2mm">
                      <w:txbxContent>
                        <w:p w:rsidR="00994769" w:rsidRPr="00B66FB8" w:rsidRDefault="00994769" w:rsidP="007D4829">
                          <w:pPr>
                            <w:spacing w:before="0" w:after="0" w:line="240" w:lineRule="auto"/>
                            <w:jc w:val="center"/>
                            <w:rPr>
                              <w:sz w:val="18"/>
                              <w:szCs w:val="18"/>
                              <w:lang w:val="es-MX"/>
                            </w:rPr>
                          </w:pPr>
                          <w:r>
                            <w:rPr>
                              <w:sz w:val="18"/>
                              <w:szCs w:val="18"/>
                              <w:lang w:val="es-MX"/>
                            </w:rPr>
                            <w:t>Designa Inspector y  comunica a DGI</w:t>
                          </w:r>
                        </w:p>
                      </w:txbxContent>
                    </v:textbox>
                  </v:rect>
                  <v:rect id="Rectangle 169" o:spid="_x0000_s1441" style="position:absolute;left:960;top:4440;width:1815;height:28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">
                    <v:textbox inset=".2mm,.2mm,.2mm,.2mm">
                      <w:txbxContent>
                        <w:p w:rsidR="00994769" w:rsidRPr="00D547E0" w:rsidRDefault="00994769" w:rsidP="007D4829">
                          <w:pPr>
                            <w:spacing w:before="0" w:after="0" w:line="240" w:lineRule="auto"/>
                            <w:jc w:val="center"/>
                            <w:rPr>
                              <w:sz w:val="20"/>
                              <w:lang w:val="es-MX"/>
                            </w:rPr>
                          </w:pPr>
                          <w:r>
                            <w:rPr>
                              <w:sz w:val="20"/>
                              <w:lang w:val="es-MX"/>
                            </w:rPr>
                            <w:t>Envía</w:t>
                          </w:r>
                          <w:r w:rsidRPr="00D547E0">
                            <w:rPr>
                              <w:sz w:val="20"/>
                              <w:lang w:val="es-MX"/>
                            </w:rPr>
                            <w:t xml:space="preserve"> a DGI</w:t>
                          </w:r>
                        </w:p>
                      </w:txbxContent>
                    </v:textbox>
                  </v:rect>
                  <v:rect id="Rectangle 170" o:spid="_x0000_s1442" style="position:absolute;left:960;top:3424;width:285;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">
                    <v:textbox inset=".2mm,.2mm,.2mm,.2mm">
                      <w:txbxContent>
                        <w:p w:rsidR="00994769" w:rsidRPr="00B66FB8" w:rsidRDefault="00994769" w:rsidP="007D4829">
                          <w:pPr>
                            <w:spacing w:before="0" w:after="0" w:line="240" w:lineRule="auto"/>
                            <w:jc w:val="center"/>
                            <w:rPr>
                              <w:lang w:val="es-MX"/>
                            </w:rPr>
                          </w:pPr>
                          <w:r>
                            <w:rPr>
                              <w:lang w:val="es-MX"/>
                            </w:rPr>
                            <w:t>1</w:t>
                          </w:r>
                        </w:p>
                      </w:txbxContent>
                    </v:textbox>
                  </v:rect>
                </v:group>
              </w:pict>
            </w:r>
          </w:p>
        </w:tc>
      </w:tr>
    </w:tbl>
    <w:p w:rsidR="008518EF" w:rsidRDefault="008518EF" w:rsidP="00476F4D">
      <w:pPr>
        <w:spacing w:before="0" w:after="0" w:line="240" w:lineRule="auto"/>
      </w:pPr>
    </w:p>
    <w:p w:rsidR="008518EF" w:rsidRDefault="008518EF" w:rsidP="00476F4D">
      <w:pPr>
        <w:spacing w:before="0" w:after="0" w:line="240" w:lineRule="auto"/>
      </w:pPr>
    </w:p>
    <w:p w:rsidR="008518EF" w:rsidRDefault="008518EF" w:rsidP="00476F4D">
      <w:pPr>
        <w:spacing w:before="0" w:after="0" w:line="240" w:lineRule="auto"/>
        <w:rPr>
          <w:rFonts w:cs="Arial"/>
          <w:b/>
          <w:bCs/>
          <w:iCs/>
          <w:szCs w:val="28"/>
        </w:rPr>
      </w:pPr>
    </w:p>
    <w:p w:rsidR="008518EF" w:rsidRPr="00E71831" w:rsidRDefault="003E7206" w:rsidP="00476F4D">
      <w:pPr>
        <w:pStyle w:val="Ttulo2"/>
        <w:spacing w:before="0" w:after="0" w:line="240" w:lineRule="auto"/>
      </w:pPr>
      <w:bookmarkStart w:id="58" w:name="_Toc47096495"/>
      <w:bookmarkStart w:id="59" w:name="_Toc47600771"/>
      <w:r>
        <w:lastRenderedPageBreak/>
        <w:t>ETAPA</w:t>
      </w:r>
      <w:r w:rsidR="008518EF">
        <w:t xml:space="preserve"> IV: </w:t>
      </w:r>
      <w:r w:rsidR="008518EF" w:rsidRPr="00E71831">
        <w:t>Circuito</w:t>
      </w:r>
      <w:r w:rsidR="008518EF">
        <w:t>s</w:t>
      </w:r>
      <w:r w:rsidR="008518EF" w:rsidRPr="00E71831">
        <w:t xml:space="preserve"> de </w:t>
      </w:r>
      <w:r w:rsidR="008518EF">
        <w:t>a</w:t>
      </w:r>
      <w:r w:rsidR="008518EF" w:rsidRPr="00E71831">
        <w:t xml:space="preserve">probación y </w:t>
      </w:r>
      <w:r w:rsidR="008518EF">
        <w:t>p</w:t>
      </w:r>
      <w:r w:rsidR="008518EF" w:rsidRPr="00E71831">
        <w:t>ago de certificados</w:t>
      </w:r>
      <w:r w:rsidR="008518EF">
        <w:t>.</w:t>
      </w:r>
      <w:bookmarkEnd w:id="58"/>
      <w:bookmarkEnd w:id="59"/>
    </w:p>
    <w:p w:rsidR="008518EF" w:rsidRDefault="008518EF" w:rsidP="00476F4D">
      <w:pPr>
        <w:spacing w:before="0" w:after="0" w:line="240" w:lineRule="auto"/>
      </w:pPr>
    </w:p>
    <w:tbl>
      <w:tblPr>
        <w:tblStyle w:val="Tablaconcuadrcula"/>
        <w:tblW w:w="10895" w:type="dxa"/>
        <w:tblLayout w:type="fixed"/>
        <w:tblLook w:val="04A0"/>
      </w:tblPr>
      <w:tblGrid>
        <w:gridCol w:w="2179"/>
        <w:gridCol w:w="2179"/>
        <w:gridCol w:w="2179"/>
        <w:gridCol w:w="2179"/>
        <w:gridCol w:w="2179"/>
      </w:tblGrid>
      <w:tr w:rsidR="00460008" w:rsidTr="008518EF">
        <w:trPr>
          <w:trHeight w:val="732"/>
        </w:trPr>
        <w:tc>
          <w:tcPr>
            <w:tcW w:w="2179" w:type="dxa"/>
            <w:shd w:val="clear" w:color="auto" w:fill="D9D9D9" w:themeFill="background1" w:themeFillShade="D9"/>
          </w:tcPr>
          <w:p w:rsidR="008518EF" w:rsidRPr="00C7715B" w:rsidRDefault="008518EF" w:rsidP="00476F4D">
            <w:pPr>
              <w:spacing w:before="0" w:after="0" w:line="240" w:lineRule="auto"/>
              <w:jc w:val="center"/>
              <w:rPr>
                <w:b/>
                <w:sz w:val="28"/>
                <w:szCs w:val="28"/>
              </w:rPr>
            </w:pPr>
            <w:r w:rsidRPr="00C7715B">
              <w:rPr>
                <w:b/>
                <w:sz w:val="28"/>
                <w:szCs w:val="28"/>
              </w:rPr>
              <w:t>EMPRESA CONTRATISTA</w:t>
            </w:r>
          </w:p>
        </w:tc>
        <w:tc>
          <w:tcPr>
            <w:tcW w:w="2179" w:type="dxa"/>
            <w:shd w:val="clear" w:color="auto" w:fill="D9D9D9" w:themeFill="background1" w:themeFillShade="D9"/>
          </w:tcPr>
          <w:p w:rsidR="008518EF" w:rsidRPr="00C7715B" w:rsidRDefault="008518EF" w:rsidP="00476F4D">
            <w:pPr>
              <w:spacing w:before="0" w:after="0" w:line="240" w:lineRule="auto"/>
              <w:jc w:val="center"/>
              <w:rPr>
                <w:b/>
                <w:sz w:val="28"/>
                <w:szCs w:val="28"/>
              </w:rPr>
            </w:pPr>
            <w:r w:rsidRPr="00C7715B">
              <w:rPr>
                <w:b/>
                <w:sz w:val="28"/>
                <w:szCs w:val="28"/>
              </w:rPr>
              <w:t>UCP</w:t>
            </w:r>
          </w:p>
          <w:p w:rsidR="008518EF" w:rsidRPr="00C7715B" w:rsidRDefault="008518EF" w:rsidP="00476F4D">
            <w:pPr>
              <w:spacing w:before="0" w:after="0" w:line="240" w:lineRule="auto"/>
              <w:jc w:val="center"/>
              <w:rPr>
                <w:b/>
                <w:sz w:val="28"/>
                <w:szCs w:val="28"/>
              </w:rPr>
            </w:pPr>
            <w:r w:rsidRPr="00C7715B">
              <w:rPr>
                <w:b/>
                <w:sz w:val="28"/>
                <w:szCs w:val="28"/>
              </w:rPr>
              <w:t>(JURISDICCIÓN)</w:t>
            </w:r>
          </w:p>
        </w:tc>
        <w:tc>
          <w:tcPr>
            <w:tcW w:w="2179" w:type="dxa"/>
            <w:shd w:val="clear" w:color="auto" w:fill="D9D9D9" w:themeFill="background1" w:themeFillShade="D9"/>
          </w:tcPr>
          <w:p w:rsidR="008518EF" w:rsidRPr="00C7715B" w:rsidRDefault="008518EF" w:rsidP="00476F4D">
            <w:pPr>
              <w:spacing w:before="0" w:after="0" w:line="240" w:lineRule="auto"/>
              <w:jc w:val="center"/>
              <w:rPr>
                <w:b/>
                <w:sz w:val="28"/>
                <w:szCs w:val="28"/>
              </w:rPr>
            </w:pPr>
            <w:r w:rsidRPr="00C7715B">
              <w:rPr>
                <w:b/>
                <w:sz w:val="28"/>
                <w:szCs w:val="28"/>
              </w:rPr>
              <w:t>DGI</w:t>
            </w:r>
          </w:p>
          <w:p w:rsidR="008518EF" w:rsidRPr="00C7715B" w:rsidRDefault="008518EF" w:rsidP="00476F4D">
            <w:pPr>
              <w:spacing w:before="0" w:after="0" w:line="240" w:lineRule="auto"/>
              <w:jc w:val="center"/>
              <w:rPr>
                <w:b/>
                <w:sz w:val="28"/>
                <w:szCs w:val="28"/>
              </w:rPr>
            </w:pPr>
            <w:r w:rsidRPr="00C7715B">
              <w:rPr>
                <w:b/>
                <w:sz w:val="28"/>
                <w:szCs w:val="28"/>
              </w:rPr>
              <w:t>(ME)</w:t>
            </w:r>
          </w:p>
        </w:tc>
        <w:tc>
          <w:tcPr>
            <w:tcW w:w="2179" w:type="dxa"/>
            <w:shd w:val="clear" w:color="auto" w:fill="D9D9D9" w:themeFill="background1" w:themeFillShade="D9"/>
          </w:tcPr>
          <w:p w:rsidR="008518EF" w:rsidRPr="00C7715B" w:rsidRDefault="008518EF" w:rsidP="00476F4D">
            <w:pPr>
              <w:spacing w:before="0" w:after="0" w:line="240" w:lineRule="auto"/>
              <w:jc w:val="center"/>
              <w:rPr>
                <w:b/>
                <w:sz w:val="28"/>
                <w:szCs w:val="28"/>
              </w:rPr>
            </w:pPr>
            <w:r w:rsidRPr="00C7715B">
              <w:rPr>
                <w:b/>
                <w:sz w:val="28"/>
                <w:szCs w:val="28"/>
              </w:rPr>
              <w:t>DGPPSE</w:t>
            </w:r>
          </w:p>
          <w:p w:rsidR="008518EF" w:rsidRPr="00C7715B" w:rsidRDefault="008518EF" w:rsidP="00476F4D">
            <w:pPr>
              <w:spacing w:before="0" w:after="0" w:line="240" w:lineRule="auto"/>
              <w:jc w:val="center"/>
              <w:rPr>
                <w:b/>
                <w:sz w:val="28"/>
                <w:szCs w:val="28"/>
              </w:rPr>
            </w:pPr>
            <w:r w:rsidRPr="00C7715B">
              <w:rPr>
                <w:b/>
                <w:sz w:val="28"/>
                <w:szCs w:val="28"/>
              </w:rPr>
              <w:t>(ME)</w:t>
            </w:r>
          </w:p>
        </w:tc>
        <w:tc>
          <w:tcPr>
            <w:tcW w:w="2179" w:type="dxa"/>
            <w:shd w:val="clear" w:color="auto" w:fill="D9D9D9" w:themeFill="background1" w:themeFillShade="D9"/>
          </w:tcPr>
          <w:p w:rsidR="008518EF" w:rsidRPr="00C7715B" w:rsidRDefault="008518EF" w:rsidP="00476F4D">
            <w:pPr>
              <w:spacing w:before="0" w:after="0" w:line="240" w:lineRule="auto"/>
              <w:jc w:val="center"/>
              <w:rPr>
                <w:b/>
                <w:sz w:val="28"/>
                <w:szCs w:val="28"/>
              </w:rPr>
            </w:pPr>
            <w:r w:rsidRPr="00C7715B">
              <w:rPr>
                <w:b/>
                <w:sz w:val="28"/>
                <w:szCs w:val="28"/>
              </w:rPr>
              <w:t>DC</w:t>
            </w:r>
          </w:p>
          <w:p w:rsidR="008518EF" w:rsidRPr="00C7715B" w:rsidRDefault="008518EF" w:rsidP="00476F4D">
            <w:pPr>
              <w:spacing w:before="0" w:after="0" w:line="240" w:lineRule="auto"/>
              <w:jc w:val="center"/>
              <w:rPr>
                <w:b/>
                <w:sz w:val="28"/>
                <w:szCs w:val="28"/>
              </w:rPr>
            </w:pPr>
            <w:r w:rsidRPr="00C7715B">
              <w:rPr>
                <w:b/>
                <w:sz w:val="28"/>
                <w:szCs w:val="28"/>
              </w:rPr>
              <w:t>(ME)</w:t>
            </w:r>
          </w:p>
        </w:tc>
      </w:tr>
      <w:tr w:rsidR="00460008" w:rsidTr="008518EF">
        <w:trPr>
          <w:trHeight w:val="12707"/>
        </w:trPr>
        <w:tc>
          <w:tcPr>
            <w:tcW w:w="2179" w:type="dxa"/>
          </w:tcPr>
          <w:p w:rsidR="008518EF" w:rsidRDefault="008B24FB" w:rsidP="00476F4D">
            <w:pPr>
              <w:spacing w:before="0" w:after="0" w:line="240" w:lineRule="auto"/>
            </w:pPr>
            <w:r w:rsidRPr="008B24FB">
              <w:rPr>
                <w:noProof/>
                <w:lang w:eastAsia="es-AR"/>
              </w:rPr>
              <w:lastRenderedPageBreak/>
              <w:pict>
                <v:shape id="AutoShape 306" o:spid="_x0000_s1329" type="#_x0000_t32" style="position:absolute;left:0;text-align:left;margin-left:95.2pt;margin-top:346.3pt;width:18pt;height:0;z-index:251717632;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">
                  <v:stroke endarrow="block"/>
                </v:shape>
              </w:pict>
            </w:r>
            <w:r w:rsidRPr="008B24FB">
              <w:rPr>
                <w:noProof/>
                <w:lang w:eastAsia="es-AR"/>
              </w:rPr>
              <w:pict>
                <v:shape id="AutoShape 299" o:spid="_x0000_s1322" type="#_x0000_t32" style="position:absolute;left:0;text-align:left;margin-left:94.15pt;margin-top:444.95pt;width:15.1pt;height:0;flip:x;z-index:251713536;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">
                  <v:stroke endarrow="block"/>
                </v:shape>
              </w:pict>
            </w:r>
            <w:r w:rsidRPr="008B24FB">
              <w:rPr>
                <w:noProof/>
                <w:lang w:eastAsia="es-AR"/>
              </w:rPr>
              <w:pict>
                <v:shape id="AutoShape 297" o:spid="_x0000_s1320" type="#_x0000_t34" style="position:absolute;left:0;text-align:left;margin-left:50.1pt;margin-top:395.3pt;width:97.1pt;height:23.6pt;flip:y;z-index:2517114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" adj="289">
                  <v:stroke endarrow="block"/>
                </v:shape>
              </w:pict>
            </w:r>
            <w:r w:rsidRPr="008B24FB">
              <w:rPr>
                <w:noProof/>
                <w:lang w:eastAsia="es-AR"/>
              </w:rPr>
              <w:pict>
                <v:group id="Group 293" o:spid="_x0000_s1316" style="position:absolute;left:0;text-align:left;margin-left:4.15pt;margin-top:418.9pt;width:90.75pt;height:65.25pt;z-index:251710464;mso-position-horizontal-relative:text;mso-position-vertical-relative:text" coordorigin="960,3424" coordsize="1815,1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">
                  <v:rect id="Rectangle 294" o:spid="_x0000_s1317" style="position:absolute;left:1245;top:3424;width:1530;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">
                    <v:textbox inset=".2mm,.2mm,.2mm,.2mm">
                      <w:txbxContent>
                        <w:p w:rsidR="004E612B" w:rsidRPr="00B66FB8" w:rsidRDefault="004E612B" w:rsidP="007D4829">
                          <w:pPr>
                            <w:spacing w:before="0" w:after="0" w:line="240" w:lineRule="auto"/>
                            <w:jc w:val="center"/>
                            <w:rPr>
                              <w:sz w:val="18"/>
                              <w:szCs w:val="18"/>
                              <w:lang w:val="es-MX"/>
                            </w:rPr>
                          </w:pPr>
                          <w:r>
                            <w:rPr>
                              <w:sz w:val="18"/>
                              <w:szCs w:val="18"/>
                              <w:lang w:val="es-MX"/>
                            </w:rPr>
                            <w:t>Revisar, rectifica o ratifica y vuelve a enviar</w:t>
                          </w:r>
                        </w:p>
                      </w:txbxContent>
                    </v:textbox>
                  </v:rect>
                  <v:rect id="Rectangle 295" o:spid="_x0000_s1318" style="position:absolute;left:960;top:4440;width:1815;height:28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">
                    <v:textbox inset=".2mm,.2mm,.2mm,.2mm">
                      <w:txbxContent>
                        <w:p w:rsidR="004E612B" w:rsidRPr="00B66FB8" w:rsidRDefault="004E612B" w:rsidP="007D4829">
                          <w:pPr>
                            <w:spacing w:before="0" w:after="0" w:line="240" w:lineRule="auto"/>
                            <w:jc w:val="center"/>
                            <w:rPr>
                              <w:sz w:val="20"/>
                              <w:lang w:val="es-MX"/>
                            </w:rPr>
                          </w:pPr>
                          <w:r w:rsidRPr="00B66FB8">
                            <w:rPr>
                              <w:sz w:val="20"/>
                              <w:lang w:val="es-MX"/>
                            </w:rPr>
                            <w:t>Envía a DGI</w:t>
                          </w:r>
                        </w:p>
                      </w:txbxContent>
                    </v:textbox>
                  </v:rect>
                  <v:rect id="Rectangle 296" o:spid="_x0000_s1319" style="position:absolute;left:960;top:3424;width:285;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">
                    <v:textbox inset=".2mm,.2mm,.2mm,.2mm">
                      <w:txbxContent>
                        <w:p w:rsidR="004E612B" w:rsidRPr="00B66FB8" w:rsidRDefault="004E612B" w:rsidP="007D4829">
                          <w:pPr>
                            <w:spacing w:before="0" w:after="0" w:line="240" w:lineRule="auto"/>
                            <w:jc w:val="center"/>
                            <w:rPr>
                              <w:lang w:val="es-MX"/>
                            </w:rPr>
                          </w:pPr>
                        </w:p>
                      </w:txbxContent>
                    </v:textbox>
                  </v:rect>
                </v:group>
              </w:pict>
            </w:r>
            <w:r w:rsidRPr="008B24FB">
              <w:rPr>
                <w:noProof/>
                <w:lang w:eastAsia="es-AR"/>
              </w:rPr>
              <w:pict>
                <v:group id="Group 285" o:spid="_x0000_s1308" style="position:absolute;left:0;text-align:left;margin-left:4.15pt;margin-top:315.3pt;width:90.75pt;height:65.25pt;z-index:251705344;mso-position-horizontal-relative:text;mso-position-vertical-relative:text" coordorigin="960,3424" coordsize="1815,1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">
                  <v:rect id="Rectangle 286" o:spid="_x0000_s1309" style="position:absolute;left:1245;top:3424;width:1530;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">
                    <v:textbox inset=".2mm,.2mm,.2mm,.2mm">
                      <w:txbxContent>
                        <w:p w:rsidR="004E612B" w:rsidRPr="00622219" w:rsidRDefault="004E612B" w:rsidP="007D4829">
                          <w:pPr>
                            <w:spacing w:before="0" w:after="0" w:line="240" w:lineRule="auto"/>
                            <w:jc w:val="center"/>
                            <w:rPr>
                              <w:sz w:val="18"/>
                              <w:szCs w:val="18"/>
                            </w:rPr>
                          </w:pPr>
                          <w:r w:rsidRPr="00622219">
                            <w:rPr>
                              <w:sz w:val="18"/>
                              <w:szCs w:val="18"/>
                              <w:lang w:eastAsia="es-AR"/>
                            </w:rPr>
                            <w:t>Elabora documentación “conforme a obra”</w:t>
                          </w:r>
                        </w:p>
                      </w:txbxContent>
                    </v:textbox>
                  </v:rect>
                  <v:rect id="Rectangle 287" o:spid="_x0000_s1310" style="position:absolute;left:960;top:4440;width:1815;height:28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">
                    <v:textbox inset=".2mm,.2mm,.2mm,.2mm">
                      <w:txbxContent>
                        <w:p w:rsidR="004E612B" w:rsidRPr="00D547E0" w:rsidRDefault="004E612B" w:rsidP="007D4829">
                          <w:pPr>
                            <w:spacing w:before="0" w:after="0" w:line="240" w:lineRule="auto"/>
                            <w:jc w:val="center"/>
                            <w:rPr>
                              <w:sz w:val="20"/>
                              <w:lang w:val="es-MX"/>
                            </w:rPr>
                          </w:pPr>
                          <w:r>
                            <w:rPr>
                              <w:sz w:val="20"/>
                              <w:lang w:val="es-MX"/>
                            </w:rPr>
                            <w:t>Envía a UCP</w:t>
                          </w:r>
                        </w:p>
                      </w:txbxContent>
                    </v:textbox>
                  </v:rect>
                  <v:rect id="Rectangle 288" o:spid="_x0000_s1311" style="position:absolute;left:960;top:3424;width:285;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">
                    <v:textbox inset=".2mm,.2mm,.2mm,.2mm">
                      <w:txbxContent>
                        <w:p w:rsidR="004E612B" w:rsidRPr="00B66FB8" w:rsidRDefault="004E612B" w:rsidP="007D4829">
                          <w:pPr>
                            <w:spacing w:before="0" w:after="0" w:line="240" w:lineRule="auto"/>
                            <w:jc w:val="center"/>
                            <w:rPr>
                              <w:lang w:val="es-MX"/>
                            </w:rPr>
                          </w:pPr>
                          <w:r>
                            <w:rPr>
                              <w:lang w:val="es-MX"/>
                            </w:rPr>
                            <w:t>8</w:t>
                          </w:r>
                        </w:p>
                      </w:txbxContent>
                    </v:textbox>
                  </v:rect>
                </v:group>
              </w:pict>
            </w:r>
            <w:r w:rsidRPr="008B24FB">
              <w:rPr>
                <w:noProof/>
                <w:lang w:eastAsia="es-AR"/>
              </w:rPr>
              <w:pict>
                <v:shape id="AutoShape 268" o:spid="_x0000_s1291" type="#_x0000_t34" style="position:absolute;left:0;text-align:left;margin-left:51.6pt;margin-top:41.25pt;width:61.4pt;height:19.2pt;rotation:180;flip:y;z-index:2516940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" adj="21600">
                  <v:stroke endarrow="block"/>
                </v:shape>
              </w:pict>
            </w:r>
            <w:r w:rsidRPr="008B24FB">
              <w:rPr>
                <w:noProof/>
                <w:lang w:eastAsia="es-AR"/>
              </w:rPr>
              <w:pict>
                <v:shape id="AutoShape 269" o:spid="_x0000_s1292" type="#_x0000_t34" style="position:absolute;left:0;text-align:left;margin-left:50.1pt;margin-top:125.7pt;width:62.2pt;height:18.35pt;z-index:2516951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" adj="122">
                  <v:stroke endarrow="block"/>
                </v:shape>
              </w:pict>
            </w:r>
            <w:r w:rsidRPr="008B24FB">
              <w:rPr>
                <w:noProof/>
                <w:color w:val="000000"/>
                <w:lang w:eastAsia="es-AR"/>
              </w:rPr>
              <w:pict>
                <v:group id="Group 260" o:spid="_x0000_s1283" style="position:absolute;left:0;text-align:left;margin-left:4.15pt;margin-top:60.45pt;width:90.75pt;height:65.25pt;z-index:251692032;mso-position-horizontal-relative:text;mso-position-vertical-relative:text" coordorigin="960,3424" coordsize="1815,1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">
                  <v:rect id="Rectangle 261" o:spid="_x0000_s1284" style="position:absolute;left:1245;top:3424;width:1530;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">
                    <v:textbox inset=".2mm,.2mm,.2mm,.2mm">
                      <w:txbxContent>
                        <w:p w:rsidR="004E612B" w:rsidRPr="00B66FB8" w:rsidRDefault="004E612B" w:rsidP="007D4829">
                          <w:pPr>
                            <w:spacing w:before="0" w:after="0" w:line="240" w:lineRule="auto"/>
                            <w:jc w:val="center"/>
                            <w:rPr>
                              <w:sz w:val="18"/>
                              <w:szCs w:val="18"/>
                              <w:lang w:val="es-MX"/>
                            </w:rPr>
                          </w:pPr>
                          <w:r>
                            <w:rPr>
                              <w:sz w:val="18"/>
                              <w:szCs w:val="18"/>
                              <w:lang w:val="es-MX"/>
                            </w:rPr>
                            <w:t>Elabora Certificado de Obras</w:t>
                          </w:r>
                        </w:p>
                      </w:txbxContent>
                    </v:textbox>
                  </v:rect>
                  <v:rect id="Rectangle 262" o:spid="_x0000_s1285" style="position:absolute;left:960;top:4440;width:1815;height:28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">
                    <v:textbox inset=".2mm,.2mm,.2mm,.2mm">
                      <w:txbxContent>
                        <w:p w:rsidR="004E612B" w:rsidRPr="00D547E0" w:rsidRDefault="004E612B" w:rsidP="007D4829">
                          <w:pPr>
                            <w:spacing w:before="0" w:after="0" w:line="240" w:lineRule="auto"/>
                            <w:jc w:val="center"/>
                            <w:rPr>
                              <w:sz w:val="20"/>
                              <w:lang w:val="es-MX"/>
                            </w:rPr>
                          </w:pPr>
                          <w:r>
                            <w:rPr>
                              <w:sz w:val="20"/>
                              <w:lang w:val="es-MX"/>
                            </w:rPr>
                            <w:t>Envía a UCP</w:t>
                          </w:r>
                        </w:p>
                      </w:txbxContent>
                    </v:textbox>
                  </v:rect>
                  <v:rect id="Rectangle 263" o:spid="_x0000_s1286" style="position:absolute;left:960;top:3424;width:285;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">
                    <v:textbox inset=".2mm,.2mm,.2mm,.2mm">
                      <w:txbxContent>
                        <w:p w:rsidR="004E612B" w:rsidRPr="00B66FB8" w:rsidRDefault="004E612B" w:rsidP="007D4829">
                          <w:pPr>
                            <w:spacing w:before="0" w:after="0" w:line="240" w:lineRule="auto"/>
                            <w:jc w:val="center"/>
                            <w:rPr>
                              <w:lang w:val="es-MX"/>
                            </w:rPr>
                          </w:pPr>
                          <w:r>
                            <w:rPr>
                              <w:lang w:val="es-MX"/>
                            </w:rPr>
                            <w:t>2</w:t>
                          </w:r>
                        </w:p>
                      </w:txbxContent>
                    </v:textbox>
                  </v:rect>
                </v:group>
              </w:pict>
            </w:r>
          </w:p>
        </w:tc>
        <w:tc>
          <w:tcPr>
            <w:tcW w:w="2179" w:type="dxa"/>
          </w:tcPr>
          <w:p w:rsidR="008518EF" w:rsidRDefault="008B24FB" w:rsidP="00476F4D">
            <w:pPr>
              <w:spacing w:before="0" w:after="0" w:line="240" w:lineRule="auto"/>
            </w:pPr>
            <w:r w:rsidRPr="008B24FB">
              <w:rPr>
                <w:noProof/>
                <w:lang w:eastAsia="es-AR"/>
              </w:rPr>
              <w:pict>
                <v:rect id="Rectangle 290" o:spid="_x0000_s1313" style="position:absolute;left:0;text-align:left;margin-left:88.25pt;margin-top:432.35pt;width:10.5pt;height:11.25pt;z-index:25170739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" stroked="f">
                  <v:textbox inset="0,0,0,0">
                    <w:txbxContent>
                      <w:p w:rsidR="004E612B" w:rsidRPr="00F77F8E" w:rsidRDefault="004E612B" w:rsidP="007D4829">
                        <w:pPr>
                          <w:spacing w:before="0" w:after="0" w:line="240" w:lineRule="auto"/>
                          <w:rPr>
                            <w:b/>
                            <w:sz w:val="18"/>
                            <w:szCs w:val="18"/>
                            <w:lang w:val="es-MX"/>
                          </w:rPr>
                        </w:pPr>
                        <w:r w:rsidRPr="00F77F8E">
                          <w:rPr>
                            <w:b/>
                            <w:sz w:val="18"/>
                            <w:szCs w:val="18"/>
                            <w:lang w:val="es-MX"/>
                          </w:rPr>
                          <w:t>Si</w:t>
                        </w:r>
                      </w:p>
                    </w:txbxContent>
                  </v:textbox>
                </v:rect>
              </w:pict>
            </w:r>
            <w:r w:rsidRPr="008B24FB">
              <w:rPr>
                <w:noProof/>
                <w:lang w:eastAsia="es-AR"/>
              </w:rPr>
              <w:pict>
                <v:rect id="Rectangle 291" o:spid="_x0000_s1314" style="position:absolute;left:0;text-align:left;margin-left:-2.7pt;margin-top:428.3pt;width:13.9pt;height:10.65pt;z-index:25170841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" stroked="f">
                  <v:textbox inset="0,0,0,0">
                    <w:txbxContent>
                      <w:p w:rsidR="004E612B" w:rsidRPr="00F77F8E" w:rsidRDefault="004E612B" w:rsidP="007D4829">
                        <w:pPr>
                          <w:spacing w:before="0" w:after="0" w:line="240" w:lineRule="auto"/>
                          <w:rPr>
                            <w:b/>
                            <w:sz w:val="18"/>
                            <w:szCs w:val="18"/>
                            <w:lang w:val="es-MX"/>
                          </w:rPr>
                        </w:pPr>
                        <w:r>
                          <w:rPr>
                            <w:b/>
                            <w:sz w:val="18"/>
                            <w:szCs w:val="18"/>
                            <w:lang w:val="es-MX"/>
                          </w:rPr>
                          <w:t>No</w:t>
                        </w:r>
                      </w:p>
                    </w:txbxContent>
                  </v:textbox>
                </v:rect>
              </w:pict>
            </w:r>
            <w:r w:rsidRPr="008B24FB">
              <w:rPr>
                <w:noProof/>
                <w:lang w:eastAsia="es-AR"/>
              </w:rPr>
              <w:pict>
                <v:rect id="Rectangle 292" o:spid="_x0000_s1315" style="position:absolute;left:0;text-align:left;margin-left:8pt;margin-top:439.6pt;width:14.4pt;height:10.05pt;rotation:90;z-index:25170944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">
                  <v:textbox inset="0,0,0,0">
                    <w:txbxContent>
                      <w:p w:rsidR="004E612B" w:rsidRPr="00725BCE" w:rsidRDefault="004E612B" w:rsidP="007D4829">
                        <w:pPr>
                          <w:spacing w:before="0" w:after="0" w:line="240" w:lineRule="auto"/>
                          <w:jc w:val="center"/>
                          <w:rPr>
                            <w:sz w:val="20"/>
                            <w:lang w:val="es-MX"/>
                          </w:rPr>
                        </w:pPr>
                        <w:r w:rsidRPr="00725BCE">
                          <w:rPr>
                            <w:sz w:val="20"/>
                            <w:lang w:val="es-MX"/>
                          </w:rPr>
                          <w:t>4</w:t>
                        </w:r>
                      </w:p>
                    </w:txbxContent>
                  </v:textbox>
                </v:rect>
              </w:pict>
            </w:r>
            <w:r w:rsidRPr="008B24FB">
              <w:rPr>
                <w:noProof/>
                <w:lang w:eastAsia="es-AR"/>
              </w:rPr>
              <w:pict>
                <v:shape id="AutoShape 307" o:spid="_x0000_s1330" type="#_x0000_t32" style="position:absolute;left:0;text-align:left;margin-left:91.25pt;margin-top:444.55pt;width:21pt;height:.05pt;z-index:2517186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">
                  <v:stroke endarrow="block"/>
                </v:shape>
              </w:pict>
            </w:r>
            <w:r w:rsidRPr="008B24FB">
              <w:rPr>
                <w:noProof/>
                <w:lang w:eastAsia="es-AR"/>
              </w:rPr>
              <w:pict>
                <v:shape id="AutoShape 304" o:spid="_x0000_s1327" type="#_x0000_t128" style="position:absolute;left:0;text-align:left;margin-left:18.5pt;margin-top:517.85pt;width:55.5pt;height:31.5pt;z-index:25171558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">
                  <v:textbox inset="0,0,0,0">
                    <w:txbxContent>
                      <w:p w:rsidR="004E612B" w:rsidRPr="001122BC" w:rsidRDefault="004E612B" w:rsidP="008518EF">
                        <w:pPr>
                          <w:ind w:right="-165"/>
                          <w:rPr>
                            <w:sz w:val="18"/>
                            <w:szCs w:val="18"/>
                            <w:lang w:val="es-MX"/>
                          </w:rPr>
                        </w:pPr>
                        <w:r w:rsidRPr="001122BC">
                          <w:rPr>
                            <w:sz w:val="18"/>
                            <w:szCs w:val="18"/>
                            <w:lang w:val="es-MX"/>
                          </w:rPr>
                          <w:t>Archivo</w:t>
                        </w:r>
                      </w:p>
                    </w:txbxContent>
                  </v:textbox>
                </v:shape>
              </w:pict>
            </w:r>
            <w:r w:rsidRPr="008B24FB">
              <w:rPr>
                <w:noProof/>
                <w:lang w:eastAsia="es-AR"/>
              </w:rPr>
              <w:pict>
                <v:shape id="AutoShape 305" o:spid="_x0000_s1328" type="#_x0000_t34" style="position:absolute;left:0;text-align:left;margin-left:87.55pt;margin-top:442.85pt;width:34pt;height:113.4pt;rotation:90;z-index:2517166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" adj="10783">
                  <v:stroke endarrow="block"/>
                </v:shape>
              </w:pict>
            </w:r>
            <w:r w:rsidRPr="008B24FB">
              <w:rPr>
                <w:noProof/>
                <w:lang w:eastAsia="es-AR"/>
              </w:rPr>
              <w:pict>
                <v:shape id="AutoShape 298" o:spid="_x0000_s1321" type="#_x0000_t32" style="position:absolute;left:0;text-align:left;margin-left:45.8pt;margin-top:381.3pt;width:0;height:24.2pt;z-index:251712512;visibility:visible;mso-wrap-distance-left:3.17497mm;mso-wrap-distance-right:3.17497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">
                  <v:stroke endarrow="block"/>
                </v:shape>
              </w:pict>
            </w:r>
            <w:r w:rsidRPr="008B24FB">
              <w:rPr>
                <w:noProof/>
                <w:lang w:eastAsia="es-AR"/>
              </w:rPr>
              <w:pict>
                <v:shape id="AutoShape 289" o:spid="_x0000_s1312" type="#_x0000_t4" style="position:absolute;left:0;text-align:left;margin-left:1.05pt;margin-top:406.25pt;width:90.2pt;height:76.3pt;z-index:25170636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">
                  <v:textbox inset="0,0,0,0">
                    <w:txbxContent>
                      <w:p w:rsidR="004E612B" w:rsidRPr="0057275B" w:rsidRDefault="004E612B" w:rsidP="007D4829">
                        <w:pPr>
                          <w:spacing w:before="0" w:after="0" w:line="240" w:lineRule="auto"/>
                          <w:ind w:right="34"/>
                          <w:jc w:val="center"/>
                          <w:rPr>
                            <w:sz w:val="20"/>
                            <w:lang w:val="es-MX"/>
                          </w:rPr>
                        </w:pPr>
                        <w:r>
                          <w:rPr>
                            <w:sz w:val="20"/>
                            <w:lang w:val="es-MX"/>
                          </w:rPr>
                          <w:t>Acta de Recepción Provisoria</w:t>
                        </w:r>
                      </w:p>
                    </w:txbxContent>
                  </v:textbox>
                </v:shape>
              </w:pict>
            </w:r>
            <w:r w:rsidRPr="008B24FB">
              <w:rPr>
                <w:noProof/>
                <w:lang w:eastAsia="es-AR"/>
              </w:rPr>
              <w:pict>
                <v:group id="Group 281" o:spid="_x0000_s1304" style="position:absolute;left:0;text-align:left;margin-left:4.25pt;margin-top:315.3pt;width:90.75pt;height:65.25pt;z-index:251704320;mso-position-horizontal-relative:text;mso-position-vertical-relative:text" coordorigin="960,3424" coordsize="1815,1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">
                  <v:rect id="Rectangle 282" o:spid="_x0000_s1305" style="position:absolute;left:1245;top:3424;width:1530;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">
                    <v:textbox inset=".2mm,.2mm,.2mm,.2mm">
                      <w:txbxContent>
                        <w:p w:rsidR="004E612B" w:rsidRPr="00622219" w:rsidRDefault="004E612B" w:rsidP="007D4829">
                          <w:pPr>
                            <w:spacing w:before="0" w:after="0" w:line="240" w:lineRule="auto"/>
                            <w:jc w:val="center"/>
                            <w:rPr>
                              <w:sz w:val="18"/>
                              <w:szCs w:val="18"/>
                            </w:rPr>
                          </w:pPr>
                          <w:r w:rsidRPr="00622219">
                            <w:rPr>
                              <w:sz w:val="18"/>
                              <w:szCs w:val="18"/>
                              <w:lang w:eastAsia="es-AR"/>
                            </w:rPr>
                            <w:t>Realiza pruebas de terminación</w:t>
                          </w:r>
                        </w:p>
                      </w:txbxContent>
                    </v:textbox>
                  </v:rect>
                  <v:rect id="Rectangle 283" o:spid="_x0000_s1306" style="position:absolute;left:960;top:4440;width:1815;height:28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">
                    <v:textbox inset=".2mm,.2mm,.2mm,.2mm">
                      <w:txbxContent>
                        <w:p w:rsidR="004E612B" w:rsidRPr="008C4C22" w:rsidRDefault="004E612B" w:rsidP="007D4829">
                          <w:pPr>
                            <w:spacing w:before="0" w:after="0" w:line="240" w:lineRule="auto"/>
                          </w:pPr>
                        </w:p>
                      </w:txbxContent>
                    </v:textbox>
                  </v:rect>
                  <v:rect id="Rectangle 284" o:spid="_x0000_s1307" style="position:absolute;left:960;top:3424;width:285;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">
                    <v:textbox inset=".2mm,.2mm,.2mm,.2mm">
                      <w:txbxContent>
                        <w:p w:rsidR="004E612B" w:rsidRPr="00B66FB8" w:rsidRDefault="004E612B" w:rsidP="007D4829">
                          <w:pPr>
                            <w:spacing w:before="0" w:after="0" w:line="240" w:lineRule="auto"/>
                            <w:jc w:val="center"/>
                            <w:rPr>
                              <w:lang w:val="es-MX"/>
                            </w:rPr>
                          </w:pPr>
                          <w:r>
                            <w:rPr>
                              <w:lang w:val="es-MX"/>
                            </w:rPr>
                            <w:t>8</w:t>
                          </w:r>
                        </w:p>
                      </w:txbxContent>
                    </v:textbox>
                  </v:rect>
                </v:group>
              </w:pict>
            </w:r>
            <w:r w:rsidRPr="008B24FB">
              <w:rPr>
                <w:noProof/>
                <w:lang w:eastAsia="es-AR"/>
              </w:rPr>
              <w:pict>
                <v:shape id="AutoShape 270" o:spid="_x0000_s1293" type="#_x0000_t34" style="position:absolute;left:0;text-align:left;margin-left:49.55pt;margin-top:140.1pt;width:63pt;height:61.6pt;rotation:-90;z-index:2516961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" adj="6942">
                  <v:stroke endarrow="block"/>
                </v:shape>
              </w:pict>
            </w:r>
            <w:r w:rsidRPr="008B24FB">
              <w:rPr>
                <w:noProof/>
                <w:lang w:eastAsia="es-AR"/>
              </w:rPr>
              <w:pict>
                <v:shape id="AutoShape 257" o:spid="_x0000_s1280" type="#_x0000_t32" style="position:absolute;left:0;text-align:left;margin-left:96.5pt;margin-top:133.55pt;width:15.8pt;height:0;z-index:251688960;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">
                  <v:stroke endarrow="block"/>
                </v:shape>
              </w:pict>
            </w:r>
            <w:r w:rsidRPr="008B24FB">
              <w:rPr>
                <w:noProof/>
                <w:lang w:eastAsia="es-AR"/>
              </w:rPr>
              <w:pict>
                <v:group id="Group 249" o:spid="_x0000_s1272" style="position:absolute;left:0;text-align:left;margin-left:4.25pt;margin-top:16.8pt;width:90.75pt;height:65.25pt;z-index:251686912;mso-position-horizontal-relative:text;mso-position-vertical-relative:text" coordorigin="960,3424" coordsize="1815,1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">
                  <v:rect id="Rectangle 250" o:spid="_x0000_s1273" style="position:absolute;left:1245;top:3424;width:1530;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">
                    <v:textbox inset=".2mm,.2mm,.2mm,.2mm">
                      <w:txbxContent>
                        <w:p w:rsidR="004E612B" w:rsidRPr="00B66FB8" w:rsidRDefault="004E612B" w:rsidP="007D4829">
                          <w:pPr>
                            <w:spacing w:before="0" w:after="0" w:line="240" w:lineRule="auto"/>
                            <w:jc w:val="center"/>
                            <w:rPr>
                              <w:sz w:val="18"/>
                              <w:szCs w:val="18"/>
                              <w:lang w:val="es-MX"/>
                            </w:rPr>
                          </w:pPr>
                          <w:r>
                            <w:rPr>
                              <w:sz w:val="18"/>
                              <w:szCs w:val="18"/>
                              <w:lang w:val="es-MX"/>
                            </w:rPr>
                            <w:t>Medición mensual de trabajos. Informe del personal y equipos</w:t>
                          </w:r>
                        </w:p>
                      </w:txbxContent>
                    </v:textbox>
                  </v:rect>
                  <v:rect id="Rectangle 251" o:spid="_x0000_s1274" style="position:absolute;left:960;top:4440;width:1815;height:28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">
                    <v:textbox inset=".2mm,.2mm,.2mm,.2mm">
                      <w:txbxContent>
                        <w:p w:rsidR="004E612B" w:rsidRPr="00630CD2" w:rsidRDefault="004E612B" w:rsidP="007D4829">
                          <w:pPr>
                            <w:spacing w:before="0" w:after="0" w:line="240" w:lineRule="auto"/>
                            <w:jc w:val="center"/>
                            <w:rPr>
                              <w:sz w:val="20"/>
                              <w:lang w:val="es-MX"/>
                            </w:rPr>
                          </w:pPr>
                          <w:r w:rsidRPr="00630CD2">
                            <w:rPr>
                              <w:sz w:val="20"/>
                              <w:lang w:val="es-MX"/>
                            </w:rPr>
                            <w:t>Comunica a EC</w:t>
                          </w:r>
                        </w:p>
                      </w:txbxContent>
                    </v:textbox>
                  </v:rect>
                  <v:rect id="Rectangle 252" o:spid="_x0000_s1275" style="position:absolute;left:960;top:3424;width:285;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">
                    <v:textbox inset=".2mm,.2mm,.2mm,.2mm">
                      <w:txbxContent>
                        <w:p w:rsidR="004E612B" w:rsidRPr="00B66FB8" w:rsidRDefault="004E612B" w:rsidP="007D4829">
                          <w:pPr>
                            <w:spacing w:before="0" w:after="0" w:line="240" w:lineRule="auto"/>
                            <w:jc w:val="center"/>
                            <w:rPr>
                              <w:lang w:val="es-MX"/>
                            </w:rPr>
                          </w:pPr>
                          <w:r>
                            <w:rPr>
                              <w:lang w:val="es-MX"/>
                            </w:rPr>
                            <w:t>1</w:t>
                          </w:r>
                        </w:p>
                      </w:txbxContent>
                    </v:textbox>
                  </v:rect>
                </v:group>
              </w:pict>
            </w:r>
            <w:r w:rsidRPr="008B24FB">
              <w:rPr>
                <w:noProof/>
                <w:lang w:eastAsia="es-AR"/>
              </w:rPr>
              <w:pict>
                <v:group id="Group 264" o:spid="_x0000_s1287" style="position:absolute;left:0;text-align:left;margin-left:4.25pt;margin-top:103.4pt;width:90.75pt;height:65.25pt;z-index:251693056;mso-position-horizontal-relative:text;mso-position-vertical-relative:text" coordorigin="960,3424" coordsize="1815,1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">
                  <v:rect id="Rectangle 265" o:spid="_x0000_s1288" style="position:absolute;left:1245;top:3424;width:1530;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">
                    <v:textbox inset=".2mm,.2mm,.2mm,.2mm">
                      <w:txbxContent>
                        <w:p w:rsidR="004E612B" w:rsidRPr="00B66FB8" w:rsidRDefault="004E612B" w:rsidP="007D4829">
                          <w:pPr>
                            <w:spacing w:before="0" w:after="0" w:line="240" w:lineRule="auto"/>
                            <w:jc w:val="center"/>
                            <w:rPr>
                              <w:sz w:val="18"/>
                              <w:szCs w:val="18"/>
                              <w:lang w:val="es-MX"/>
                            </w:rPr>
                          </w:pPr>
                          <w:r>
                            <w:rPr>
                              <w:sz w:val="18"/>
                              <w:szCs w:val="18"/>
                              <w:lang w:val="es-MX"/>
                            </w:rPr>
                            <w:t>Revisión de la documentación y envío a DGI</w:t>
                          </w:r>
                        </w:p>
                      </w:txbxContent>
                    </v:textbox>
                  </v:rect>
                  <v:rect id="Rectangle 266" o:spid="_x0000_s1289" style="position:absolute;left:960;top:4440;width:1815;height:28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">
                    <v:textbox inset=".2mm,.2mm,.2mm,.2mm">
                      <w:txbxContent>
                        <w:p w:rsidR="004E612B" w:rsidRPr="00D547E0" w:rsidRDefault="004E612B" w:rsidP="007D4829">
                          <w:pPr>
                            <w:spacing w:before="0" w:after="0" w:line="240" w:lineRule="auto"/>
                            <w:jc w:val="center"/>
                            <w:rPr>
                              <w:sz w:val="20"/>
                              <w:lang w:val="es-MX"/>
                            </w:rPr>
                          </w:pPr>
                          <w:r>
                            <w:rPr>
                              <w:sz w:val="20"/>
                              <w:lang w:val="es-MX"/>
                            </w:rPr>
                            <w:t>Envía a DGI</w:t>
                          </w:r>
                        </w:p>
                      </w:txbxContent>
                    </v:textbox>
                  </v:rect>
                  <v:rect id="Rectangle 267" o:spid="_x0000_s1290" style="position:absolute;left:960;top:3424;width:285;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">
                    <v:textbox inset=".2mm,.2mm,.2mm,.2mm">
                      <w:txbxContent>
                        <w:p w:rsidR="004E612B" w:rsidRPr="00B66FB8" w:rsidRDefault="004E612B" w:rsidP="007D4829">
                          <w:pPr>
                            <w:spacing w:before="0" w:after="0" w:line="240" w:lineRule="auto"/>
                            <w:jc w:val="center"/>
                            <w:rPr>
                              <w:lang w:val="es-MX"/>
                            </w:rPr>
                          </w:pPr>
                          <w:r>
                            <w:rPr>
                              <w:lang w:val="es-MX"/>
                            </w:rPr>
                            <w:t>3</w:t>
                          </w:r>
                        </w:p>
                      </w:txbxContent>
                    </v:textbox>
                  </v:rect>
                </v:group>
              </w:pict>
            </w:r>
          </w:p>
        </w:tc>
        <w:tc>
          <w:tcPr>
            <w:tcW w:w="2179" w:type="dxa"/>
          </w:tcPr>
          <w:p w:rsidR="008518EF" w:rsidRDefault="008B24FB" w:rsidP="00476F4D">
            <w:pPr>
              <w:spacing w:before="0" w:after="0" w:line="240" w:lineRule="auto"/>
            </w:pPr>
            <w:r w:rsidRPr="008B24FB">
              <w:rPr>
                <w:noProof/>
                <w:lang w:eastAsia="es-AR"/>
              </w:rPr>
              <w:pict>
                <v:group id="Group 300" o:spid="_x0000_s1323" style="position:absolute;left:0;text-align:left;margin-left:4.05pt;margin-top:416.45pt;width:90.75pt;height:65.25pt;z-index:251714560;mso-position-horizontal-relative:text;mso-position-vertical-relative:text" coordorigin="960,3424" coordsize="1815,1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">
                  <v:rect id="Rectangle 301" o:spid="_x0000_s1324" style="position:absolute;left:1245;top:3424;width:1530;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">
                    <v:textbox inset=".2mm,.2mm,.2mm,.2mm">
                      <w:txbxContent>
                        <w:p w:rsidR="004E612B" w:rsidRPr="00B66FB8" w:rsidRDefault="004E612B" w:rsidP="007D4829">
                          <w:pPr>
                            <w:spacing w:before="0" w:after="0" w:line="240" w:lineRule="auto"/>
                            <w:jc w:val="center"/>
                            <w:rPr>
                              <w:sz w:val="18"/>
                              <w:szCs w:val="18"/>
                              <w:lang w:val="es-MX"/>
                            </w:rPr>
                          </w:pPr>
                          <w:r>
                            <w:rPr>
                              <w:sz w:val="18"/>
                              <w:szCs w:val="18"/>
                              <w:lang w:val="es-MX"/>
                            </w:rPr>
                            <w:t>Otorga la No Objeción</w:t>
                          </w:r>
                        </w:p>
                      </w:txbxContent>
                    </v:textbox>
                  </v:rect>
                  <v:rect id="Rectangle 302" o:spid="_x0000_s1325" style="position:absolute;left:960;top:4440;width:1815;height:28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">
                    <v:textbox inset=".2mm,.2mm,.2mm,.2mm">
                      <w:txbxContent>
                        <w:p w:rsidR="004E612B" w:rsidRPr="00F272B3" w:rsidRDefault="004E612B" w:rsidP="007D4829">
                          <w:pPr>
                            <w:spacing w:before="0" w:after="0" w:line="240" w:lineRule="auto"/>
                            <w:jc w:val="center"/>
                            <w:rPr>
                              <w:sz w:val="20"/>
                              <w:lang w:val="es-MX"/>
                            </w:rPr>
                          </w:pPr>
                          <w:r w:rsidRPr="00F272B3">
                            <w:rPr>
                              <w:sz w:val="20"/>
                              <w:lang w:val="es-MX"/>
                            </w:rPr>
                            <w:t>Envía a UCP</w:t>
                          </w:r>
                        </w:p>
                      </w:txbxContent>
                    </v:textbox>
                  </v:rect>
                  <v:rect id="Rectangle 303" o:spid="_x0000_s1326" style="position:absolute;left:960;top:3424;width:285;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">
                    <v:textbox inset=".2mm,.2mm,.2mm,.2mm">
                      <w:txbxContent>
                        <w:p w:rsidR="004E612B" w:rsidRPr="00B66FB8" w:rsidRDefault="004E612B" w:rsidP="007D4829">
                          <w:pPr>
                            <w:spacing w:before="0" w:after="0" w:line="240" w:lineRule="auto"/>
                            <w:jc w:val="center"/>
                            <w:rPr>
                              <w:lang w:val="es-MX"/>
                            </w:rPr>
                          </w:pPr>
                          <w:r>
                            <w:rPr>
                              <w:lang w:val="es-MX"/>
                            </w:rPr>
                            <w:t>9</w:t>
                          </w:r>
                        </w:p>
                      </w:txbxContent>
                    </v:textbox>
                  </v:rect>
                </v:group>
              </w:pict>
            </w:r>
            <w:r w:rsidRPr="008B24FB">
              <w:rPr>
                <w:noProof/>
                <w:lang w:eastAsia="es-AR"/>
              </w:rPr>
              <w:pict>
                <v:rect id="Rectangle 280" o:spid="_x0000_s1303" style="position:absolute;left:0;text-align:left;margin-left:10.25pt;margin-top:127.85pt;width:14.4pt;height:10.05pt;rotation:90;z-index:25170329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">
                  <v:textbox inset="0,0,0,0">
                    <w:txbxContent>
                      <w:p w:rsidR="004E612B" w:rsidRPr="00725BCE" w:rsidRDefault="004E612B" w:rsidP="007D4829">
                        <w:pPr>
                          <w:spacing w:before="0" w:after="0" w:line="240" w:lineRule="auto"/>
                          <w:jc w:val="center"/>
                          <w:rPr>
                            <w:sz w:val="20"/>
                            <w:lang w:val="es-MX"/>
                          </w:rPr>
                        </w:pPr>
                        <w:r w:rsidRPr="00725BCE">
                          <w:rPr>
                            <w:sz w:val="20"/>
                            <w:lang w:val="es-MX"/>
                          </w:rPr>
                          <w:t>4</w:t>
                        </w:r>
                      </w:p>
                    </w:txbxContent>
                  </v:textbox>
                </v:rect>
              </w:pict>
            </w:r>
            <w:r w:rsidRPr="008B24FB">
              <w:rPr>
                <w:noProof/>
                <w:lang w:eastAsia="es-AR"/>
              </w:rPr>
              <w:pict>
                <v:shape id="AutoShape 271" o:spid="_x0000_s1294" type="#_x0000_t4" style="position:absolute;left:0;text-align:left;margin-left:4.05pt;margin-top:96pt;width:90.2pt;height:76.3pt;z-index:25169715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">
                  <v:textbox inset="0,0,0,0">
                    <w:txbxContent>
                      <w:p w:rsidR="004E612B" w:rsidRPr="0057275B" w:rsidRDefault="004E612B" w:rsidP="007D4829">
                        <w:pPr>
                          <w:spacing w:before="0" w:after="0" w:line="240" w:lineRule="auto"/>
                          <w:jc w:val="center"/>
                          <w:rPr>
                            <w:sz w:val="20"/>
                            <w:lang w:val="es-MX"/>
                          </w:rPr>
                        </w:pPr>
                        <w:r>
                          <w:rPr>
                            <w:sz w:val="20"/>
                            <w:lang w:val="es-MX"/>
                          </w:rPr>
                          <w:t>Conforma Certificado de Obra</w:t>
                        </w:r>
                        <w:r w:rsidRPr="0057275B">
                          <w:rPr>
                            <w:sz w:val="20"/>
                            <w:lang w:val="es-MX"/>
                          </w:rPr>
                          <w:t>?</w:t>
                        </w:r>
                      </w:p>
                    </w:txbxContent>
                  </v:textbox>
                </v:shape>
              </w:pict>
            </w:r>
            <w:r w:rsidRPr="008B24FB">
              <w:rPr>
                <w:noProof/>
                <w:lang w:eastAsia="es-AR"/>
              </w:rPr>
              <w:pict>
                <v:group id="Group 272" o:spid="_x0000_s1295" style="position:absolute;left:0;text-align:left;margin-left:-105.45pt;margin-top:194.15pt;width:90.75pt;height:65.25pt;z-index:251698176;mso-position-horizontal-relative:text;mso-position-vertical-relative:text" coordorigin="960,3424" coordsize="1815,1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">
                  <v:rect id="Rectangle 273" o:spid="_x0000_s1296" style="position:absolute;left:1245;top:3424;width:1530;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">
                    <v:textbox inset=".2mm,.2mm,.2mm,.2mm">
                      <w:txbxContent>
                        <w:p w:rsidR="004E612B" w:rsidRPr="00B66FB8" w:rsidRDefault="004E612B" w:rsidP="007D4829">
                          <w:pPr>
                            <w:spacing w:before="0" w:after="0" w:line="240" w:lineRule="auto"/>
                            <w:jc w:val="center"/>
                            <w:rPr>
                              <w:sz w:val="18"/>
                              <w:szCs w:val="18"/>
                              <w:lang w:val="es-MX"/>
                            </w:rPr>
                          </w:pPr>
                          <w:r>
                            <w:rPr>
                              <w:sz w:val="18"/>
                              <w:szCs w:val="18"/>
                              <w:lang w:val="es-MX"/>
                            </w:rPr>
                            <w:t>Revisar, rectifica o ratifica y vuelve a enviar</w:t>
                          </w:r>
                        </w:p>
                      </w:txbxContent>
                    </v:textbox>
                  </v:rect>
                  <v:rect id="Rectangle 274" o:spid="_x0000_s1297" style="position:absolute;left:960;top:4440;width:1815;height:28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">
                    <v:textbox inset=".2mm,.2mm,.2mm,.2mm">
                      <w:txbxContent>
                        <w:p w:rsidR="004E612B" w:rsidRPr="00B66FB8" w:rsidRDefault="004E612B" w:rsidP="007D4829">
                          <w:pPr>
                            <w:spacing w:before="0" w:after="0" w:line="240" w:lineRule="auto"/>
                            <w:jc w:val="center"/>
                            <w:rPr>
                              <w:sz w:val="20"/>
                              <w:lang w:val="es-MX"/>
                            </w:rPr>
                          </w:pPr>
                          <w:r w:rsidRPr="00B66FB8">
                            <w:rPr>
                              <w:sz w:val="20"/>
                              <w:lang w:val="es-MX"/>
                            </w:rPr>
                            <w:t>Envía a DGI</w:t>
                          </w:r>
                        </w:p>
                      </w:txbxContent>
                    </v:textbox>
                  </v:rect>
                  <v:rect id="Rectangle 275" o:spid="_x0000_s1298" style="position:absolute;left:960;top:3424;width:285;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">
                    <v:textbox inset=".2mm,.2mm,.2mm,.2mm">
                      <w:txbxContent>
                        <w:p w:rsidR="004E612B" w:rsidRPr="00B66FB8" w:rsidRDefault="004E612B" w:rsidP="007D4829">
                          <w:pPr>
                            <w:spacing w:before="0" w:after="0" w:line="240" w:lineRule="auto"/>
                            <w:jc w:val="center"/>
                            <w:rPr>
                              <w:lang w:val="es-MX"/>
                            </w:rPr>
                          </w:pPr>
                          <w:r>
                            <w:rPr>
                              <w:lang w:val="es-MX"/>
                            </w:rPr>
                            <w:t>5</w:t>
                          </w:r>
                        </w:p>
                      </w:txbxContent>
                    </v:textbox>
                  </v:rect>
                </v:group>
              </w:pict>
            </w:r>
            <w:r w:rsidRPr="008B24FB">
              <w:rPr>
                <w:noProof/>
                <w:lang w:eastAsia="es-AR"/>
              </w:rPr>
              <w:pict>
                <v:shape id="AutoShape 279" o:spid="_x0000_s1302" type="#_x0000_t32" style="position:absolute;left:0;text-align:left;margin-left:93.5pt;margin-top:133.75pt;width:18pt;height:0;z-index:251702272;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">
                  <v:stroke endarrow="block"/>
                </v:shape>
              </w:pict>
            </w:r>
            <w:r w:rsidRPr="008B24FB">
              <w:rPr>
                <w:noProof/>
                <w:lang w:eastAsia="es-AR"/>
              </w:rPr>
              <w:pict>
                <v:rect id="Rectangle 278" o:spid="_x0000_s1301" style="position:absolute;left:0;text-align:left;margin-left:52.25pt;margin-top:173.9pt;width:17.4pt;height:10.65pt;z-index:25170124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" stroked="f">
                  <v:textbox inset="0,0,0,0">
                    <w:txbxContent>
                      <w:p w:rsidR="004E612B" w:rsidRPr="00F77F8E" w:rsidRDefault="004E612B" w:rsidP="007D4829">
                        <w:pPr>
                          <w:spacing w:before="0" w:after="0" w:line="240" w:lineRule="auto"/>
                          <w:rPr>
                            <w:b/>
                            <w:sz w:val="18"/>
                            <w:szCs w:val="18"/>
                            <w:lang w:val="es-MX"/>
                          </w:rPr>
                        </w:pPr>
                        <w:r>
                          <w:rPr>
                            <w:b/>
                            <w:sz w:val="18"/>
                            <w:szCs w:val="18"/>
                            <w:lang w:val="es-MX"/>
                          </w:rPr>
                          <w:t>No</w:t>
                        </w:r>
                      </w:p>
                    </w:txbxContent>
                  </v:textbox>
                </v:rect>
              </w:pict>
            </w:r>
            <w:r w:rsidRPr="008B24FB">
              <w:rPr>
                <w:noProof/>
                <w:lang w:eastAsia="es-AR"/>
              </w:rPr>
              <w:pict>
                <v:rect id="Rectangle 277" o:spid="_x0000_s1300" style="position:absolute;left:0;text-align:left;margin-left:91.25pt;margin-top:119.7pt;width:10.5pt;height:11.25pt;z-index:25170022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" stroked="f">
                  <v:textbox inset="0,0,0,0">
                    <w:txbxContent>
                      <w:p w:rsidR="004E612B" w:rsidRPr="00F77F8E" w:rsidRDefault="004E612B" w:rsidP="007D4829">
                        <w:pPr>
                          <w:spacing w:before="0" w:after="0" w:line="240" w:lineRule="auto"/>
                          <w:rPr>
                            <w:b/>
                            <w:sz w:val="18"/>
                            <w:szCs w:val="18"/>
                            <w:lang w:val="es-MX"/>
                          </w:rPr>
                        </w:pPr>
                        <w:r w:rsidRPr="00F77F8E">
                          <w:rPr>
                            <w:b/>
                            <w:sz w:val="18"/>
                            <w:szCs w:val="18"/>
                            <w:lang w:val="es-MX"/>
                          </w:rPr>
                          <w:t>Si</w:t>
                        </w:r>
                      </w:p>
                    </w:txbxContent>
                  </v:textbox>
                </v:rect>
              </w:pict>
            </w:r>
            <w:r w:rsidRPr="008B24FB">
              <w:rPr>
                <w:noProof/>
                <w:lang w:eastAsia="es-AR"/>
              </w:rPr>
              <w:pict>
                <v:shape id="AutoShape 276" o:spid="_x0000_s1299" type="#_x0000_t34" style="position:absolute;left:0;text-align:left;margin-left:-14.7pt;margin-top:171.45pt;width:63.35pt;height:55pt;rotation:180;flip:y;z-index:2516992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" adj="-222">
                  <v:stroke endarrow="block"/>
                </v:shape>
              </w:pict>
            </w:r>
          </w:p>
        </w:tc>
        <w:tc>
          <w:tcPr>
            <w:tcW w:w="2179" w:type="dxa"/>
          </w:tcPr>
          <w:p w:rsidR="008518EF" w:rsidRDefault="008518EF" w:rsidP="00476F4D">
            <w:pPr>
              <w:spacing w:before="0" w:after="0" w:line="240" w:lineRule="auto"/>
            </w:pPr>
          </w:p>
          <w:p w:rsidR="008518EF" w:rsidRPr="00921851" w:rsidRDefault="008518EF" w:rsidP="00476F4D">
            <w:pPr>
              <w:spacing w:before="0" w:after="0" w:line="240" w:lineRule="auto"/>
            </w:pPr>
          </w:p>
          <w:p w:rsidR="008518EF" w:rsidRPr="00921851" w:rsidRDefault="008518EF" w:rsidP="00476F4D">
            <w:pPr>
              <w:spacing w:before="0" w:after="0" w:line="240" w:lineRule="auto"/>
            </w:pPr>
          </w:p>
          <w:p w:rsidR="008518EF" w:rsidRPr="00921851" w:rsidRDefault="008518EF" w:rsidP="00476F4D">
            <w:pPr>
              <w:spacing w:before="0" w:after="0" w:line="240" w:lineRule="auto"/>
            </w:pPr>
          </w:p>
          <w:p w:rsidR="008518EF" w:rsidRPr="00921851" w:rsidRDefault="008518EF" w:rsidP="00476F4D">
            <w:pPr>
              <w:spacing w:before="0" w:after="0" w:line="240" w:lineRule="auto"/>
            </w:pPr>
          </w:p>
          <w:p w:rsidR="008518EF" w:rsidRPr="00921851" w:rsidRDefault="008518EF" w:rsidP="00476F4D">
            <w:pPr>
              <w:spacing w:before="0" w:after="0" w:line="240" w:lineRule="auto"/>
            </w:pPr>
          </w:p>
          <w:p w:rsidR="008518EF" w:rsidRPr="00921851" w:rsidRDefault="008518EF" w:rsidP="00476F4D">
            <w:pPr>
              <w:spacing w:before="0" w:after="0" w:line="240" w:lineRule="auto"/>
            </w:pPr>
          </w:p>
          <w:p w:rsidR="008518EF" w:rsidRPr="00921851" w:rsidRDefault="008B24FB" w:rsidP="00476F4D">
            <w:pPr>
              <w:spacing w:before="0" w:after="0" w:line="240" w:lineRule="auto"/>
            </w:pPr>
            <w:r w:rsidRPr="008B24FB">
              <w:rPr>
                <w:noProof/>
                <w:lang w:eastAsia="es-AR"/>
              </w:rPr>
              <w:pict>
                <v:group id="Group 253" o:spid="_x0000_s1276" style="position:absolute;left:0;text-align:left;margin-left:3.05pt;margin-top:10.15pt;width:90.75pt;height:65.25pt;z-index:251687936" coordorigin="960,3424" coordsize="1815,1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">
                  <v:rect id="Rectangle 254" o:spid="_x0000_s1277" style="position:absolute;left:1245;top:3424;width:1530;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">
                    <v:textbox inset=".2mm,.2mm,.2mm,.2mm">
                      <w:txbxContent>
                        <w:p w:rsidR="004E612B" w:rsidRPr="000A1EE1" w:rsidRDefault="004E612B" w:rsidP="007D4829">
                          <w:pPr>
                            <w:spacing w:before="0" w:after="0" w:line="240" w:lineRule="auto"/>
                            <w:jc w:val="center"/>
                            <w:rPr>
                              <w:sz w:val="18"/>
                              <w:szCs w:val="18"/>
                              <w:lang w:val="es-MX"/>
                            </w:rPr>
                          </w:pPr>
                          <w:r>
                            <w:rPr>
                              <w:sz w:val="18"/>
                              <w:szCs w:val="18"/>
                              <w:lang w:val="es-MX"/>
                            </w:rPr>
                            <w:t>Verifica documentación y procede al Pago</w:t>
                          </w:r>
                        </w:p>
                      </w:txbxContent>
                    </v:textbox>
                  </v:rect>
                  <v:rect id="Rectangle 255" o:spid="_x0000_s1278" style="position:absolute;left:960;top:4440;width:1815;height:28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">
                    <v:textbox inset=".2mm,.2mm,.2mm,.2mm">
                      <w:txbxContent>
                        <w:p w:rsidR="004E612B" w:rsidRPr="00630CD2" w:rsidRDefault="004E612B" w:rsidP="007D4829">
                          <w:pPr>
                            <w:spacing w:before="0" w:after="0" w:line="240" w:lineRule="auto"/>
                            <w:jc w:val="center"/>
                            <w:rPr>
                              <w:sz w:val="20"/>
                              <w:lang w:val="es-MX"/>
                            </w:rPr>
                          </w:pPr>
                          <w:r w:rsidRPr="00630CD2">
                            <w:rPr>
                              <w:sz w:val="20"/>
                              <w:lang w:val="es-MX"/>
                            </w:rPr>
                            <w:t>Comunica a DGI</w:t>
                          </w:r>
                        </w:p>
                      </w:txbxContent>
                    </v:textbox>
                  </v:rect>
                  <v:rect id="Rectangle 256" o:spid="_x0000_s1279" style="position:absolute;left:960;top:3424;width:285;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">
                    <v:textbox inset=".2mm,.2mm,.2mm,.2mm">
                      <w:txbxContent>
                        <w:p w:rsidR="004E612B" w:rsidRPr="00B66FB8" w:rsidRDefault="004E612B" w:rsidP="007D4829">
                          <w:pPr>
                            <w:spacing w:before="0" w:after="0" w:line="240" w:lineRule="auto"/>
                            <w:jc w:val="center"/>
                            <w:rPr>
                              <w:lang w:val="es-MX"/>
                            </w:rPr>
                          </w:pPr>
                          <w:r>
                            <w:rPr>
                              <w:lang w:val="es-MX"/>
                            </w:rPr>
                            <w:t>6</w:t>
                          </w:r>
                        </w:p>
                      </w:txbxContent>
                    </v:textbox>
                  </v:rect>
                </v:group>
              </w:pict>
            </w:r>
          </w:p>
          <w:p w:rsidR="008518EF" w:rsidRPr="00921851" w:rsidRDefault="008518EF" w:rsidP="00476F4D">
            <w:pPr>
              <w:spacing w:before="0" w:after="0" w:line="240" w:lineRule="auto"/>
            </w:pPr>
          </w:p>
          <w:p w:rsidR="008518EF" w:rsidRPr="00921851" w:rsidRDefault="008518EF" w:rsidP="00476F4D">
            <w:pPr>
              <w:spacing w:before="0" w:after="0" w:line="240" w:lineRule="auto"/>
            </w:pPr>
          </w:p>
          <w:p w:rsidR="008518EF" w:rsidRPr="00921851" w:rsidRDefault="008518EF" w:rsidP="00476F4D">
            <w:pPr>
              <w:spacing w:before="0" w:after="0" w:line="240" w:lineRule="auto"/>
            </w:pPr>
          </w:p>
          <w:p w:rsidR="008518EF" w:rsidRPr="00921851" w:rsidRDefault="008518EF" w:rsidP="00476F4D">
            <w:pPr>
              <w:spacing w:before="0" w:after="0" w:line="240" w:lineRule="auto"/>
            </w:pPr>
          </w:p>
          <w:p w:rsidR="008518EF" w:rsidRPr="00921851" w:rsidRDefault="008B24FB" w:rsidP="00476F4D">
            <w:pPr>
              <w:spacing w:before="0" w:after="0" w:line="240" w:lineRule="auto"/>
            </w:pPr>
            <w:r w:rsidRPr="008B24FB">
              <w:rPr>
                <w:noProof/>
                <w:lang w:eastAsia="es-AR"/>
              </w:rPr>
              <w:pict>
                <v:shape id="AutoShape 258" o:spid="_x0000_s1281" type="#_x0000_t32" style="position:absolute;left:0;text-align:left;margin-left:50.7pt;margin-top:1.85pt;width:0;height:18.95pt;z-index:25168998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">
                  <v:stroke endarrow="block"/>
                </v:shape>
              </w:pict>
            </w:r>
          </w:p>
          <w:p w:rsidR="008518EF" w:rsidRPr="00921851" w:rsidRDefault="008B24FB" w:rsidP="00476F4D">
            <w:pPr>
              <w:spacing w:before="0" w:after="0" w:line="240" w:lineRule="auto"/>
            </w:pPr>
            <w:r w:rsidRPr="008B24FB">
              <w:rPr>
                <w:noProof/>
                <w:lang w:eastAsia="es-AR"/>
              </w:rPr>
              <w:pict>
                <v:shape id="AutoShape 259" o:spid="_x0000_s1282" type="#_x0000_t128" style="position:absolute;left:0;text-align:left;margin-left:22.35pt;margin-top:8.6pt;width:55.5pt;height:36pt;z-index:25169100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">
                  <v:textbox inset="0,.5mm,0,0">
                    <w:txbxContent>
                      <w:p w:rsidR="004E612B" w:rsidRPr="001122BC" w:rsidRDefault="004E612B" w:rsidP="008518EF">
                        <w:pPr>
                          <w:ind w:right="-165"/>
                          <w:rPr>
                            <w:sz w:val="18"/>
                            <w:szCs w:val="18"/>
                            <w:lang w:val="es-MX"/>
                          </w:rPr>
                        </w:pPr>
                        <w:r w:rsidRPr="001122BC">
                          <w:rPr>
                            <w:sz w:val="18"/>
                            <w:szCs w:val="18"/>
                            <w:lang w:val="es-MX"/>
                          </w:rPr>
                          <w:t>Archivo</w:t>
                        </w:r>
                      </w:p>
                    </w:txbxContent>
                  </v:textbox>
                </v:shape>
              </w:pict>
            </w:r>
          </w:p>
          <w:p w:rsidR="008518EF" w:rsidRPr="00921851" w:rsidRDefault="008518EF" w:rsidP="00476F4D">
            <w:pPr>
              <w:spacing w:before="0" w:after="0" w:line="240" w:lineRule="auto"/>
            </w:pPr>
          </w:p>
          <w:p w:rsidR="008518EF" w:rsidRPr="00921851" w:rsidRDefault="008518EF" w:rsidP="00476F4D">
            <w:pPr>
              <w:spacing w:before="0" w:after="0" w:line="240" w:lineRule="auto"/>
            </w:pPr>
          </w:p>
          <w:p w:rsidR="008518EF" w:rsidRPr="00921851" w:rsidRDefault="008518EF" w:rsidP="00476F4D">
            <w:pPr>
              <w:spacing w:before="0" w:after="0" w:line="240" w:lineRule="auto"/>
            </w:pPr>
          </w:p>
          <w:p w:rsidR="008518EF" w:rsidRDefault="008518EF" w:rsidP="00476F4D">
            <w:pPr>
              <w:spacing w:before="0" w:after="0" w:line="240" w:lineRule="auto"/>
            </w:pPr>
          </w:p>
          <w:p w:rsidR="008518EF" w:rsidRPr="00921851" w:rsidRDefault="008518EF" w:rsidP="00476F4D">
            <w:pPr>
              <w:spacing w:before="0" w:after="0" w:line="240" w:lineRule="auto"/>
            </w:pPr>
          </w:p>
          <w:p w:rsidR="008518EF" w:rsidRPr="00921851" w:rsidRDefault="008518EF" w:rsidP="00476F4D">
            <w:pPr>
              <w:spacing w:before="0" w:after="0" w:line="240" w:lineRule="auto"/>
            </w:pPr>
          </w:p>
          <w:p w:rsidR="008518EF" w:rsidRPr="00921851" w:rsidRDefault="008518EF" w:rsidP="00476F4D">
            <w:pPr>
              <w:spacing w:before="0" w:after="0" w:line="240" w:lineRule="auto"/>
            </w:pPr>
          </w:p>
          <w:p w:rsidR="008518EF" w:rsidRPr="00921851" w:rsidRDefault="008518EF" w:rsidP="00476F4D">
            <w:pPr>
              <w:spacing w:before="0" w:after="0" w:line="240" w:lineRule="auto"/>
            </w:pPr>
          </w:p>
          <w:p w:rsidR="008518EF" w:rsidRPr="00921851" w:rsidRDefault="008518EF" w:rsidP="00476F4D">
            <w:pPr>
              <w:spacing w:before="0" w:after="0" w:line="240" w:lineRule="auto"/>
            </w:pPr>
          </w:p>
          <w:p w:rsidR="008518EF" w:rsidRDefault="008518EF" w:rsidP="00476F4D">
            <w:pPr>
              <w:spacing w:before="0" w:after="0" w:line="240" w:lineRule="auto"/>
            </w:pPr>
          </w:p>
          <w:p w:rsidR="008518EF" w:rsidRDefault="008518EF" w:rsidP="00476F4D">
            <w:pPr>
              <w:spacing w:before="0" w:after="0" w:line="240" w:lineRule="auto"/>
            </w:pPr>
          </w:p>
          <w:p w:rsidR="008518EF" w:rsidRDefault="008518EF" w:rsidP="00476F4D">
            <w:pPr>
              <w:spacing w:before="0" w:after="0" w:line="240" w:lineRule="auto"/>
            </w:pPr>
          </w:p>
          <w:p w:rsidR="008518EF" w:rsidRPr="00921851" w:rsidRDefault="008518EF" w:rsidP="00476F4D">
            <w:pPr>
              <w:spacing w:before="0" w:after="0" w:line="240" w:lineRule="auto"/>
            </w:pPr>
          </w:p>
        </w:tc>
        <w:tc>
          <w:tcPr>
            <w:tcW w:w="2179" w:type="dxa"/>
          </w:tcPr>
          <w:p w:rsidR="008518EF" w:rsidRDefault="008518EF" w:rsidP="00476F4D">
            <w:pPr>
              <w:spacing w:before="0" w:after="0" w:line="240" w:lineRule="auto"/>
            </w:pPr>
          </w:p>
        </w:tc>
      </w:tr>
    </w:tbl>
    <w:p w:rsidR="008518EF" w:rsidRDefault="008518EF" w:rsidP="00476F4D">
      <w:pPr>
        <w:spacing w:before="0" w:after="0" w:line="240" w:lineRule="auto"/>
      </w:pPr>
    </w:p>
    <w:p w:rsidR="008518EF" w:rsidRDefault="008518EF" w:rsidP="00476F4D">
      <w:pPr>
        <w:spacing w:before="0" w:after="0" w:line="240" w:lineRule="auto"/>
      </w:pPr>
    </w:p>
    <w:p w:rsidR="008518EF" w:rsidRPr="00E71831" w:rsidRDefault="003E7206" w:rsidP="00476F4D">
      <w:pPr>
        <w:pStyle w:val="Ttulo2"/>
        <w:spacing w:before="0" w:after="0" w:line="240" w:lineRule="auto"/>
      </w:pPr>
      <w:bookmarkStart w:id="60" w:name="_Toc47096496"/>
      <w:bookmarkStart w:id="61" w:name="_Toc47600772"/>
      <w:r>
        <w:t>ETAPA</w:t>
      </w:r>
      <w:r w:rsidR="008518EF">
        <w:t xml:space="preserve"> V: </w:t>
      </w:r>
      <w:r w:rsidR="008518EF" w:rsidRPr="00E71831">
        <w:t>Circuito</w:t>
      </w:r>
      <w:r w:rsidR="008518EF">
        <w:t>s</w:t>
      </w:r>
      <w:r w:rsidR="008518EF" w:rsidRPr="00E71831">
        <w:t xml:space="preserve"> de </w:t>
      </w:r>
      <w:r w:rsidR="008518EF">
        <w:t>a</w:t>
      </w:r>
      <w:r w:rsidR="008518EF" w:rsidRPr="00E71831">
        <w:t xml:space="preserve">probación y </w:t>
      </w:r>
      <w:r w:rsidR="008518EF">
        <w:t>p</w:t>
      </w:r>
      <w:r w:rsidR="008518EF" w:rsidRPr="00E71831">
        <w:t xml:space="preserve">ago de </w:t>
      </w:r>
      <w:r w:rsidR="008518EF">
        <w:t>redeterminaciones.</w:t>
      </w:r>
      <w:bookmarkEnd w:id="60"/>
      <w:bookmarkEnd w:id="61"/>
    </w:p>
    <w:p w:rsidR="008518EF" w:rsidRPr="0072109F" w:rsidRDefault="008518EF" w:rsidP="00476F4D">
      <w:pPr>
        <w:spacing w:before="0" w:after="0" w:line="240" w:lineRule="auto"/>
        <w:rPr>
          <w:b/>
          <w:color w:val="FF0000"/>
          <w:szCs w:val="24"/>
          <w:u w:val="single"/>
        </w:rPr>
      </w:pPr>
    </w:p>
    <w:tbl>
      <w:tblPr>
        <w:tblW w:w="11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09"/>
        <w:gridCol w:w="1843"/>
        <w:gridCol w:w="1843"/>
        <w:gridCol w:w="1843"/>
        <w:gridCol w:w="1842"/>
        <w:gridCol w:w="1843"/>
      </w:tblGrid>
      <w:tr w:rsidR="008518EF" w:rsidRPr="00013F79" w:rsidTr="008518EF">
        <w:trPr>
          <w:trHeight w:val="851"/>
        </w:trPr>
        <w:tc>
          <w:tcPr>
            <w:tcW w:w="1809" w:type="dxa"/>
            <w:shd w:val="clear" w:color="auto" w:fill="D9D9D9"/>
            <w:vAlign w:val="center"/>
          </w:tcPr>
          <w:p w:rsidR="008518EF" w:rsidRPr="00123B40" w:rsidRDefault="008518EF" w:rsidP="00476F4D">
            <w:pPr>
              <w:spacing w:before="0" w:after="0" w:line="240" w:lineRule="auto"/>
              <w:jc w:val="center"/>
              <w:rPr>
                <w:b/>
                <w:sz w:val="26"/>
                <w:szCs w:val="26"/>
              </w:rPr>
            </w:pPr>
            <w:r w:rsidRPr="00123B40">
              <w:rPr>
                <w:b/>
                <w:sz w:val="26"/>
                <w:szCs w:val="26"/>
              </w:rPr>
              <w:lastRenderedPageBreak/>
              <w:t>EMPRESA CONTRATISTA</w:t>
            </w:r>
          </w:p>
        </w:tc>
        <w:tc>
          <w:tcPr>
            <w:tcW w:w="1843" w:type="dxa"/>
            <w:shd w:val="clear" w:color="auto" w:fill="D9D9D9"/>
            <w:vAlign w:val="center"/>
          </w:tcPr>
          <w:p w:rsidR="008518EF" w:rsidRPr="00013F79" w:rsidRDefault="008518EF" w:rsidP="00476F4D">
            <w:pPr>
              <w:spacing w:before="0" w:after="0" w:line="240" w:lineRule="auto"/>
              <w:jc w:val="center"/>
              <w:rPr>
                <w:b/>
                <w:sz w:val="28"/>
                <w:szCs w:val="28"/>
              </w:rPr>
            </w:pPr>
            <w:r w:rsidRPr="00013F79">
              <w:rPr>
                <w:b/>
                <w:sz w:val="28"/>
                <w:szCs w:val="28"/>
              </w:rPr>
              <w:t>UCP</w:t>
            </w:r>
          </w:p>
          <w:p w:rsidR="008518EF" w:rsidRPr="00E91A08" w:rsidRDefault="008518EF" w:rsidP="00476F4D">
            <w:pPr>
              <w:spacing w:before="0" w:after="0" w:line="240" w:lineRule="auto"/>
              <w:jc w:val="center"/>
              <w:rPr>
                <w:b/>
                <w:szCs w:val="24"/>
              </w:rPr>
            </w:pPr>
            <w:r w:rsidRPr="00E91A08">
              <w:rPr>
                <w:b/>
                <w:szCs w:val="24"/>
              </w:rPr>
              <w:t>(JURISDICCIÓN)</w:t>
            </w:r>
          </w:p>
        </w:tc>
        <w:tc>
          <w:tcPr>
            <w:tcW w:w="1843" w:type="dxa"/>
            <w:shd w:val="clear" w:color="auto" w:fill="D9D9D9"/>
            <w:vAlign w:val="center"/>
          </w:tcPr>
          <w:p w:rsidR="008518EF" w:rsidRPr="00013F79" w:rsidRDefault="008518EF" w:rsidP="00476F4D">
            <w:pPr>
              <w:spacing w:before="0" w:after="0" w:line="240" w:lineRule="auto"/>
              <w:jc w:val="center"/>
              <w:rPr>
                <w:b/>
                <w:sz w:val="28"/>
                <w:szCs w:val="28"/>
              </w:rPr>
            </w:pPr>
            <w:r w:rsidRPr="00013F79">
              <w:rPr>
                <w:b/>
                <w:sz w:val="28"/>
                <w:szCs w:val="28"/>
              </w:rPr>
              <w:t>DGI</w:t>
            </w:r>
          </w:p>
          <w:p w:rsidR="008518EF" w:rsidRPr="00013F79" w:rsidRDefault="008518EF" w:rsidP="00476F4D">
            <w:pPr>
              <w:spacing w:before="0" w:after="0" w:line="240" w:lineRule="auto"/>
              <w:jc w:val="center"/>
              <w:rPr>
                <w:b/>
                <w:sz w:val="28"/>
                <w:szCs w:val="28"/>
              </w:rPr>
            </w:pPr>
            <w:r w:rsidRPr="00013F79">
              <w:rPr>
                <w:b/>
                <w:sz w:val="28"/>
                <w:szCs w:val="28"/>
              </w:rPr>
              <w:t>(ME)</w:t>
            </w:r>
          </w:p>
        </w:tc>
        <w:tc>
          <w:tcPr>
            <w:tcW w:w="1843" w:type="dxa"/>
            <w:shd w:val="clear" w:color="auto" w:fill="D9D9D9"/>
            <w:vAlign w:val="center"/>
          </w:tcPr>
          <w:p w:rsidR="008518EF" w:rsidRPr="00013F79" w:rsidRDefault="008518EF" w:rsidP="00476F4D">
            <w:pPr>
              <w:spacing w:before="0" w:after="0" w:line="240" w:lineRule="auto"/>
              <w:jc w:val="center"/>
              <w:rPr>
                <w:b/>
                <w:sz w:val="28"/>
                <w:szCs w:val="28"/>
              </w:rPr>
            </w:pPr>
            <w:r w:rsidRPr="00013F79">
              <w:rPr>
                <w:b/>
                <w:sz w:val="28"/>
                <w:szCs w:val="28"/>
              </w:rPr>
              <w:t>DGPPSE</w:t>
            </w:r>
          </w:p>
          <w:p w:rsidR="008518EF" w:rsidRPr="00013F79" w:rsidRDefault="008518EF" w:rsidP="00476F4D">
            <w:pPr>
              <w:spacing w:before="0" w:after="0" w:line="240" w:lineRule="auto"/>
              <w:jc w:val="center"/>
              <w:rPr>
                <w:b/>
                <w:sz w:val="28"/>
                <w:szCs w:val="28"/>
              </w:rPr>
            </w:pPr>
            <w:r w:rsidRPr="00013F79">
              <w:rPr>
                <w:b/>
                <w:sz w:val="28"/>
                <w:szCs w:val="28"/>
              </w:rPr>
              <w:t>(ME)</w:t>
            </w:r>
          </w:p>
        </w:tc>
        <w:tc>
          <w:tcPr>
            <w:tcW w:w="1842" w:type="dxa"/>
            <w:shd w:val="clear" w:color="auto" w:fill="D9D9D9"/>
            <w:vAlign w:val="center"/>
          </w:tcPr>
          <w:p w:rsidR="008518EF" w:rsidRPr="00013F79" w:rsidRDefault="008518EF" w:rsidP="00476F4D">
            <w:pPr>
              <w:spacing w:before="0" w:after="0" w:line="240" w:lineRule="auto"/>
              <w:jc w:val="center"/>
              <w:rPr>
                <w:b/>
                <w:sz w:val="28"/>
                <w:szCs w:val="28"/>
              </w:rPr>
            </w:pPr>
            <w:r w:rsidRPr="00013F79">
              <w:rPr>
                <w:b/>
                <w:sz w:val="28"/>
                <w:szCs w:val="28"/>
              </w:rPr>
              <w:t>D</w:t>
            </w:r>
            <w:r>
              <w:rPr>
                <w:b/>
                <w:sz w:val="28"/>
                <w:szCs w:val="28"/>
              </w:rPr>
              <w:t>GAJ</w:t>
            </w:r>
          </w:p>
          <w:p w:rsidR="008518EF" w:rsidRPr="00013F79" w:rsidRDefault="008518EF" w:rsidP="00476F4D">
            <w:pPr>
              <w:spacing w:before="0" w:after="0" w:line="240" w:lineRule="auto"/>
              <w:jc w:val="center"/>
              <w:rPr>
                <w:b/>
                <w:sz w:val="28"/>
                <w:szCs w:val="28"/>
              </w:rPr>
            </w:pPr>
            <w:r w:rsidRPr="00013F79">
              <w:rPr>
                <w:b/>
                <w:sz w:val="28"/>
                <w:szCs w:val="28"/>
              </w:rPr>
              <w:t>(ME)</w:t>
            </w:r>
          </w:p>
        </w:tc>
        <w:tc>
          <w:tcPr>
            <w:tcW w:w="1843" w:type="dxa"/>
            <w:shd w:val="clear" w:color="auto" w:fill="D9D9D9"/>
            <w:vAlign w:val="center"/>
          </w:tcPr>
          <w:p w:rsidR="008518EF" w:rsidRPr="00013F79" w:rsidRDefault="008518EF" w:rsidP="00476F4D">
            <w:pPr>
              <w:spacing w:before="0" w:after="0" w:line="240" w:lineRule="auto"/>
              <w:jc w:val="center"/>
              <w:rPr>
                <w:b/>
                <w:sz w:val="28"/>
                <w:szCs w:val="28"/>
              </w:rPr>
            </w:pPr>
            <w:r w:rsidRPr="00013F79">
              <w:rPr>
                <w:b/>
                <w:sz w:val="28"/>
                <w:szCs w:val="28"/>
              </w:rPr>
              <w:t>DC</w:t>
            </w:r>
          </w:p>
          <w:p w:rsidR="008518EF" w:rsidRPr="00013F79" w:rsidRDefault="008518EF" w:rsidP="00476F4D">
            <w:pPr>
              <w:spacing w:before="0" w:after="0" w:line="240" w:lineRule="auto"/>
              <w:jc w:val="center"/>
              <w:rPr>
                <w:b/>
                <w:sz w:val="28"/>
                <w:szCs w:val="28"/>
              </w:rPr>
            </w:pPr>
            <w:r w:rsidRPr="00013F79">
              <w:rPr>
                <w:b/>
                <w:sz w:val="28"/>
                <w:szCs w:val="28"/>
              </w:rPr>
              <w:t>(ME)</w:t>
            </w:r>
          </w:p>
        </w:tc>
      </w:tr>
      <w:tr w:rsidR="008518EF" w:rsidRPr="00013F79" w:rsidTr="008518EF">
        <w:trPr>
          <w:trHeight w:val="70"/>
        </w:trPr>
        <w:tc>
          <w:tcPr>
            <w:tcW w:w="1809" w:type="dxa"/>
          </w:tcPr>
          <w:p w:rsidR="008518EF" w:rsidRPr="00013F79" w:rsidRDefault="008B24FB" w:rsidP="00476F4D">
            <w:pPr>
              <w:spacing w:before="0" w:after="0" w:line="240" w:lineRule="auto"/>
            </w:pPr>
            <w:r w:rsidRPr="008B24FB">
              <w:rPr>
                <w:noProof/>
                <w:lang w:eastAsia="es-AR"/>
              </w:rPr>
              <w:pict>
                <v:shape id="AutoShape 331" o:spid="_x0000_s1354" type="#_x0000_t34" style="position:absolute;left:0;text-align:left;margin-left:81.75pt;margin-top:89.7pt;width:50.15pt;height:49.25pt;rotation:90;z-index:2517309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" adj="21449">
                  <v:stroke endarrow="block"/>
                </v:shape>
              </w:pict>
            </w:r>
            <w:r w:rsidRPr="008B24FB">
              <w:rPr>
                <w:noProof/>
                <w:lang w:eastAsia="es-AR"/>
              </w:rPr>
              <w:pict>
                <v:group id="Group 327" o:spid="_x0000_s1350" style="position:absolute;left:0;text-align:left;margin-left:-1.1pt;margin-top:108.65pt;width:82.55pt;height:60.75pt;z-index:251729920;mso-position-horizontal-relative:text;mso-position-vertical-relative:text" coordorigin="960,3424" coordsize="1815,1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">
                  <v:rect id="Rectangle 328" o:spid="_x0000_s1351" style="position:absolute;left:1245;top:3424;width:1530;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">
                    <v:textbox inset=".2mm,.2mm,.2mm,.2mm">
                      <w:txbxContent>
                        <w:p w:rsidR="004E612B" w:rsidRPr="00B66FB8" w:rsidRDefault="004E612B" w:rsidP="008518EF">
                          <w:pPr>
                            <w:spacing w:before="0" w:after="0" w:line="240" w:lineRule="auto"/>
                            <w:jc w:val="center"/>
                            <w:rPr>
                              <w:sz w:val="18"/>
                              <w:szCs w:val="18"/>
                              <w:lang w:val="es-MX"/>
                            </w:rPr>
                          </w:pPr>
                          <w:r>
                            <w:rPr>
                              <w:sz w:val="18"/>
                              <w:szCs w:val="18"/>
                              <w:lang w:val="es-MX"/>
                            </w:rPr>
                            <w:t>Corrige y vuelve a enviar</w:t>
                          </w:r>
                        </w:p>
                      </w:txbxContent>
                    </v:textbox>
                  </v:rect>
                  <v:rect id="Rectangle 329" o:spid="_x0000_s1352" style="position:absolute;left:960;top:4440;width:1815;height:28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">
                    <v:textbox inset=".2mm,.2mm,.2mm,.2mm">
                      <w:txbxContent>
                        <w:p w:rsidR="004E612B" w:rsidRPr="00D547E0" w:rsidRDefault="004E612B" w:rsidP="008518EF">
                          <w:pPr>
                            <w:spacing w:before="0" w:after="0" w:line="240" w:lineRule="auto"/>
                            <w:jc w:val="center"/>
                            <w:rPr>
                              <w:sz w:val="20"/>
                              <w:lang w:val="es-MX"/>
                            </w:rPr>
                          </w:pPr>
                          <w:r>
                            <w:rPr>
                              <w:sz w:val="20"/>
                              <w:lang w:val="es-MX"/>
                            </w:rPr>
                            <w:t>Envía a DGI</w:t>
                          </w:r>
                        </w:p>
                      </w:txbxContent>
                    </v:textbox>
                  </v:rect>
                  <v:rect id="Rectangle 330" o:spid="_x0000_s1353" style="position:absolute;left:960;top:3424;width:285;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">
                    <v:textbox inset=".2mm,.2mm,.2mm,.2mm">
                      <w:txbxContent>
                        <w:p w:rsidR="004E612B" w:rsidRPr="00B66FB8" w:rsidRDefault="004E612B" w:rsidP="008518EF">
                          <w:pPr>
                            <w:spacing w:before="0" w:after="0" w:line="240" w:lineRule="auto"/>
                            <w:jc w:val="center"/>
                            <w:rPr>
                              <w:lang w:val="es-MX"/>
                            </w:rPr>
                          </w:pPr>
                          <w:r>
                            <w:rPr>
                              <w:lang w:val="es-MX"/>
                            </w:rPr>
                            <w:t>3</w:t>
                          </w:r>
                        </w:p>
                      </w:txbxContent>
                    </v:textbox>
                  </v:rect>
                </v:group>
              </w:pict>
            </w:r>
            <w:r w:rsidRPr="008B24FB">
              <w:rPr>
                <w:noProof/>
                <w:color w:val="000000"/>
                <w:lang w:eastAsia="es-AR"/>
              </w:rPr>
              <w:pict>
                <v:group id="Group 323" o:spid="_x0000_s1346" style="position:absolute;left:0;text-align:left;margin-left:-1.55pt;margin-top:23.3pt;width:83pt;height:58.85pt;z-index:251728896;mso-position-horizontal-relative:text;mso-position-vertical-relative:text" coordorigin="960,3424" coordsize="1815,1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">
                  <v:rect id="Rectangle 324" o:spid="_x0000_s1347" style="position:absolute;left:1245;top:3424;width:1530;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">
                    <v:textbox inset=".2mm,.2mm,.2mm,.2mm">
                      <w:txbxContent>
                        <w:p w:rsidR="004E612B" w:rsidRPr="00B66FB8" w:rsidRDefault="004E612B" w:rsidP="008518EF">
                          <w:pPr>
                            <w:spacing w:before="0" w:after="0" w:line="240" w:lineRule="auto"/>
                            <w:jc w:val="center"/>
                            <w:rPr>
                              <w:sz w:val="18"/>
                              <w:szCs w:val="18"/>
                              <w:lang w:val="es-MX"/>
                            </w:rPr>
                          </w:pPr>
                          <w:r>
                            <w:rPr>
                              <w:sz w:val="18"/>
                              <w:szCs w:val="18"/>
                              <w:lang w:val="es-MX"/>
                            </w:rPr>
                            <w:t>Elabora Solicitud de redeterminación de precios</w:t>
                          </w:r>
                        </w:p>
                      </w:txbxContent>
                    </v:textbox>
                  </v:rect>
                  <v:rect id="Rectangle 325" o:spid="_x0000_s1348" style="position:absolute;left:960;top:4440;width:1815;height:28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">
                    <v:textbox inset=".2mm,.2mm,.2mm,.2mm">
                      <w:txbxContent>
                        <w:p w:rsidR="004E612B" w:rsidRPr="00D547E0" w:rsidRDefault="004E612B" w:rsidP="008518EF">
                          <w:pPr>
                            <w:spacing w:before="0" w:after="0" w:line="240" w:lineRule="auto"/>
                            <w:jc w:val="center"/>
                            <w:rPr>
                              <w:sz w:val="20"/>
                              <w:lang w:val="es-MX"/>
                            </w:rPr>
                          </w:pPr>
                          <w:r>
                            <w:rPr>
                              <w:sz w:val="20"/>
                              <w:lang w:val="es-MX"/>
                            </w:rPr>
                            <w:t>Envía a UCP</w:t>
                          </w:r>
                        </w:p>
                      </w:txbxContent>
                    </v:textbox>
                  </v:rect>
                  <v:rect id="Rectangle 326" o:spid="_x0000_s1349" style="position:absolute;left:960;top:3424;width:285;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">
                    <v:textbox inset=".2mm,.2mm,.2mm,.2mm">
                      <w:txbxContent>
                        <w:p w:rsidR="004E612B" w:rsidRPr="00B66FB8" w:rsidRDefault="004E612B" w:rsidP="008518EF">
                          <w:pPr>
                            <w:spacing w:before="0" w:after="0" w:line="240" w:lineRule="auto"/>
                            <w:jc w:val="center"/>
                            <w:rPr>
                              <w:lang w:val="es-MX"/>
                            </w:rPr>
                          </w:pPr>
                          <w:r>
                            <w:rPr>
                              <w:lang w:val="es-MX"/>
                            </w:rPr>
                            <w:t>1</w:t>
                          </w:r>
                        </w:p>
                      </w:txbxContent>
                    </v:textbox>
                  </v:rect>
                </v:group>
              </w:pict>
            </w:r>
            <w:r w:rsidRPr="008B24FB">
              <w:rPr>
                <w:noProof/>
                <w:lang w:eastAsia="es-AR"/>
              </w:rPr>
              <w:pict>
                <v:shape id="AutoShape 336" o:spid="_x0000_s1359" type="#_x0000_t34" style="position:absolute;left:0;text-align:left;margin-left:60.35pt;margin-top:89.25pt;width:164.6pt;height:120.75pt;rotation:180;flip:y;z-index:2517360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" adj="-27">
                  <v:stroke dashstyle="dash" endarrow="block"/>
                </v:shape>
              </w:pict>
            </w:r>
            <w:r w:rsidRPr="008B24FB">
              <w:rPr>
                <w:noProof/>
                <w:lang w:eastAsia="es-AR"/>
              </w:rPr>
              <w:pict>
                <v:oval id="Oval 339" o:spid="_x0000_s1362" style="position:absolute;left:0;text-align:left;margin-left:20pt;margin-top:190.6pt;width:40.35pt;height:37.65pt;z-index:25173913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">
                  <v:textbox inset="0,0,0,0">
                    <w:txbxContent>
                      <w:p w:rsidR="004E612B" w:rsidRPr="0016181C" w:rsidRDefault="004E612B" w:rsidP="008518EF">
                        <w:pPr>
                          <w:jc w:val="center"/>
                          <w:rPr>
                            <w:sz w:val="20"/>
                            <w:lang w:val="es-MX"/>
                          </w:rPr>
                        </w:pPr>
                        <w:r>
                          <w:rPr>
                            <w:sz w:val="20"/>
                            <w:lang w:val="es-MX"/>
                          </w:rPr>
                          <w:t>No</w:t>
                        </w:r>
                        <w:r w:rsidRPr="0016181C">
                          <w:rPr>
                            <w:sz w:val="20"/>
                            <w:lang w:val="es-MX"/>
                          </w:rPr>
                          <w:t>ta</w:t>
                        </w:r>
                      </w:p>
                    </w:txbxContent>
                  </v:textbox>
                </v:oval>
              </w:pict>
            </w:r>
            <w:r w:rsidRPr="008B24FB">
              <w:rPr>
                <w:noProof/>
                <w:lang w:eastAsia="es-AR"/>
              </w:rPr>
              <w:pict>
                <v:shape id="AutoShape 308" o:spid="_x0000_s1331" type="#_x0000_t32" style="position:absolute;left:0;text-align:left;margin-left:80.8pt;margin-top:53.6pt;width:15.05pt;height:0;z-index:251719680;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">
                  <v:stroke endarrow="block"/>
                </v:shape>
              </w:pict>
            </w:r>
          </w:p>
        </w:tc>
        <w:tc>
          <w:tcPr>
            <w:tcW w:w="1843" w:type="dxa"/>
          </w:tcPr>
          <w:p w:rsidR="008518EF" w:rsidRPr="00013F79" w:rsidRDefault="008B24FB" w:rsidP="00476F4D">
            <w:pPr>
              <w:spacing w:before="0" w:after="0" w:line="240" w:lineRule="auto"/>
            </w:pPr>
            <w:r w:rsidRPr="008B24FB">
              <w:rPr>
                <w:noProof/>
                <w:lang w:eastAsia="es-AR"/>
              </w:rPr>
              <w:pict>
                <v:oval id="Oval 338" o:spid="_x0000_s1361" style="position:absolute;left:0;text-align:left;margin-left:24.15pt;margin-top:190.6pt;width:40.35pt;height:37.65pt;z-index:25173811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">
                  <v:textbox inset="0,0,0,0">
                    <w:txbxContent>
                      <w:p w:rsidR="004E612B" w:rsidRPr="0016181C" w:rsidRDefault="004E612B" w:rsidP="008518EF">
                        <w:pPr>
                          <w:jc w:val="center"/>
                          <w:rPr>
                            <w:sz w:val="20"/>
                            <w:lang w:val="es-MX"/>
                          </w:rPr>
                        </w:pPr>
                        <w:r>
                          <w:rPr>
                            <w:sz w:val="20"/>
                            <w:lang w:val="es-MX"/>
                          </w:rPr>
                          <w:t>No</w:t>
                        </w:r>
                        <w:r w:rsidRPr="0016181C">
                          <w:rPr>
                            <w:sz w:val="20"/>
                            <w:lang w:val="es-MX"/>
                          </w:rPr>
                          <w:t>ta</w:t>
                        </w:r>
                      </w:p>
                    </w:txbxContent>
                  </v:textbox>
                </v:oval>
              </w:pict>
            </w:r>
            <w:r w:rsidRPr="008B24FB">
              <w:rPr>
                <w:noProof/>
                <w:lang w:eastAsia="es-AR"/>
              </w:rPr>
              <w:pict>
                <v:shape id="AutoShape 320" o:spid="_x0000_s1343" type="#_x0000_t32" style="position:absolute;left:0;text-align:left;margin-left:76.45pt;margin-top:53.6pt;width:15.8pt;height:0;z-index:251725824;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">
                  <v:stroke endarrow="block"/>
                </v:shape>
              </w:pict>
            </w:r>
            <w:r w:rsidRPr="008B24FB">
              <w:rPr>
                <w:noProof/>
                <w:lang w:eastAsia="es-AR"/>
              </w:rPr>
              <w:pict>
                <v:rect id="Rectangle 332" o:spid="_x0000_s1355" style="position:absolute;left:0;text-align:left;margin-left:72.5pt;margin-top:39.2pt;width:10.5pt;height:11.25pt;z-index:25173196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" stroked="f">
                  <v:textbox inset="0,0,0,0">
                    <w:txbxContent>
                      <w:p w:rsidR="004E612B" w:rsidRPr="00F77F8E" w:rsidRDefault="004E612B" w:rsidP="008518EF">
                        <w:pPr>
                          <w:spacing w:before="0" w:after="0" w:line="240" w:lineRule="auto"/>
                          <w:rPr>
                            <w:b/>
                            <w:sz w:val="18"/>
                            <w:szCs w:val="18"/>
                            <w:lang w:val="es-MX"/>
                          </w:rPr>
                        </w:pPr>
                        <w:r w:rsidRPr="00F77F8E">
                          <w:rPr>
                            <w:b/>
                            <w:sz w:val="18"/>
                            <w:szCs w:val="18"/>
                            <w:lang w:val="es-MX"/>
                          </w:rPr>
                          <w:t>Si</w:t>
                        </w:r>
                      </w:p>
                    </w:txbxContent>
                  </v:textbox>
                </v:rect>
              </w:pict>
            </w:r>
            <w:r w:rsidRPr="008B24FB">
              <w:rPr>
                <w:noProof/>
                <w:lang w:eastAsia="es-AR"/>
              </w:rPr>
              <w:pict>
                <v:shape id="AutoShape 334" o:spid="_x0000_s1357" type="#_x0000_t4" style="position:absolute;left:0;text-align:left;margin-left:3.6pt;margin-top:18.2pt;width:75.4pt;height:71.05pt;z-index:25173401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">
                  <v:textbox inset="0,0,0,0">
                    <w:txbxContent>
                      <w:p w:rsidR="004E612B" w:rsidRPr="00E91A08" w:rsidRDefault="004E612B" w:rsidP="008518EF">
                        <w:pPr>
                          <w:spacing w:before="0" w:after="0" w:line="240" w:lineRule="auto"/>
                          <w:jc w:val="center"/>
                          <w:rPr>
                            <w:sz w:val="18"/>
                            <w:szCs w:val="18"/>
                            <w:lang w:val="es-MX"/>
                          </w:rPr>
                        </w:pPr>
                        <w:r w:rsidRPr="00E91A08">
                          <w:rPr>
                            <w:sz w:val="18"/>
                            <w:szCs w:val="18"/>
                            <w:lang w:val="es-MX"/>
                          </w:rPr>
                          <w:t>Verifica y emite Informe</w:t>
                        </w:r>
                      </w:p>
                    </w:txbxContent>
                  </v:textbox>
                </v:shape>
              </w:pict>
            </w:r>
            <w:r w:rsidRPr="008B24FB">
              <w:rPr>
                <w:noProof/>
                <w:lang w:eastAsia="es-AR"/>
              </w:rPr>
              <w:pict>
                <v:rect id="Rectangle 333" o:spid="_x0000_s1356" style="position:absolute;left:0;text-align:left;margin-left:20.95pt;margin-top:82.45pt;width:17.3pt;height:10.65pt;z-index:25173299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" stroked="f">
                  <v:textbox inset="0,0,0,0">
                    <w:txbxContent>
                      <w:p w:rsidR="004E612B" w:rsidRPr="00F77F8E" w:rsidRDefault="004E612B" w:rsidP="008518EF">
                        <w:pPr>
                          <w:spacing w:before="0" w:after="0" w:line="240" w:lineRule="auto"/>
                          <w:rPr>
                            <w:b/>
                            <w:sz w:val="18"/>
                            <w:szCs w:val="18"/>
                            <w:lang w:val="es-MX"/>
                          </w:rPr>
                        </w:pPr>
                        <w:r>
                          <w:rPr>
                            <w:b/>
                            <w:sz w:val="18"/>
                            <w:szCs w:val="18"/>
                            <w:lang w:val="es-MX"/>
                          </w:rPr>
                          <w:t>No</w:t>
                        </w:r>
                      </w:p>
                    </w:txbxContent>
                  </v:textbox>
                </v:rect>
              </w:pict>
            </w:r>
            <w:r w:rsidRPr="008B24FB">
              <w:rPr>
                <w:noProof/>
                <w:lang w:eastAsia="es-AR"/>
              </w:rPr>
              <w:pict>
                <v:rect id="Rectangle 335" o:spid="_x0000_s1358" style="position:absolute;left:0;text-align:left;margin-left:9.55pt;margin-top:48.2pt;width:14.4pt;height:10.05pt;rotation:90;z-index:25173504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">
                  <v:textbox inset="0,0,0,0">
                    <w:txbxContent>
                      <w:p w:rsidR="004E612B" w:rsidRPr="00725BCE" w:rsidRDefault="004E612B" w:rsidP="008518EF">
                        <w:pPr>
                          <w:spacing w:before="0" w:after="0" w:line="240" w:lineRule="auto"/>
                          <w:jc w:val="center"/>
                          <w:rPr>
                            <w:sz w:val="20"/>
                            <w:lang w:val="es-MX"/>
                          </w:rPr>
                        </w:pPr>
                        <w:r>
                          <w:rPr>
                            <w:sz w:val="20"/>
                            <w:lang w:val="es-MX"/>
                          </w:rPr>
                          <w:t>2</w:t>
                        </w:r>
                      </w:p>
                    </w:txbxContent>
                  </v:textbox>
                </v:rect>
              </w:pict>
            </w:r>
          </w:p>
        </w:tc>
        <w:tc>
          <w:tcPr>
            <w:tcW w:w="1843" w:type="dxa"/>
          </w:tcPr>
          <w:p w:rsidR="008518EF" w:rsidRPr="00013F79" w:rsidRDefault="008B24FB" w:rsidP="00476F4D">
            <w:pPr>
              <w:spacing w:before="0" w:after="0" w:line="240" w:lineRule="auto"/>
            </w:pPr>
            <w:r w:rsidRPr="008B24FB">
              <w:rPr>
                <w:noProof/>
                <w:lang w:eastAsia="es-AR"/>
              </w:rPr>
              <w:pict>
                <v:group id="Group 348" o:spid="_x0000_s1371" style="position:absolute;left:0;text-align:left;margin-left:.1pt;margin-top:26.15pt;width:82.65pt;height:65.25pt;z-index:251742208;mso-position-horizontal-relative:text;mso-position-vertical-relative:text" coordorigin="960,3424" coordsize="1815,1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">
                  <v:rect id="Rectangle 349" o:spid="_x0000_s1372" style="position:absolute;left:1245;top:3424;width:1530;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">
                    <v:textbox inset=".2mm,.2mm,.2mm,.2mm">
                      <w:txbxContent>
                        <w:p w:rsidR="004E612B" w:rsidRPr="00A5638B" w:rsidRDefault="004E612B" w:rsidP="008518EF">
                          <w:pPr>
                            <w:spacing w:before="0" w:after="0" w:line="240" w:lineRule="auto"/>
                            <w:jc w:val="center"/>
                            <w:rPr>
                              <w:sz w:val="18"/>
                              <w:szCs w:val="18"/>
                              <w:lang w:val="es-MX"/>
                            </w:rPr>
                          </w:pPr>
                          <w:r w:rsidRPr="00E91A08">
                            <w:rPr>
                              <w:sz w:val="18"/>
                              <w:szCs w:val="18"/>
                              <w:lang w:val="es-MX"/>
                            </w:rPr>
                            <w:t>Verifica y emite Informe</w:t>
                          </w:r>
                        </w:p>
                      </w:txbxContent>
                    </v:textbox>
                  </v:rect>
                  <v:rect id="Rectangle 350" o:spid="_x0000_s1373" style="position:absolute;left:960;top:4440;width:1815;height:28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">
                    <v:textbox inset=".2mm,.2mm,.2mm,.2mm">
                      <w:txbxContent>
                        <w:p w:rsidR="004E612B" w:rsidRPr="00D547E0" w:rsidRDefault="004E612B" w:rsidP="008518EF">
                          <w:pPr>
                            <w:spacing w:before="0" w:after="0" w:line="240" w:lineRule="auto"/>
                            <w:jc w:val="center"/>
                            <w:rPr>
                              <w:sz w:val="20"/>
                              <w:lang w:val="es-MX"/>
                            </w:rPr>
                          </w:pPr>
                          <w:r>
                            <w:rPr>
                              <w:sz w:val="20"/>
                              <w:lang w:val="es-MX"/>
                            </w:rPr>
                            <w:t>Notifica</w:t>
                          </w:r>
                        </w:p>
                        <w:p w:rsidR="004E612B" w:rsidRPr="00476371" w:rsidRDefault="004E612B" w:rsidP="008518EF">
                          <w:pPr>
                            <w:spacing w:before="0" w:after="0" w:line="240" w:lineRule="auto"/>
                          </w:pPr>
                        </w:p>
                      </w:txbxContent>
                    </v:textbox>
                  </v:rect>
                  <v:rect id="Rectangle 351" o:spid="_x0000_s1374" style="position:absolute;left:960;top:3424;width:285;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">
                    <v:textbox inset=".2mm,.2mm,.2mm,.2mm">
                      <w:txbxContent>
                        <w:p w:rsidR="004E612B" w:rsidRPr="00B66FB8" w:rsidRDefault="004E612B" w:rsidP="008518EF">
                          <w:pPr>
                            <w:spacing w:before="0" w:after="0" w:line="240" w:lineRule="auto"/>
                            <w:jc w:val="center"/>
                            <w:rPr>
                              <w:lang w:val="es-MX"/>
                            </w:rPr>
                          </w:pPr>
                          <w:r>
                            <w:rPr>
                              <w:lang w:val="es-MX"/>
                            </w:rPr>
                            <w:t>4</w:t>
                          </w:r>
                        </w:p>
                      </w:txbxContent>
                    </v:textbox>
                  </v:rect>
                </v:group>
              </w:pict>
            </w:r>
            <w:r w:rsidRPr="008B24FB">
              <w:rPr>
                <w:noProof/>
                <w:lang w:eastAsia="es-AR"/>
              </w:rPr>
              <w:pict>
                <v:shape id="AutoShape 311" o:spid="_x0000_s1334" type="#_x0000_t32" style="position:absolute;left:0;text-align:left;margin-left:79.85pt;margin-top:268.2pt;width:10.3pt;height:0;z-index:251722752;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">
                  <v:stroke endarrow="block"/>
                </v:shape>
              </w:pict>
            </w:r>
            <w:r w:rsidRPr="008B24FB">
              <w:rPr>
                <w:noProof/>
                <w:lang w:eastAsia="es-AR"/>
              </w:rPr>
              <w:pict>
                <v:shape id="AutoShape 337" o:spid="_x0000_s1360" type="#_x0000_t32" style="position:absolute;left:0;text-align:left;margin-left:42.35pt;margin-top:210pt;width:0;height:28.45pt;z-index:251737088;visibility:visible;mso-wrap-distance-left:3.17497mm;mso-wrap-distance-right:3.17497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">
                  <v:stroke endarrow="block"/>
                </v:shape>
              </w:pict>
            </w:r>
            <w:r w:rsidRPr="008B24FB">
              <w:rPr>
                <w:noProof/>
                <w:lang w:eastAsia="es-AR"/>
              </w:rPr>
              <w:pict>
                <v:group id="Group 312" o:spid="_x0000_s1335" style="position:absolute;left:0;text-align:left;margin-left:.1pt;margin-top:239.2pt;width:82.65pt;height:65.25pt;z-index:251723776;mso-position-horizontal-relative:text;mso-position-vertical-relative:text" coordorigin="960,3424" coordsize="1815,1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">
                  <v:rect id="Rectangle 313" o:spid="_x0000_s1336" style="position:absolute;left:1245;top:3424;width:1530;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">
                    <v:textbox inset=".2mm,.2mm,.2mm,.2mm">
                      <w:txbxContent>
                        <w:p w:rsidR="004E612B" w:rsidRPr="00E92C8B" w:rsidRDefault="004E612B" w:rsidP="008518EF">
                          <w:pPr>
                            <w:spacing w:before="0" w:after="0" w:line="240" w:lineRule="auto"/>
                            <w:jc w:val="center"/>
                            <w:rPr>
                              <w:sz w:val="18"/>
                              <w:szCs w:val="18"/>
                            </w:rPr>
                          </w:pPr>
                          <w:r w:rsidRPr="00E92C8B">
                            <w:rPr>
                              <w:sz w:val="18"/>
                              <w:szCs w:val="18"/>
                              <w:lang w:eastAsia="es-AR"/>
                            </w:rPr>
                            <w:t>Elabora Expediente y</w:t>
                          </w:r>
                          <w:r w:rsidRPr="00E92C8B">
                            <w:rPr>
                              <w:sz w:val="18"/>
                              <w:szCs w:val="18"/>
                            </w:rPr>
                            <w:t xml:space="preserve"> proy</w:t>
                          </w:r>
                          <w:r>
                            <w:rPr>
                              <w:sz w:val="18"/>
                              <w:szCs w:val="18"/>
                            </w:rPr>
                            <w:t>ecto</w:t>
                          </w:r>
                          <w:r w:rsidRPr="00E92C8B">
                            <w:rPr>
                              <w:sz w:val="18"/>
                              <w:szCs w:val="18"/>
                            </w:rPr>
                            <w:t xml:space="preserve"> de Disposición</w:t>
                          </w:r>
                        </w:p>
                      </w:txbxContent>
                    </v:textbox>
                  </v:rect>
                  <v:rect id="Rectangle 314" o:spid="_x0000_s1337" style="position:absolute;left:960;top:4440;width:1815;height:28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">
                    <v:textbox inset=".2mm,.2mm,.2mm,.2mm">
                      <w:txbxContent>
                        <w:p w:rsidR="004E612B" w:rsidRPr="00D547E0" w:rsidRDefault="004E612B" w:rsidP="008518EF">
                          <w:pPr>
                            <w:spacing w:before="0" w:after="0" w:line="240" w:lineRule="auto"/>
                            <w:jc w:val="center"/>
                            <w:rPr>
                              <w:sz w:val="20"/>
                              <w:lang w:val="es-MX"/>
                            </w:rPr>
                          </w:pPr>
                          <w:r>
                            <w:rPr>
                              <w:sz w:val="20"/>
                              <w:lang w:val="es-MX"/>
                            </w:rPr>
                            <w:t>Envía a DGPPSE</w:t>
                          </w:r>
                        </w:p>
                        <w:p w:rsidR="004E612B" w:rsidRPr="00476371" w:rsidRDefault="004E612B" w:rsidP="008518EF">
                          <w:pPr>
                            <w:spacing w:before="0" w:after="0" w:line="240" w:lineRule="auto"/>
                          </w:pPr>
                        </w:p>
                      </w:txbxContent>
                    </v:textbox>
                  </v:rect>
                  <v:rect id="Rectangle 315" o:spid="_x0000_s1338" style="position:absolute;left:960;top:3424;width:285;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">
                    <v:textbox inset=".2mm,.2mm,.2mm,.2mm">
                      <w:txbxContent>
                        <w:p w:rsidR="004E612B" w:rsidRPr="00B66FB8" w:rsidRDefault="004E612B" w:rsidP="008518EF">
                          <w:pPr>
                            <w:spacing w:before="0" w:after="0" w:line="240" w:lineRule="auto"/>
                            <w:jc w:val="center"/>
                            <w:rPr>
                              <w:lang w:val="es-MX"/>
                            </w:rPr>
                          </w:pPr>
                          <w:r>
                            <w:rPr>
                              <w:lang w:val="es-MX"/>
                            </w:rPr>
                            <w:t>5</w:t>
                          </w:r>
                        </w:p>
                      </w:txbxContent>
                    </v:textbox>
                  </v:rect>
                </v:group>
              </w:pict>
            </w:r>
          </w:p>
        </w:tc>
        <w:tc>
          <w:tcPr>
            <w:tcW w:w="1843" w:type="dxa"/>
          </w:tcPr>
          <w:p w:rsidR="008518EF" w:rsidRPr="00013F79" w:rsidRDefault="008518EF" w:rsidP="00476F4D">
            <w:pPr>
              <w:spacing w:before="0" w:after="0" w:line="240" w:lineRule="auto"/>
            </w:pPr>
          </w:p>
          <w:p w:rsidR="008518EF" w:rsidRPr="00013F79" w:rsidRDefault="008518EF" w:rsidP="00476F4D">
            <w:pPr>
              <w:spacing w:before="0" w:after="0" w:line="240" w:lineRule="auto"/>
            </w:pPr>
          </w:p>
          <w:p w:rsidR="008518EF" w:rsidRPr="00013F79" w:rsidRDefault="008518EF" w:rsidP="00476F4D">
            <w:pPr>
              <w:spacing w:before="0" w:after="0" w:line="240" w:lineRule="auto"/>
            </w:pPr>
          </w:p>
          <w:p w:rsidR="008518EF" w:rsidRPr="00013F79" w:rsidRDefault="008518EF" w:rsidP="00476F4D">
            <w:pPr>
              <w:spacing w:before="0" w:after="0" w:line="240" w:lineRule="auto"/>
            </w:pPr>
          </w:p>
          <w:p w:rsidR="008518EF" w:rsidRPr="00013F79" w:rsidRDefault="008518EF" w:rsidP="00476F4D">
            <w:pPr>
              <w:spacing w:before="0" w:after="0" w:line="240" w:lineRule="auto"/>
            </w:pPr>
          </w:p>
          <w:p w:rsidR="008518EF" w:rsidRPr="00013F79" w:rsidRDefault="008518EF" w:rsidP="00476F4D">
            <w:pPr>
              <w:spacing w:before="0" w:after="0" w:line="240" w:lineRule="auto"/>
            </w:pPr>
          </w:p>
          <w:p w:rsidR="008518EF" w:rsidRPr="00013F79" w:rsidRDefault="008518EF" w:rsidP="00476F4D">
            <w:pPr>
              <w:spacing w:before="0" w:after="0" w:line="240" w:lineRule="auto"/>
            </w:pPr>
          </w:p>
          <w:p w:rsidR="008518EF" w:rsidRPr="00013F79" w:rsidRDefault="008518EF" w:rsidP="00476F4D">
            <w:pPr>
              <w:spacing w:before="0" w:after="0" w:line="240" w:lineRule="auto"/>
            </w:pPr>
          </w:p>
          <w:p w:rsidR="008518EF" w:rsidRPr="00013F79" w:rsidRDefault="008518EF" w:rsidP="00476F4D">
            <w:pPr>
              <w:spacing w:before="0" w:after="0" w:line="240" w:lineRule="auto"/>
            </w:pPr>
          </w:p>
          <w:p w:rsidR="008518EF" w:rsidRPr="00013F79" w:rsidRDefault="008518EF" w:rsidP="00476F4D">
            <w:pPr>
              <w:spacing w:before="0" w:after="0" w:line="240" w:lineRule="auto"/>
            </w:pPr>
          </w:p>
          <w:p w:rsidR="008518EF" w:rsidRPr="00013F79" w:rsidRDefault="008518EF" w:rsidP="00476F4D">
            <w:pPr>
              <w:spacing w:before="0" w:after="0" w:line="240" w:lineRule="auto"/>
            </w:pPr>
          </w:p>
          <w:p w:rsidR="008518EF" w:rsidRPr="00013F79" w:rsidRDefault="008518EF" w:rsidP="00476F4D">
            <w:pPr>
              <w:spacing w:before="0" w:after="0" w:line="240" w:lineRule="auto"/>
            </w:pPr>
          </w:p>
          <w:p w:rsidR="008518EF" w:rsidRPr="00013F79" w:rsidRDefault="008518EF" w:rsidP="00476F4D">
            <w:pPr>
              <w:spacing w:before="0" w:after="0" w:line="240" w:lineRule="auto"/>
            </w:pPr>
          </w:p>
          <w:p w:rsidR="008518EF" w:rsidRPr="00013F79" w:rsidRDefault="008518EF" w:rsidP="00476F4D">
            <w:pPr>
              <w:spacing w:before="0" w:after="0" w:line="240" w:lineRule="auto"/>
            </w:pPr>
          </w:p>
          <w:p w:rsidR="008518EF" w:rsidRPr="00013F79" w:rsidRDefault="008518EF" w:rsidP="00476F4D">
            <w:pPr>
              <w:spacing w:before="0" w:after="0" w:line="240" w:lineRule="auto"/>
            </w:pPr>
          </w:p>
          <w:p w:rsidR="008518EF" w:rsidRPr="00013F79" w:rsidRDefault="008518EF" w:rsidP="00476F4D">
            <w:pPr>
              <w:spacing w:before="0" w:after="0" w:line="240" w:lineRule="auto"/>
            </w:pPr>
          </w:p>
          <w:p w:rsidR="008518EF" w:rsidRPr="00013F79" w:rsidRDefault="008B24FB" w:rsidP="00476F4D">
            <w:pPr>
              <w:spacing w:before="0" w:after="0" w:line="240" w:lineRule="auto"/>
            </w:pPr>
            <w:r w:rsidRPr="008B24FB">
              <w:rPr>
                <w:noProof/>
                <w:lang w:eastAsia="es-AR"/>
              </w:rPr>
              <w:pict>
                <v:group id="Group 316" o:spid="_x0000_s1339" style="position:absolute;left:0;text-align:left;margin-left:-2pt;margin-top:5.4pt;width:84.5pt;height:65.25pt;z-index:251724800" coordorigin="960,3424" coordsize="1815,1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">
                  <v:rect id="Rectangle 317" o:spid="_x0000_s1340" style="position:absolute;left:1245;top:3424;width:1530;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">
                    <v:textbox inset=".2mm,.2mm,.2mm,.2mm">
                      <w:txbxContent>
                        <w:p w:rsidR="004E612B" w:rsidRPr="000A1EE1" w:rsidRDefault="004E612B" w:rsidP="008518EF">
                          <w:pPr>
                            <w:spacing w:before="0" w:after="0" w:line="240" w:lineRule="auto"/>
                            <w:jc w:val="center"/>
                            <w:rPr>
                              <w:sz w:val="18"/>
                              <w:szCs w:val="18"/>
                              <w:lang w:val="es-MX"/>
                            </w:rPr>
                          </w:pPr>
                          <w:r>
                            <w:rPr>
                              <w:sz w:val="18"/>
                              <w:szCs w:val="18"/>
                              <w:lang w:val="es-MX"/>
                            </w:rPr>
                            <w:t>Verifica crédito y envía</w:t>
                          </w:r>
                        </w:p>
                      </w:txbxContent>
                    </v:textbox>
                  </v:rect>
                  <v:rect id="Rectangle 318" o:spid="_x0000_s1341" style="position:absolute;left:960;top:4440;width:1815;height:28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">
                    <v:textbox inset=".2mm,.2mm,.2mm,.2mm">
                      <w:txbxContent>
                        <w:p w:rsidR="004E612B" w:rsidRPr="00630CD2" w:rsidRDefault="004E612B" w:rsidP="008518EF">
                          <w:pPr>
                            <w:spacing w:before="0" w:after="0" w:line="240" w:lineRule="auto"/>
                            <w:jc w:val="center"/>
                            <w:rPr>
                              <w:sz w:val="20"/>
                              <w:lang w:val="es-MX"/>
                            </w:rPr>
                          </w:pPr>
                          <w:r>
                            <w:rPr>
                              <w:sz w:val="20"/>
                              <w:lang w:val="es-MX"/>
                            </w:rPr>
                            <w:t>Envía a DGAJ</w:t>
                          </w:r>
                        </w:p>
                      </w:txbxContent>
                    </v:textbox>
                  </v:rect>
                  <v:rect id="Rectangle 319" o:spid="_x0000_s1342" style="position:absolute;left:960;top:3424;width:285;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">
                    <v:textbox inset=".2mm,.2mm,.2mm,.2mm">
                      <w:txbxContent>
                        <w:p w:rsidR="004E612B" w:rsidRPr="00B66FB8" w:rsidRDefault="004E612B" w:rsidP="008518EF">
                          <w:pPr>
                            <w:spacing w:before="0" w:after="0" w:line="240" w:lineRule="auto"/>
                            <w:jc w:val="center"/>
                            <w:rPr>
                              <w:lang w:val="es-MX"/>
                            </w:rPr>
                          </w:pPr>
                          <w:r>
                            <w:rPr>
                              <w:lang w:val="es-MX"/>
                            </w:rPr>
                            <w:t>6</w:t>
                          </w:r>
                        </w:p>
                      </w:txbxContent>
                    </v:textbox>
                  </v:rect>
                </v:group>
              </w:pict>
            </w:r>
          </w:p>
          <w:p w:rsidR="008518EF" w:rsidRPr="00013F79" w:rsidRDefault="008518EF" w:rsidP="00476F4D">
            <w:pPr>
              <w:spacing w:before="0" w:after="0" w:line="240" w:lineRule="auto"/>
            </w:pPr>
          </w:p>
          <w:p w:rsidR="008518EF" w:rsidRPr="00013F79" w:rsidRDefault="008B24FB" w:rsidP="00476F4D">
            <w:pPr>
              <w:spacing w:before="0" w:after="0" w:line="240" w:lineRule="auto"/>
            </w:pPr>
            <w:r w:rsidRPr="008B24FB">
              <w:rPr>
                <w:noProof/>
                <w:lang w:eastAsia="es-AR"/>
              </w:rPr>
              <w:pict>
                <v:shape id="AutoShape 310" o:spid="_x0000_s1333" type="#_x0000_t32" style="position:absolute;left:0;text-align:left;margin-left:81pt;margin-top:5.15pt;width:10.3pt;height:0;z-index:251721728;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">
                  <v:stroke endarrow="block"/>
                </v:shape>
              </w:pict>
            </w:r>
          </w:p>
          <w:p w:rsidR="008518EF" w:rsidRPr="00013F79" w:rsidRDefault="008518EF" w:rsidP="00476F4D">
            <w:pPr>
              <w:spacing w:before="0" w:after="0" w:line="240" w:lineRule="auto"/>
            </w:pPr>
          </w:p>
          <w:p w:rsidR="008518EF" w:rsidRPr="00013F79" w:rsidRDefault="008518EF" w:rsidP="00476F4D">
            <w:pPr>
              <w:spacing w:before="0" w:after="0" w:line="240" w:lineRule="auto"/>
            </w:pPr>
          </w:p>
          <w:p w:rsidR="008518EF" w:rsidRPr="00013F79" w:rsidRDefault="008518EF" w:rsidP="00476F4D">
            <w:pPr>
              <w:spacing w:before="0" w:after="0" w:line="240" w:lineRule="auto"/>
            </w:pPr>
          </w:p>
          <w:p w:rsidR="008518EF" w:rsidRDefault="008518EF" w:rsidP="00476F4D">
            <w:pPr>
              <w:spacing w:before="0" w:after="0" w:line="240" w:lineRule="auto"/>
            </w:pPr>
          </w:p>
          <w:p w:rsidR="008518EF" w:rsidRDefault="008518EF" w:rsidP="00476F4D">
            <w:pPr>
              <w:spacing w:before="0" w:after="0" w:line="240" w:lineRule="auto"/>
            </w:pPr>
          </w:p>
          <w:p w:rsidR="008518EF" w:rsidRDefault="008518EF" w:rsidP="00476F4D">
            <w:pPr>
              <w:spacing w:before="0" w:after="0" w:line="240" w:lineRule="auto"/>
            </w:pPr>
          </w:p>
          <w:p w:rsidR="008518EF" w:rsidRDefault="008518EF" w:rsidP="00476F4D">
            <w:pPr>
              <w:spacing w:before="0" w:after="0" w:line="240" w:lineRule="auto"/>
            </w:pPr>
          </w:p>
          <w:p w:rsidR="008518EF" w:rsidRDefault="008518EF" w:rsidP="00476F4D">
            <w:pPr>
              <w:spacing w:before="0" w:after="0" w:line="240" w:lineRule="auto"/>
            </w:pPr>
          </w:p>
          <w:p w:rsidR="008518EF" w:rsidRDefault="008518EF" w:rsidP="00476F4D">
            <w:pPr>
              <w:spacing w:before="0" w:after="0" w:line="240" w:lineRule="auto"/>
            </w:pPr>
          </w:p>
          <w:p w:rsidR="008518EF" w:rsidRDefault="008518EF" w:rsidP="00476F4D">
            <w:pPr>
              <w:spacing w:before="0" w:after="0" w:line="240" w:lineRule="auto"/>
            </w:pPr>
          </w:p>
          <w:p w:rsidR="008518EF" w:rsidRPr="00013F79" w:rsidRDefault="008518EF" w:rsidP="00476F4D">
            <w:pPr>
              <w:spacing w:before="0" w:after="0" w:line="240" w:lineRule="auto"/>
            </w:pPr>
          </w:p>
        </w:tc>
        <w:tc>
          <w:tcPr>
            <w:tcW w:w="1842" w:type="dxa"/>
          </w:tcPr>
          <w:p w:rsidR="008518EF" w:rsidRDefault="008B24FB" w:rsidP="00476F4D">
            <w:pPr>
              <w:spacing w:before="0" w:after="0" w:line="240" w:lineRule="auto"/>
              <w:rPr>
                <w:noProof/>
                <w:lang w:eastAsia="es-AR"/>
              </w:rPr>
            </w:pPr>
            <w:r w:rsidRPr="008B24FB">
              <w:rPr>
                <w:noProof/>
                <w:lang w:eastAsia="es-AR"/>
              </w:rPr>
              <w:pict>
                <v:shape id="AutoShape 309" o:spid="_x0000_s1332" type="#_x0000_t32" style="position:absolute;left:0;text-align:left;margin-left:80.25pt;margin-top:268.2pt;width:10.3pt;height:0;z-index:251720704;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">
                  <v:stroke endarrow="block"/>
                </v:shape>
              </w:pict>
            </w:r>
            <w:r w:rsidRPr="008B24FB">
              <w:rPr>
                <w:noProof/>
                <w:lang w:eastAsia="es-AR"/>
              </w:rPr>
              <w:pict>
                <v:group id="Group 340" o:spid="_x0000_s1363" style="position:absolute;left:0;text-align:left;margin-left:-2.55pt;margin-top:239.3pt;width:84.5pt;height:65.25pt;z-index:251740160;mso-position-horizontal-relative:text;mso-position-vertical-relative:text" coordorigin="960,3424" coordsize="1815,1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">
                  <v:rect id="Rectangle 341" o:spid="_x0000_s1364" style="position:absolute;left:1245;top:3424;width:1530;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">
                    <v:textbox inset=".2mm,.2mm,.2mm,.2mm">
                      <w:txbxContent>
                        <w:p w:rsidR="004E612B" w:rsidRPr="000A1EE1" w:rsidRDefault="004E612B" w:rsidP="008518EF">
                          <w:pPr>
                            <w:spacing w:before="0" w:after="0" w:line="240" w:lineRule="auto"/>
                            <w:jc w:val="center"/>
                            <w:rPr>
                              <w:sz w:val="18"/>
                              <w:szCs w:val="18"/>
                              <w:lang w:val="es-MX"/>
                            </w:rPr>
                          </w:pPr>
                          <w:r>
                            <w:rPr>
                              <w:sz w:val="18"/>
                              <w:szCs w:val="18"/>
                              <w:lang w:val="es-MX"/>
                            </w:rPr>
                            <w:t>Dictamina y hace firmar Disposición</w:t>
                          </w:r>
                        </w:p>
                      </w:txbxContent>
                    </v:textbox>
                  </v:rect>
                  <v:rect id="Rectangle 342" o:spid="_x0000_s1365" style="position:absolute;left:960;top:4440;width:1815;height:28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">
                    <v:textbox inset=".2mm,.2mm,.2mm,.2mm">
                      <w:txbxContent>
                        <w:p w:rsidR="004E612B" w:rsidRPr="00630CD2" w:rsidRDefault="004E612B" w:rsidP="008518EF">
                          <w:pPr>
                            <w:spacing w:before="0" w:after="0" w:line="240" w:lineRule="auto"/>
                            <w:jc w:val="center"/>
                            <w:rPr>
                              <w:sz w:val="20"/>
                              <w:lang w:val="es-MX"/>
                            </w:rPr>
                          </w:pPr>
                          <w:r>
                            <w:rPr>
                              <w:sz w:val="20"/>
                              <w:lang w:val="es-MX"/>
                            </w:rPr>
                            <w:t>Envía a DC</w:t>
                          </w:r>
                        </w:p>
                      </w:txbxContent>
                    </v:textbox>
                  </v:rect>
                  <v:rect id="Rectangle 343" o:spid="_x0000_s1366" style="position:absolute;left:960;top:3424;width:285;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">
                    <v:textbox inset=".2mm,.2mm,.2mm,.2mm">
                      <w:txbxContent>
                        <w:p w:rsidR="004E612B" w:rsidRPr="00B66FB8" w:rsidRDefault="004E612B" w:rsidP="008518EF">
                          <w:pPr>
                            <w:spacing w:before="0" w:after="0" w:line="240" w:lineRule="auto"/>
                            <w:jc w:val="center"/>
                            <w:rPr>
                              <w:lang w:val="es-MX"/>
                            </w:rPr>
                          </w:pPr>
                          <w:r>
                            <w:rPr>
                              <w:lang w:val="es-MX"/>
                            </w:rPr>
                            <w:t>7</w:t>
                          </w:r>
                        </w:p>
                      </w:txbxContent>
                    </v:textbox>
                  </v:rect>
                </v:group>
              </w:pict>
            </w:r>
          </w:p>
        </w:tc>
        <w:tc>
          <w:tcPr>
            <w:tcW w:w="1843" w:type="dxa"/>
          </w:tcPr>
          <w:p w:rsidR="008518EF" w:rsidRPr="00013F79" w:rsidRDefault="008B24FB" w:rsidP="00476F4D">
            <w:pPr>
              <w:spacing w:before="0" w:after="0" w:line="240" w:lineRule="auto"/>
            </w:pPr>
            <w:r w:rsidRPr="008B24FB">
              <w:rPr>
                <w:noProof/>
                <w:lang w:eastAsia="es-AR"/>
              </w:rPr>
              <w:pict>
                <v:shape id="AutoShape 321" o:spid="_x0000_s1344" type="#_x0000_t32" style="position:absolute;left:0;text-align:left;margin-left:41.75pt;margin-top:305.05pt;width:0;height:18.95pt;z-index:251726848;visibility:visible;mso-wrap-distance-left:3.17497mm;mso-wrap-distance-right:3.17497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">
                  <v:stroke endarrow="block"/>
                </v:shape>
              </w:pict>
            </w:r>
            <w:r w:rsidRPr="008B24FB">
              <w:rPr>
                <w:noProof/>
                <w:lang w:eastAsia="es-AR"/>
              </w:rPr>
              <w:pict>
                <v:shape id="AutoShape 322" o:spid="_x0000_s1345" type="#_x0000_t128" style="position:absolute;left:0;text-align:left;margin-left:13.4pt;margin-top:325pt;width:55.5pt;height:36pt;z-index:25172787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">
                  <v:textbox inset="0,.5mm,0,0">
                    <w:txbxContent>
                      <w:p w:rsidR="004E612B" w:rsidRPr="001122BC" w:rsidRDefault="004E612B" w:rsidP="008518EF">
                        <w:pPr>
                          <w:ind w:right="-165"/>
                          <w:rPr>
                            <w:sz w:val="18"/>
                            <w:szCs w:val="18"/>
                            <w:lang w:val="es-MX"/>
                          </w:rPr>
                        </w:pPr>
                        <w:r w:rsidRPr="001122BC">
                          <w:rPr>
                            <w:sz w:val="18"/>
                            <w:szCs w:val="18"/>
                            <w:lang w:val="es-MX"/>
                          </w:rPr>
                          <w:t>Archivo</w:t>
                        </w:r>
                      </w:p>
                    </w:txbxContent>
                  </v:textbox>
                </v:shape>
              </w:pict>
            </w:r>
            <w:r w:rsidRPr="008B24FB">
              <w:rPr>
                <w:noProof/>
                <w:lang w:eastAsia="es-AR"/>
              </w:rPr>
              <w:pict>
                <v:group id="Group 344" o:spid="_x0000_s1367" style="position:absolute;left:0;text-align:left;margin-left:-1.55pt;margin-top:239.4pt;width:84.5pt;height:65.25pt;z-index:251741184;mso-position-horizontal-relative:text;mso-position-vertical-relative:text" coordorigin="960,3424" coordsize="1815,1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">
                  <v:rect id="Rectangle 345" o:spid="_x0000_s1368" style="position:absolute;left:1245;top:3424;width:1530;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">
                    <v:textbox inset=".2mm,.2mm,.2mm,.2mm">
                      <w:txbxContent>
                        <w:p w:rsidR="004E612B" w:rsidRPr="000A1EE1" w:rsidRDefault="004E612B" w:rsidP="008518EF">
                          <w:pPr>
                            <w:spacing w:before="0" w:after="0" w:line="240" w:lineRule="auto"/>
                            <w:jc w:val="center"/>
                            <w:rPr>
                              <w:sz w:val="18"/>
                              <w:szCs w:val="18"/>
                              <w:lang w:val="es-MX"/>
                            </w:rPr>
                          </w:pPr>
                          <w:r>
                            <w:rPr>
                              <w:sz w:val="18"/>
                              <w:szCs w:val="18"/>
                              <w:lang w:val="es-MX"/>
                            </w:rPr>
                            <w:t>Elabora Acta de redeterminación y hace firmar.</w:t>
                          </w:r>
                        </w:p>
                      </w:txbxContent>
                    </v:textbox>
                  </v:rect>
                  <v:rect id="Rectangle 346" o:spid="_x0000_s1369" style="position:absolute;left:960;top:4440;width:1815;height:28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">
                    <v:textbox inset=".2mm,.2mm,.2mm,.2mm">
                      <w:txbxContent>
                        <w:p w:rsidR="004E612B" w:rsidRPr="00630CD2" w:rsidRDefault="004E612B" w:rsidP="008518EF">
                          <w:pPr>
                            <w:spacing w:before="0" w:after="0" w:line="240" w:lineRule="auto"/>
                            <w:jc w:val="center"/>
                            <w:rPr>
                              <w:sz w:val="20"/>
                              <w:lang w:val="es-MX"/>
                            </w:rPr>
                          </w:pPr>
                          <w:r>
                            <w:rPr>
                              <w:sz w:val="20"/>
                              <w:lang w:val="es-MX"/>
                            </w:rPr>
                            <w:t>Envía a DGAJ</w:t>
                          </w:r>
                        </w:p>
                      </w:txbxContent>
                    </v:textbox>
                  </v:rect>
                  <v:rect id="Rectangle 347" o:spid="_x0000_s1370" style="position:absolute;left:960;top:3424;width:285;height:101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">
                    <v:textbox inset=".2mm,.2mm,.2mm,.2mm">
                      <w:txbxContent>
                        <w:p w:rsidR="004E612B" w:rsidRPr="00B66FB8" w:rsidRDefault="004E612B" w:rsidP="008518EF">
                          <w:pPr>
                            <w:spacing w:before="0" w:after="0" w:line="240" w:lineRule="auto"/>
                            <w:jc w:val="center"/>
                            <w:rPr>
                              <w:lang w:val="es-MX"/>
                            </w:rPr>
                          </w:pPr>
                          <w:r>
                            <w:rPr>
                              <w:lang w:val="es-MX"/>
                            </w:rPr>
                            <w:t>8</w:t>
                          </w:r>
                        </w:p>
                      </w:txbxContent>
                    </v:textbox>
                  </v:rect>
                </v:group>
              </w:pict>
            </w:r>
          </w:p>
        </w:tc>
      </w:tr>
    </w:tbl>
    <w:p w:rsidR="00A23D8B" w:rsidRPr="00CD0FB5" w:rsidRDefault="00A23D8B" w:rsidP="00476F4D">
      <w:pPr>
        <w:spacing w:before="0" w:after="0" w:line="240" w:lineRule="auto"/>
        <w:rPr>
          <w:b/>
          <w:lang w:val="es-ES_tradnl"/>
        </w:rPr>
      </w:pPr>
    </w:p>
    <w:sectPr w:rsidR="00A23D8B" w:rsidRPr="00CD0FB5" w:rsidSect="007D4829">
      <w:pgSz w:w="11907" w:h="16840" w:code="9"/>
      <w:pgMar w:top="567" w:right="1134" w:bottom="1418" w:left="567" w:header="907" w:footer="315"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0566" w:rsidRDefault="003A0566">
      <w:r>
        <w:separator/>
      </w:r>
    </w:p>
  </w:endnote>
  <w:endnote w:type="continuationSeparator" w:id="1">
    <w:p w:rsidR="003A0566" w:rsidRDefault="003A05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12B" w:rsidRPr="001506AE" w:rsidRDefault="008B24FB">
    <w:pPr>
      <w:pStyle w:val="Piedepgina"/>
      <w:jc w:val="right"/>
      <w:rPr>
        <w:rFonts w:ascii="Calibri" w:hAnsi="Calibri"/>
        <w:sz w:val="18"/>
        <w:szCs w:val="18"/>
      </w:rPr>
    </w:pPr>
    <w:r w:rsidRPr="001506AE">
      <w:rPr>
        <w:rFonts w:ascii="Calibri" w:hAnsi="Calibri"/>
        <w:sz w:val="18"/>
        <w:szCs w:val="18"/>
      </w:rPr>
      <w:fldChar w:fldCharType="begin"/>
    </w:r>
    <w:r w:rsidR="004E612B" w:rsidRPr="001506AE">
      <w:rPr>
        <w:rFonts w:ascii="Calibri" w:hAnsi="Calibri"/>
        <w:sz w:val="18"/>
        <w:szCs w:val="18"/>
      </w:rPr>
      <w:instrText xml:space="preserve"> PAGE   \* MERGEFORMAT </w:instrText>
    </w:r>
    <w:r w:rsidRPr="001506AE">
      <w:rPr>
        <w:rFonts w:ascii="Calibri" w:hAnsi="Calibri"/>
        <w:sz w:val="18"/>
        <w:szCs w:val="18"/>
      </w:rPr>
      <w:fldChar w:fldCharType="separate"/>
    </w:r>
    <w:r w:rsidR="005A7229">
      <w:rPr>
        <w:rFonts w:ascii="Calibri" w:hAnsi="Calibri"/>
        <w:noProof/>
        <w:sz w:val="18"/>
        <w:szCs w:val="18"/>
      </w:rPr>
      <w:t>1</w:t>
    </w:r>
    <w:r w:rsidRPr="001506AE">
      <w:rPr>
        <w:rFonts w:ascii="Calibri" w:hAnsi="Calibri"/>
        <w:sz w:val="18"/>
        <w:szCs w:val="18"/>
      </w:rPr>
      <w:fldChar w:fldCharType="end"/>
    </w:r>
  </w:p>
  <w:p w:rsidR="004E612B" w:rsidRDefault="004E612B">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0566" w:rsidRDefault="003A0566">
      <w:r>
        <w:separator/>
      </w:r>
    </w:p>
  </w:footnote>
  <w:footnote w:type="continuationSeparator" w:id="1">
    <w:p w:rsidR="003A0566" w:rsidRDefault="003A0566">
      <w:r>
        <w:continuationSeparator/>
      </w:r>
    </w:p>
  </w:footnote>
  <w:footnote w:id="2">
    <w:p w:rsidR="004E612B" w:rsidRPr="00C7715B" w:rsidRDefault="004E612B" w:rsidP="004F364D">
      <w:pPr>
        <w:spacing w:after="0" w:line="240" w:lineRule="auto"/>
        <w:rPr>
          <w:rFonts w:cs="Calibri"/>
          <w:sz w:val="18"/>
          <w:szCs w:val="18"/>
          <w:lang w:val="es-UY" w:eastAsia="en-US"/>
        </w:rPr>
      </w:pPr>
      <w:r w:rsidRPr="00670D7E">
        <w:rPr>
          <w:rStyle w:val="Refdenotaalpie"/>
          <w:sz w:val="18"/>
          <w:szCs w:val="14"/>
        </w:rPr>
        <w:footnoteRef/>
      </w:r>
      <w:r w:rsidRPr="006B2E02">
        <w:rPr>
          <w:rFonts w:asciiTheme="minorHAnsi" w:hAnsiTheme="minorHAnsi"/>
          <w:sz w:val="18"/>
          <w:lang w:val="es-UY"/>
        </w:rPr>
        <w:t>Se encuentra en proceso de aprobación un contrato modificatorio del préstamo que reduce el financiamiento a US$ 54 M BID y US$ 4,15 M local. Una vez éste se firme, el ME comunicará al BID la sustitución de los cuadros de costos en el cuerpo principal y Anexos. Este cambio no afecta los</w:t>
      </w:r>
      <w:r>
        <w:rPr>
          <w:rFonts w:asciiTheme="minorHAnsi" w:hAnsiTheme="minorHAnsi"/>
          <w:sz w:val="18"/>
          <w:lang w:val="es-UY"/>
        </w:rPr>
        <w:t xml:space="preserve"> contenidos del resto del ROP. </w:t>
      </w:r>
    </w:p>
  </w:footnote>
  <w:footnote w:id="3">
    <w:p w:rsidR="004E612B" w:rsidRPr="00492E7C" w:rsidRDefault="004E612B" w:rsidP="00744542">
      <w:pPr>
        <w:spacing w:after="0" w:line="240" w:lineRule="auto"/>
        <w:rPr>
          <w:sz w:val="18"/>
          <w:szCs w:val="18"/>
        </w:rPr>
      </w:pPr>
      <w:r w:rsidRPr="00492E7C">
        <w:rPr>
          <w:sz w:val="18"/>
          <w:szCs w:val="18"/>
          <w:vertAlign w:val="superscript"/>
        </w:rPr>
        <w:footnoteRef/>
      </w:r>
      <w:r w:rsidRPr="00492E7C">
        <w:rPr>
          <w:sz w:val="18"/>
          <w:szCs w:val="18"/>
        </w:rPr>
        <w:t>Estos criterios se documentan en los legajos de elegibilidad de cada Obra, los cuales son administrados por el Área de Proyectos del DAyEE de la DGI.</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1E0B" w:rsidRDefault="003A1E0B">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F75D3"/>
    <w:multiLevelType w:val="hybridMultilevel"/>
    <w:tmpl w:val="E3E8B9D4"/>
    <w:lvl w:ilvl="0" w:tplc="7E1C7EC0">
      <w:start w:val="1"/>
      <w:numFmt w:val="decimal"/>
      <w:lvlText w:val="%1."/>
      <w:lvlJc w:val="left"/>
      <w:pPr>
        <w:ind w:left="360" w:hanging="360"/>
      </w:pPr>
      <w:rPr>
        <w:rFonts w:hint="default"/>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1">
    <w:nsid w:val="089D14E3"/>
    <w:multiLevelType w:val="hybridMultilevel"/>
    <w:tmpl w:val="8CCC0CE2"/>
    <w:lvl w:ilvl="0" w:tplc="673E37A4">
      <w:start w:val="1"/>
      <w:numFmt w:val="lowerLetter"/>
      <w:lvlText w:val="%1."/>
      <w:lvlJc w:val="left"/>
      <w:pPr>
        <w:ind w:left="720" w:hanging="360"/>
      </w:pPr>
      <w:rPr>
        <w:rFonts w:hint="default"/>
      </w:rPr>
    </w:lvl>
    <w:lvl w:ilvl="1" w:tplc="1C265D9C" w:tentative="1">
      <w:start w:val="1"/>
      <w:numFmt w:val="lowerLetter"/>
      <w:lvlText w:val="%2."/>
      <w:lvlJc w:val="left"/>
      <w:pPr>
        <w:ind w:left="1440" w:hanging="360"/>
      </w:pPr>
    </w:lvl>
    <w:lvl w:ilvl="2" w:tplc="8CC002E8" w:tentative="1">
      <w:start w:val="1"/>
      <w:numFmt w:val="lowerRoman"/>
      <w:lvlText w:val="%3."/>
      <w:lvlJc w:val="right"/>
      <w:pPr>
        <w:ind w:left="2160" w:hanging="180"/>
      </w:pPr>
    </w:lvl>
    <w:lvl w:ilvl="3" w:tplc="EB2C86DA" w:tentative="1">
      <w:start w:val="1"/>
      <w:numFmt w:val="decimal"/>
      <w:lvlText w:val="%4."/>
      <w:lvlJc w:val="left"/>
      <w:pPr>
        <w:ind w:left="2880" w:hanging="360"/>
      </w:pPr>
    </w:lvl>
    <w:lvl w:ilvl="4" w:tplc="BA82B664" w:tentative="1">
      <w:start w:val="1"/>
      <w:numFmt w:val="lowerLetter"/>
      <w:lvlText w:val="%5."/>
      <w:lvlJc w:val="left"/>
      <w:pPr>
        <w:ind w:left="3600" w:hanging="360"/>
      </w:pPr>
    </w:lvl>
    <w:lvl w:ilvl="5" w:tplc="B3B83350" w:tentative="1">
      <w:start w:val="1"/>
      <w:numFmt w:val="lowerRoman"/>
      <w:lvlText w:val="%6."/>
      <w:lvlJc w:val="right"/>
      <w:pPr>
        <w:ind w:left="4320" w:hanging="180"/>
      </w:pPr>
    </w:lvl>
    <w:lvl w:ilvl="6" w:tplc="C9BCD6DE" w:tentative="1">
      <w:start w:val="1"/>
      <w:numFmt w:val="decimal"/>
      <w:lvlText w:val="%7."/>
      <w:lvlJc w:val="left"/>
      <w:pPr>
        <w:ind w:left="5040" w:hanging="360"/>
      </w:pPr>
    </w:lvl>
    <w:lvl w:ilvl="7" w:tplc="A7B8E646" w:tentative="1">
      <w:start w:val="1"/>
      <w:numFmt w:val="lowerLetter"/>
      <w:lvlText w:val="%8."/>
      <w:lvlJc w:val="left"/>
      <w:pPr>
        <w:ind w:left="5760" w:hanging="360"/>
      </w:pPr>
    </w:lvl>
    <w:lvl w:ilvl="8" w:tplc="8E8886E4" w:tentative="1">
      <w:start w:val="1"/>
      <w:numFmt w:val="lowerRoman"/>
      <w:lvlText w:val="%9."/>
      <w:lvlJc w:val="right"/>
      <w:pPr>
        <w:ind w:left="6480" w:hanging="180"/>
      </w:pPr>
    </w:lvl>
  </w:abstractNum>
  <w:abstractNum w:abstractNumId="2">
    <w:nsid w:val="0B823C53"/>
    <w:multiLevelType w:val="hybridMultilevel"/>
    <w:tmpl w:val="F0E87C4A"/>
    <w:lvl w:ilvl="0" w:tplc="192855CE">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nsid w:val="0E0A4DDF"/>
    <w:multiLevelType w:val="hybridMultilevel"/>
    <w:tmpl w:val="D468484A"/>
    <w:lvl w:ilvl="0" w:tplc="A09C01D0">
      <w:start w:val="1"/>
      <w:numFmt w:val="bullet"/>
      <w:lvlText w:val=""/>
      <w:lvlJc w:val="left"/>
      <w:pPr>
        <w:ind w:left="720" w:hanging="360"/>
      </w:pPr>
      <w:rPr>
        <w:rFonts w:ascii="Symbol" w:hAnsi="Symbol" w:hint="default"/>
      </w:rPr>
    </w:lvl>
    <w:lvl w:ilvl="1" w:tplc="2C0A0019" w:tentative="1">
      <w:start w:val="1"/>
      <w:numFmt w:val="bullet"/>
      <w:lvlText w:val="o"/>
      <w:lvlJc w:val="left"/>
      <w:pPr>
        <w:ind w:left="1440" w:hanging="360"/>
      </w:pPr>
      <w:rPr>
        <w:rFonts w:ascii="Courier New" w:hAnsi="Courier New" w:cs="Courier New" w:hint="default"/>
      </w:rPr>
    </w:lvl>
    <w:lvl w:ilvl="2" w:tplc="2C0A001B" w:tentative="1">
      <w:start w:val="1"/>
      <w:numFmt w:val="bullet"/>
      <w:lvlText w:val=""/>
      <w:lvlJc w:val="left"/>
      <w:pPr>
        <w:ind w:left="2160" w:hanging="360"/>
      </w:pPr>
      <w:rPr>
        <w:rFonts w:ascii="Wingdings" w:hAnsi="Wingdings" w:hint="default"/>
      </w:rPr>
    </w:lvl>
    <w:lvl w:ilvl="3" w:tplc="2C0A000F" w:tentative="1">
      <w:start w:val="1"/>
      <w:numFmt w:val="bullet"/>
      <w:lvlText w:val=""/>
      <w:lvlJc w:val="left"/>
      <w:pPr>
        <w:ind w:left="2880" w:hanging="360"/>
      </w:pPr>
      <w:rPr>
        <w:rFonts w:ascii="Symbol" w:hAnsi="Symbol" w:hint="default"/>
      </w:rPr>
    </w:lvl>
    <w:lvl w:ilvl="4" w:tplc="2C0A0019" w:tentative="1">
      <w:start w:val="1"/>
      <w:numFmt w:val="bullet"/>
      <w:lvlText w:val="o"/>
      <w:lvlJc w:val="left"/>
      <w:pPr>
        <w:ind w:left="3600" w:hanging="360"/>
      </w:pPr>
      <w:rPr>
        <w:rFonts w:ascii="Courier New" w:hAnsi="Courier New" w:cs="Courier New" w:hint="default"/>
      </w:rPr>
    </w:lvl>
    <w:lvl w:ilvl="5" w:tplc="2C0A001B" w:tentative="1">
      <w:start w:val="1"/>
      <w:numFmt w:val="bullet"/>
      <w:lvlText w:val=""/>
      <w:lvlJc w:val="left"/>
      <w:pPr>
        <w:ind w:left="4320" w:hanging="360"/>
      </w:pPr>
      <w:rPr>
        <w:rFonts w:ascii="Wingdings" w:hAnsi="Wingdings" w:hint="default"/>
      </w:rPr>
    </w:lvl>
    <w:lvl w:ilvl="6" w:tplc="2C0A000F" w:tentative="1">
      <w:start w:val="1"/>
      <w:numFmt w:val="bullet"/>
      <w:lvlText w:val=""/>
      <w:lvlJc w:val="left"/>
      <w:pPr>
        <w:ind w:left="5040" w:hanging="360"/>
      </w:pPr>
      <w:rPr>
        <w:rFonts w:ascii="Symbol" w:hAnsi="Symbol" w:hint="default"/>
      </w:rPr>
    </w:lvl>
    <w:lvl w:ilvl="7" w:tplc="2C0A0019" w:tentative="1">
      <w:start w:val="1"/>
      <w:numFmt w:val="bullet"/>
      <w:lvlText w:val="o"/>
      <w:lvlJc w:val="left"/>
      <w:pPr>
        <w:ind w:left="5760" w:hanging="360"/>
      </w:pPr>
      <w:rPr>
        <w:rFonts w:ascii="Courier New" w:hAnsi="Courier New" w:cs="Courier New" w:hint="default"/>
      </w:rPr>
    </w:lvl>
    <w:lvl w:ilvl="8" w:tplc="2C0A001B" w:tentative="1">
      <w:start w:val="1"/>
      <w:numFmt w:val="bullet"/>
      <w:lvlText w:val=""/>
      <w:lvlJc w:val="left"/>
      <w:pPr>
        <w:ind w:left="6480" w:hanging="360"/>
      </w:pPr>
      <w:rPr>
        <w:rFonts w:ascii="Wingdings" w:hAnsi="Wingdings" w:hint="default"/>
      </w:rPr>
    </w:lvl>
  </w:abstractNum>
  <w:abstractNum w:abstractNumId="4">
    <w:nsid w:val="0E5C1DD1"/>
    <w:multiLevelType w:val="hybridMultilevel"/>
    <w:tmpl w:val="3B08307C"/>
    <w:name w:val="WWNum47"/>
    <w:lvl w:ilvl="0" w:tplc="41DE735A">
      <w:start w:val="1"/>
      <w:numFmt w:val="bullet"/>
      <w:lvlText w:val=""/>
      <w:lvlJc w:val="left"/>
      <w:pPr>
        <w:ind w:left="720" w:hanging="360"/>
      </w:pPr>
      <w:rPr>
        <w:rFonts w:ascii="Symbol" w:hAnsi="Symbol" w:hint="default"/>
      </w:rPr>
    </w:lvl>
    <w:lvl w:ilvl="1" w:tplc="B20E5D14" w:tentative="1">
      <w:start w:val="1"/>
      <w:numFmt w:val="bullet"/>
      <w:lvlText w:val="o"/>
      <w:lvlJc w:val="left"/>
      <w:pPr>
        <w:ind w:left="1440" w:hanging="360"/>
      </w:pPr>
      <w:rPr>
        <w:rFonts w:ascii="Courier New" w:hAnsi="Courier New" w:cs="Courier New" w:hint="default"/>
      </w:rPr>
    </w:lvl>
    <w:lvl w:ilvl="2" w:tplc="65D0491A" w:tentative="1">
      <w:start w:val="1"/>
      <w:numFmt w:val="bullet"/>
      <w:lvlText w:val=""/>
      <w:lvlJc w:val="left"/>
      <w:pPr>
        <w:ind w:left="2160" w:hanging="360"/>
      </w:pPr>
      <w:rPr>
        <w:rFonts w:ascii="Wingdings" w:hAnsi="Wingdings" w:hint="default"/>
      </w:rPr>
    </w:lvl>
    <w:lvl w:ilvl="3" w:tplc="F5A20166" w:tentative="1">
      <w:start w:val="1"/>
      <w:numFmt w:val="bullet"/>
      <w:lvlText w:val=""/>
      <w:lvlJc w:val="left"/>
      <w:pPr>
        <w:ind w:left="2880" w:hanging="360"/>
      </w:pPr>
      <w:rPr>
        <w:rFonts w:ascii="Symbol" w:hAnsi="Symbol" w:hint="default"/>
      </w:rPr>
    </w:lvl>
    <w:lvl w:ilvl="4" w:tplc="ECB6C7A2" w:tentative="1">
      <w:start w:val="1"/>
      <w:numFmt w:val="bullet"/>
      <w:lvlText w:val="o"/>
      <w:lvlJc w:val="left"/>
      <w:pPr>
        <w:ind w:left="3600" w:hanging="360"/>
      </w:pPr>
      <w:rPr>
        <w:rFonts w:ascii="Courier New" w:hAnsi="Courier New" w:cs="Courier New" w:hint="default"/>
      </w:rPr>
    </w:lvl>
    <w:lvl w:ilvl="5" w:tplc="14DEE1C8" w:tentative="1">
      <w:start w:val="1"/>
      <w:numFmt w:val="bullet"/>
      <w:lvlText w:val=""/>
      <w:lvlJc w:val="left"/>
      <w:pPr>
        <w:ind w:left="4320" w:hanging="360"/>
      </w:pPr>
      <w:rPr>
        <w:rFonts w:ascii="Wingdings" w:hAnsi="Wingdings" w:hint="default"/>
      </w:rPr>
    </w:lvl>
    <w:lvl w:ilvl="6" w:tplc="30DE29AC" w:tentative="1">
      <w:start w:val="1"/>
      <w:numFmt w:val="bullet"/>
      <w:lvlText w:val=""/>
      <w:lvlJc w:val="left"/>
      <w:pPr>
        <w:ind w:left="5040" w:hanging="360"/>
      </w:pPr>
      <w:rPr>
        <w:rFonts w:ascii="Symbol" w:hAnsi="Symbol" w:hint="default"/>
      </w:rPr>
    </w:lvl>
    <w:lvl w:ilvl="7" w:tplc="F81035A2" w:tentative="1">
      <w:start w:val="1"/>
      <w:numFmt w:val="bullet"/>
      <w:lvlText w:val="o"/>
      <w:lvlJc w:val="left"/>
      <w:pPr>
        <w:ind w:left="5760" w:hanging="360"/>
      </w:pPr>
      <w:rPr>
        <w:rFonts w:ascii="Courier New" w:hAnsi="Courier New" w:cs="Courier New" w:hint="default"/>
      </w:rPr>
    </w:lvl>
    <w:lvl w:ilvl="8" w:tplc="DB329234" w:tentative="1">
      <w:start w:val="1"/>
      <w:numFmt w:val="bullet"/>
      <w:lvlText w:val=""/>
      <w:lvlJc w:val="left"/>
      <w:pPr>
        <w:ind w:left="6480" w:hanging="360"/>
      </w:pPr>
      <w:rPr>
        <w:rFonts w:ascii="Wingdings" w:hAnsi="Wingdings" w:hint="default"/>
      </w:rPr>
    </w:lvl>
  </w:abstractNum>
  <w:abstractNum w:abstractNumId="5">
    <w:nsid w:val="145006B7"/>
    <w:multiLevelType w:val="multilevel"/>
    <w:tmpl w:val="EDFA36F2"/>
    <w:lvl w:ilvl="0">
      <w:start w:val="2"/>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3.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FA941E2"/>
    <w:multiLevelType w:val="hybridMultilevel"/>
    <w:tmpl w:val="99967634"/>
    <w:lvl w:ilvl="0" w:tplc="2C0A0001">
      <w:start w:val="1"/>
      <w:numFmt w:val="bullet"/>
      <w:lvlText w:val=""/>
      <w:lvlJc w:val="left"/>
      <w:pPr>
        <w:tabs>
          <w:tab w:val="num" w:pos="720"/>
        </w:tabs>
        <w:ind w:left="720" w:hanging="360"/>
      </w:pPr>
      <w:rPr>
        <w:rFonts w:ascii="Symbol" w:hAnsi="Symbol" w:hint="default"/>
      </w:rPr>
    </w:lvl>
    <w:lvl w:ilvl="1" w:tplc="2C0A0003" w:tentative="1">
      <w:start w:val="1"/>
      <w:numFmt w:val="bullet"/>
      <w:lvlText w:val="o"/>
      <w:lvlJc w:val="left"/>
      <w:pPr>
        <w:tabs>
          <w:tab w:val="num" w:pos="1440"/>
        </w:tabs>
        <w:ind w:left="1440" w:hanging="360"/>
      </w:pPr>
      <w:rPr>
        <w:rFonts w:ascii="Courier New" w:hAnsi="Courier New" w:cs="Courier New" w:hint="default"/>
      </w:rPr>
    </w:lvl>
    <w:lvl w:ilvl="2" w:tplc="2C0A0005" w:tentative="1">
      <w:start w:val="1"/>
      <w:numFmt w:val="bullet"/>
      <w:lvlText w:val=""/>
      <w:lvlJc w:val="left"/>
      <w:pPr>
        <w:tabs>
          <w:tab w:val="num" w:pos="2160"/>
        </w:tabs>
        <w:ind w:left="2160" w:hanging="360"/>
      </w:pPr>
      <w:rPr>
        <w:rFonts w:ascii="Wingdings" w:hAnsi="Wingdings" w:hint="default"/>
      </w:rPr>
    </w:lvl>
    <w:lvl w:ilvl="3" w:tplc="2C0A0001" w:tentative="1">
      <w:start w:val="1"/>
      <w:numFmt w:val="bullet"/>
      <w:lvlText w:val=""/>
      <w:lvlJc w:val="left"/>
      <w:pPr>
        <w:tabs>
          <w:tab w:val="num" w:pos="2880"/>
        </w:tabs>
        <w:ind w:left="2880" w:hanging="360"/>
      </w:pPr>
      <w:rPr>
        <w:rFonts w:ascii="Symbol" w:hAnsi="Symbol" w:hint="default"/>
      </w:rPr>
    </w:lvl>
    <w:lvl w:ilvl="4" w:tplc="2C0A0003" w:tentative="1">
      <w:start w:val="1"/>
      <w:numFmt w:val="bullet"/>
      <w:lvlText w:val="o"/>
      <w:lvlJc w:val="left"/>
      <w:pPr>
        <w:tabs>
          <w:tab w:val="num" w:pos="3600"/>
        </w:tabs>
        <w:ind w:left="3600" w:hanging="360"/>
      </w:pPr>
      <w:rPr>
        <w:rFonts w:ascii="Courier New" w:hAnsi="Courier New" w:cs="Courier New" w:hint="default"/>
      </w:rPr>
    </w:lvl>
    <w:lvl w:ilvl="5" w:tplc="2C0A0005" w:tentative="1">
      <w:start w:val="1"/>
      <w:numFmt w:val="bullet"/>
      <w:lvlText w:val=""/>
      <w:lvlJc w:val="left"/>
      <w:pPr>
        <w:tabs>
          <w:tab w:val="num" w:pos="4320"/>
        </w:tabs>
        <w:ind w:left="4320" w:hanging="360"/>
      </w:pPr>
      <w:rPr>
        <w:rFonts w:ascii="Wingdings" w:hAnsi="Wingdings" w:hint="default"/>
      </w:rPr>
    </w:lvl>
    <w:lvl w:ilvl="6" w:tplc="2C0A0001" w:tentative="1">
      <w:start w:val="1"/>
      <w:numFmt w:val="bullet"/>
      <w:lvlText w:val=""/>
      <w:lvlJc w:val="left"/>
      <w:pPr>
        <w:tabs>
          <w:tab w:val="num" w:pos="5040"/>
        </w:tabs>
        <w:ind w:left="5040" w:hanging="360"/>
      </w:pPr>
      <w:rPr>
        <w:rFonts w:ascii="Symbol" w:hAnsi="Symbol" w:hint="default"/>
      </w:rPr>
    </w:lvl>
    <w:lvl w:ilvl="7" w:tplc="2C0A0003" w:tentative="1">
      <w:start w:val="1"/>
      <w:numFmt w:val="bullet"/>
      <w:lvlText w:val="o"/>
      <w:lvlJc w:val="left"/>
      <w:pPr>
        <w:tabs>
          <w:tab w:val="num" w:pos="5760"/>
        </w:tabs>
        <w:ind w:left="5760" w:hanging="360"/>
      </w:pPr>
      <w:rPr>
        <w:rFonts w:ascii="Courier New" w:hAnsi="Courier New" w:cs="Courier New" w:hint="default"/>
      </w:rPr>
    </w:lvl>
    <w:lvl w:ilvl="8" w:tplc="2C0A0005" w:tentative="1">
      <w:start w:val="1"/>
      <w:numFmt w:val="bullet"/>
      <w:lvlText w:val=""/>
      <w:lvlJc w:val="left"/>
      <w:pPr>
        <w:tabs>
          <w:tab w:val="num" w:pos="6480"/>
        </w:tabs>
        <w:ind w:left="6480" w:hanging="360"/>
      </w:pPr>
      <w:rPr>
        <w:rFonts w:ascii="Wingdings" w:hAnsi="Wingdings" w:hint="default"/>
      </w:rPr>
    </w:lvl>
  </w:abstractNum>
  <w:abstractNum w:abstractNumId="7">
    <w:nsid w:val="24173D4E"/>
    <w:multiLevelType w:val="multilevel"/>
    <w:tmpl w:val="CAB88442"/>
    <w:lvl w:ilvl="0">
      <w:start w:val="2"/>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3.%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4383873"/>
    <w:multiLevelType w:val="multilevel"/>
    <w:tmpl w:val="E17A9A32"/>
    <w:lvl w:ilvl="0">
      <w:start w:val="2"/>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3.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8D649D5"/>
    <w:multiLevelType w:val="hybridMultilevel"/>
    <w:tmpl w:val="624A3044"/>
    <w:lvl w:ilvl="0" w:tplc="08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nsid w:val="2FBE4C3E"/>
    <w:multiLevelType w:val="hybridMultilevel"/>
    <w:tmpl w:val="DE641D94"/>
    <w:lvl w:ilvl="0" w:tplc="0C0A0019">
      <w:start w:val="1"/>
      <w:numFmt w:val="lowerLetter"/>
      <w:lvlText w:val="%1."/>
      <w:lvlJc w:val="left"/>
      <w:pPr>
        <w:ind w:left="1440" w:hanging="360"/>
      </w:pPr>
      <w:rPr>
        <w:rFonts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31873F73"/>
    <w:multiLevelType w:val="hybridMultilevel"/>
    <w:tmpl w:val="72AA4118"/>
    <w:lvl w:ilvl="0" w:tplc="ACA48570">
      <w:start w:val="1"/>
      <w:numFmt w:val="decimal"/>
      <w:lvlText w:val="%1."/>
      <w:lvlJc w:val="left"/>
      <w:pPr>
        <w:ind w:left="720" w:hanging="360"/>
      </w:pPr>
      <w:rPr>
        <w:rFonts w:ascii="Calibri" w:eastAsia="Times New Roman" w:hAnsi="Calibri" w:cs="Times New Roman"/>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nsid w:val="34F4459F"/>
    <w:multiLevelType w:val="hybridMultilevel"/>
    <w:tmpl w:val="EC729372"/>
    <w:lvl w:ilvl="0" w:tplc="5986E5A8">
      <w:start w:val="1"/>
      <w:numFmt w:val="decimal"/>
      <w:lvlText w:val="%1-"/>
      <w:lvlJc w:val="left"/>
      <w:pPr>
        <w:ind w:left="417" w:hanging="360"/>
      </w:pPr>
      <w:rPr>
        <w:rFonts w:eastAsia="Calibri" w:hint="default"/>
      </w:rPr>
    </w:lvl>
    <w:lvl w:ilvl="1" w:tplc="2C0A0019" w:tentative="1">
      <w:start w:val="1"/>
      <w:numFmt w:val="lowerLetter"/>
      <w:lvlText w:val="%2."/>
      <w:lvlJc w:val="left"/>
      <w:pPr>
        <w:ind w:left="1137" w:hanging="360"/>
      </w:pPr>
    </w:lvl>
    <w:lvl w:ilvl="2" w:tplc="2C0A001B" w:tentative="1">
      <w:start w:val="1"/>
      <w:numFmt w:val="lowerRoman"/>
      <w:lvlText w:val="%3."/>
      <w:lvlJc w:val="right"/>
      <w:pPr>
        <w:ind w:left="1857" w:hanging="180"/>
      </w:pPr>
    </w:lvl>
    <w:lvl w:ilvl="3" w:tplc="2C0A000F" w:tentative="1">
      <w:start w:val="1"/>
      <w:numFmt w:val="decimal"/>
      <w:lvlText w:val="%4."/>
      <w:lvlJc w:val="left"/>
      <w:pPr>
        <w:ind w:left="2577" w:hanging="360"/>
      </w:pPr>
    </w:lvl>
    <w:lvl w:ilvl="4" w:tplc="2C0A0019" w:tentative="1">
      <w:start w:val="1"/>
      <w:numFmt w:val="lowerLetter"/>
      <w:lvlText w:val="%5."/>
      <w:lvlJc w:val="left"/>
      <w:pPr>
        <w:ind w:left="3297" w:hanging="360"/>
      </w:pPr>
    </w:lvl>
    <w:lvl w:ilvl="5" w:tplc="2C0A001B" w:tentative="1">
      <w:start w:val="1"/>
      <w:numFmt w:val="lowerRoman"/>
      <w:lvlText w:val="%6."/>
      <w:lvlJc w:val="right"/>
      <w:pPr>
        <w:ind w:left="4017" w:hanging="180"/>
      </w:pPr>
    </w:lvl>
    <w:lvl w:ilvl="6" w:tplc="2C0A000F" w:tentative="1">
      <w:start w:val="1"/>
      <w:numFmt w:val="decimal"/>
      <w:lvlText w:val="%7."/>
      <w:lvlJc w:val="left"/>
      <w:pPr>
        <w:ind w:left="4737" w:hanging="360"/>
      </w:pPr>
    </w:lvl>
    <w:lvl w:ilvl="7" w:tplc="2C0A0019" w:tentative="1">
      <w:start w:val="1"/>
      <w:numFmt w:val="lowerLetter"/>
      <w:lvlText w:val="%8."/>
      <w:lvlJc w:val="left"/>
      <w:pPr>
        <w:ind w:left="5457" w:hanging="360"/>
      </w:pPr>
    </w:lvl>
    <w:lvl w:ilvl="8" w:tplc="2C0A001B" w:tentative="1">
      <w:start w:val="1"/>
      <w:numFmt w:val="lowerRoman"/>
      <w:lvlText w:val="%9."/>
      <w:lvlJc w:val="right"/>
      <w:pPr>
        <w:ind w:left="6177" w:hanging="180"/>
      </w:pPr>
    </w:lvl>
  </w:abstractNum>
  <w:abstractNum w:abstractNumId="13">
    <w:nsid w:val="35332FD0"/>
    <w:multiLevelType w:val="hybridMultilevel"/>
    <w:tmpl w:val="D372714C"/>
    <w:lvl w:ilvl="0" w:tplc="080A0017">
      <w:start w:val="1"/>
      <w:numFmt w:val="lowerLetter"/>
      <w:lvlText w:val="%1)"/>
      <w:lvlJc w:val="left"/>
      <w:pPr>
        <w:ind w:left="720" w:hanging="360"/>
      </w:pPr>
      <w:rPr>
        <w:rFonts w:hint="default"/>
      </w:rPr>
    </w:lvl>
    <w:lvl w:ilvl="1" w:tplc="1C265D9C" w:tentative="1">
      <w:start w:val="1"/>
      <w:numFmt w:val="lowerLetter"/>
      <w:lvlText w:val="%2."/>
      <w:lvlJc w:val="left"/>
      <w:pPr>
        <w:ind w:left="1440" w:hanging="360"/>
      </w:pPr>
    </w:lvl>
    <w:lvl w:ilvl="2" w:tplc="8CC002E8" w:tentative="1">
      <w:start w:val="1"/>
      <w:numFmt w:val="lowerRoman"/>
      <w:lvlText w:val="%3."/>
      <w:lvlJc w:val="right"/>
      <w:pPr>
        <w:ind w:left="2160" w:hanging="180"/>
      </w:pPr>
    </w:lvl>
    <w:lvl w:ilvl="3" w:tplc="EB2C86DA" w:tentative="1">
      <w:start w:val="1"/>
      <w:numFmt w:val="decimal"/>
      <w:lvlText w:val="%4."/>
      <w:lvlJc w:val="left"/>
      <w:pPr>
        <w:ind w:left="2880" w:hanging="360"/>
      </w:pPr>
    </w:lvl>
    <w:lvl w:ilvl="4" w:tplc="BA82B664" w:tentative="1">
      <w:start w:val="1"/>
      <w:numFmt w:val="lowerLetter"/>
      <w:lvlText w:val="%5."/>
      <w:lvlJc w:val="left"/>
      <w:pPr>
        <w:ind w:left="3600" w:hanging="360"/>
      </w:pPr>
    </w:lvl>
    <w:lvl w:ilvl="5" w:tplc="B3B83350" w:tentative="1">
      <w:start w:val="1"/>
      <w:numFmt w:val="lowerRoman"/>
      <w:lvlText w:val="%6."/>
      <w:lvlJc w:val="right"/>
      <w:pPr>
        <w:ind w:left="4320" w:hanging="180"/>
      </w:pPr>
    </w:lvl>
    <w:lvl w:ilvl="6" w:tplc="C9BCD6DE" w:tentative="1">
      <w:start w:val="1"/>
      <w:numFmt w:val="decimal"/>
      <w:lvlText w:val="%7."/>
      <w:lvlJc w:val="left"/>
      <w:pPr>
        <w:ind w:left="5040" w:hanging="360"/>
      </w:pPr>
    </w:lvl>
    <w:lvl w:ilvl="7" w:tplc="A7B8E646" w:tentative="1">
      <w:start w:val="1"/>
      <w:numFmt w:val="lowerLetter"/>
      <w:lvlText w:val="%8."/>
      <w:lvlJc w:val="left"/>
      <w:pPr>
        <w:ind w:left="5760" w:hanging="360"/>
      </w:pPr>
    </w:lvl>
    <w:lvl w:ilvl="8" w:tplc="8E8886E4" w:tentative="1">
      <w:start w:val="1"/>
      <w:numFmt w:val="lowerRoman"/>
      <w:lvlText w:val="%9."/>
      <w:lvlJc w:val="right"/>
      <w:pPr>
        <w:ind w:left="6480" w:hanging="180"/>
      </w:pPr>
    </w:lvl>
  </w:abstractNum>
  <w:abstractNum w:abstractNumId="14">
    <w:nsid w:val="381248E0"/>
    <w:multiLevelType w:val="hybridMultilevel"/>
    <w:tmpl w:val="E34A37A2"/>
    <w:lvl w:ilvl="0" w:tplc="0616CFB8">
      <w:start w:val="1"/>
      <w:numFmt w:val="lowerLetter"/>
      <w:lvlText w:val="%1."/>
      <w:lvlJc w:val="left"/>
      <w:pPr>
        <w:ind w:left="2204"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5">
    <w:nsid w:val="3BE466B3"/>
    <w:multiLevelType w:val="hybridMultilevel"/>
    <w:tmpl w:val="4036C8FC"/>
    <w:lvl w:ilvl="0" w:tplc="2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3C8861B4"/>
    <w:multiLevelType w:val="hybridMultilevel"/>
    <w:tmpl w:val="0F126AB4"/>
    <w:lvl w:ilvl="0" w:tplc="3A7ADB0A">
      <w:start w:val="1"/>
      <w:numFmt w:val="lowerLetter"/>
      <w:lvlText w:val="%1."/>
      <w:lvlJc w:val="left"/>
      <w:pPr>
        <w:ind w:left="1004" w:hanging="360"/>
      </w:pPr>
      <w:rPr>
        <w:rFonts w:hint="default"/>
      </w:rPr>
    </w:lvl>
    <w:lvl w:ilvl="1" w:tplc="040A0019">
      <w:start w:val="1"/>
      <w:numFmt w:val="lowerLetter"/>
      <w:lvlText w:val="%2."/>
      <w:lvlJc w:val="left"/>
      <w:pPr>
        <w:ind w:left="1724" w:hanging="360"/>
      </w:pPr>
    </w:lvl>
    <w:lvl w:ilvl="2" w:tplc="040A001B" w:tentative="1">
      <w:start w:val="1"/>
      <w:numFmt w:val="lowerRoman"/>
      <w:lvlText w:val="%3."/>
      <w:lvlJc w:val="right"/>
      <w:pPr>
        <w:ind w:left="2444" w:hanging="180"/>
      </w:pPr>
    </w:lvl>
    <w:lvl w:ilvl="3" w:tplc="040A000F" w:tentative="1">
      <w:start w:val="1"/>
      <w:numFmt w:val="decimal"/>
      <w:lvlText w:val="%4."/>
      <w:lvlJc w:val="left"/>
      <w:pPr>
        <w:ind w:left="3164" w:hanging="360"/>
      </w:pPr>
    </w:lvl>
    <w:lvl w:ilvl="4" w:tplc="040A0019" w:tentative="1">
      <w:start w:val="1"/>
      <w:numFmt w:val="lowerLetter"/>
      <w:lvlText w:val="%5."/>
      <w:lvlJc w:val="left"/>
      <w:pPr>
        <w:ind w:left="3884" w:hanging="360"/>
      </w:pPr>
    </w:lvl>
    <w:lvl w:ilvl="5" w:tplc="040A001B" w:tentative="1">
      <w:start w:val="1"/>
      <w:numFmt w:val="lowerRoman"/>
      <w:lvlText w:val="%6."/>
      <w:lvlJc w:val="right"/>
      <w:pPr>
        <w:ind w:left="4604" w:hanging="180"/>
      </w:pPr>
    </w:lvl>
    <w:lvl w:ilvl="6" w:tplc="040A000F" w:tentative="1">
      <w:start w:val="1"/>
      <w:numFmt w:val="decimal"/>
      <w:lvlText w:val="%7."/>
      <w:lvlJc w:val="left"/>
      <w:pPr>
        <w:ind w:left="5324" w:hanging="360"/>
      </w:pPr>
    </w:lvl>
    <w:lvl w:ilvl="7" w:tplc="040A0019" w:tentative="1">
      <w:start w:val="1"/>
      <w:numFmt w:val="lowerLetter"/>
      <w:lvlText w:val="%8."/>
      <w:lvlJc w:val="left"/>
      <w:pPr>
        <w:ind w:left="6044" w:hanging="360"/>
      </w:pPr>
    </w:lvl>
    <w:lvl w:ilvl="8" w:tplc="040A001B" w:tentative="1">
      <w:start w:val="1"/>
      <w:numFmt w:val="lowerRoman"/>
      <w:lvlText w:val="%9."/>
      <w:lvlJc w:val="right"/>
      <w:pPr>
        <w:ind w:left="6764" w:hanging="180"/>
      </w:pPr>
    </w:lvl>
  </w:abstractNum>
  <w:abstractNum w:abstractNumId="17">
    <w:nsid w:val="42671B0A"/>
    <w:multiLevelType w:val="hybridMultilevel"/>
    <w:tmpl w:val="24A88906"/>
    <w:lvl w:ilvl="0" w:tplc="26FCFD24">
      <w:start w:val="1"/>
      <w:numFmt w:val="upperLetter"/>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42B85BFA"/>
    <w:multiLevelType w:val="hybridMultilevel"/>
    <w:tmpl w:val="A1DAD1C4"/>
    <w:lvl w:ilvl="0" w:tplc="70B421F4">
      <w:start w:val="1"/>
      <w:numFmt w:val="decimal"/>
      <w:lvlText w:val="%1."/>
      <w:lvlJc w:val="righ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449B4296"/>
    <w:multiLevelType w:val="multilevel"/>
    <w:tmpl w:val="2C0A001F"/>
    <w:styleLink w:val="Estilo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8DD1C66"/>
    <w:multiLevelType w:val="hybridMultilevel"/>
    <w:tmpl w:val="3EBC1880"/>
    <w:lvl w:ilvl="0" w:tplc="2C0A0017">
      <w:start w:val="1"/>
      <w:numFmt w:val="lowerLetter"/>
      <w:lvlText w:val="%1)"/>
      <w:lvlJc w:val="left"/>
      <w:pPr>
        <w:ind w:left="720" w:hanging="360"/>
      </w:pPr>
      <w:rPr>
        <w:rFonts w:hint="default"/>
      </w:rPr>
    </w:lvl>
    <w:lvl w:ilvl="1" w:tplc="2C0A0019" w:tentative="1">
      <w:start w:val="1"/>
      <w:numFmt w:val="bullet"/>
      <w:lvlText w:val="o"/>
      <w:lvlJc w:val="left"/>
      <w:pPr>
        <w:ind w:left="1440" w:hanging="360"/>
      </w:pPr>
      <w:rPr>
        <w:rFonts w:ascii="Courier New" w:hAnsi="Courier New" w:cs="Courier New" w:hint="default"/>
      </w:rPr>
    </w:lvl>
    <w:lvl w:ilvl="2" w:tplc="2C0A001B" w:tentative="1">
      <w:start w:val="1"/>
      <w:numFmt w:val="bullet"/>
      <w:lvlText w:val=""/>
      <w:lvlJc w:val="left"/>
      <w:pPr>
        <w:ind w:left="2160" w:hanging="360"/>
      </w:pPr>
      <w:rPr>
        <w:rFonts w:ascii="Wingdings" w:hAnsi="Wingdings" w:hint="default"/>
      </w:rPr>
    </w:lvl>
    <w:lvl w:ilvl="3" w:tplc="2C0A000F" w:tentative="1">
      <w:start w:val="1"/>
      <w:numFmt w:val="bullet"/>
      <w:lvlText w:val=""/>
      <w:lvlJc w:val="left"/>
      <w:pPr>
        <w:ind w:left="2880" w:hanging="360"/>
      </w:pPr>
      <w:rPr>
        <w:rFonts w:ascii="Symbol" w:hAnsi="Symbol" w:hint="default"/>
      </w:rPr>
    </w:lvl>
    <w:lvl w:ilvl="4" w:tplc="2C0A0019" w:tentative="1">
      <w:start w:val="1"/>
      <w:numFmt w:val="bullet"/>
      <w:lvlText w:val="o"/>
      <w:lvlJc w:val="left"/>
      <w:pPr>
        <w:ind w:left="3600" w:hanging="360"/>
      </w:pPr>
      <w:rPr>
        <w:rFonts w:ascii="Courier New" w:hAnsi="Courier New" w:cs="Courier New" w:hint="default"/>
      </w:rPr>
    </w:lvl>
    <w:lvl w:ilvl="5" w:tplc="2C0A001B" w:tentative="1">
      <w:start w:val="1"/>
      <w:numFmt w:val="bullet"/>
      <w:lvlText w:val=""/>
      <w:lvlJc w:val="left"/>
      <w:pPr>
        <w:ind w:left="4320" w:hanging="360"/>
      </w:pPr>
      <w:rPr>
        <w:rFonts w:ascii="Wingdings" w:hAnsi="Wingdings" w:hint="default"/>
      </w:rPr>
    </w:lvl>
    <w:lvl w:ilvl="6" w:tplc="2C0A000F" w:tentative="1">
      <w:start w:val="1"/>
      <w:numFmt w:val="bullet"/>
      <w:lvlText w:val=""/>
      <w:lvlJc w:val="left"/>
      <w:pPr>
        <w:ind w:left="5040" w:hanging="360"/>
      </w:pPr>
      <w:rPr>
        <w:rFonts w:ascii="Symbol" w:hAnsi="Symbol" w:hint="default"/>
      </w:rPr>
    </w:lvl>
    <w:lvl w:ilvl="7" w:tplc="2C0A0019" w:tentative="1">
      <w:start w:val="1"/>
      <w:numFmt w:val="bullet"/>
      <w:lvlText w:val="o"/>
      <w:lvlJc w:val="left"/>
      <w:pPr>
        <w:ind w:left="5760" w:hanging="360"/>
      </w:pPr>
      <w:rPr>
        <w:rFonts w:ascii="Courier New" w:hAnsi="Courier New" w:cs="Courier New" w:hint="default"/>
      </w:rPr>
    </w:lvl>
    <w:lvl w:ilvl="8" w:tplc="2C0A001B" w:tentative="1">
      <w:start w:val="1"/>
      <w:numFmt w:val="bullet"/>
      <w:lvlText w:val=""/>
      <w:lvlJc w:val="left"/>
      <w:pPr>
        <w:ind w:left="6480" w:hanging="360"/>
      </w:pPr>
      <w:rPr>
        <w:rFonts w:ascii="Wingdings" w:hAnsi="Wingdings" w:hint="default"/>
      </w:rPr>
    </w:lvl>
  </w:abstractNum>
  <w:abstractNum w:abstractNumId="21">
    <w:nsid w:val="506F03C3"/>
    <w:multiLevelType w:val="hybridMultilevel"/>
    <w:tmpl w:val="EC729372"/>
    <w:lvl w:ilvl="0" w:tplc="5986E5A8">
      <w:start w:val="1"/>
      <w:numFmt w:val="decimal"/>
      <w:lvlText w:val="%1-"/>
      <w:lvlJc w:val="left"/>
      <w:pPr>
        <w:ind w:left="417" w:hanging="360"/>
      </w:pPr>
      <w:rPr>
        <w:rFonts w:eastAsia="Calibri" w:hint="default"/>
      </w:rPr>
    </w:lvl>
    <w:lvl w:ilvl="1" w:tplc="2C0A0019" w:tentative="1">
      <w:start w:val="1"/>
      <w:numFmt w:val="lowerLetter"/>
      <w:lvlText w:val="%2."/>
      <w:lvlJc w:val="left"/>
      <w:pPr>
        <w:ind w:left="1137" w:hanging="360"/>
      </w:pPr>
    </w:lvl>
    <w:lvl w:ilvl="2" w:tplc="2C0A001B" w:tentative="1">
      <w:start w:val="1"/>
      <w:numFmt w:val="lowerRoman"/>
      <w:lvlText w:val="%3."/>
      <w:lvlJc w:val="right"/>
      <w:pPr>
        <w:ind w:left="1857" w:hanging="180"/>
      </w:pPr>
    </w:lvl>
    <w:lvl w:ilvl="3" w:tplc="2C0A000F" w:tentative="1">
      <w:start w:val="1"/>
      <w:numFmt w:val="decimal"/>
      <w:lvlText w:val="%4."/>
      <w:lvlJc w:val="left"/>
      <w:pPr>
        <w:ind w:left="2577" w:hanging="360"/>
      </w:pPr>
    </w:lvl>
    <w:lvl w:ilvl="4" w:tplc="2C0A0019" w:tentative="1">
      <w:start w:val="1"/>
      <w:numFmt w:val="lowerLetter"/>
      <w:lvlText w:val="%5."/>
      <w:lvlJc w:val="left"/>
      <w:pPr>
        <w:ind w:left="3297" w:hanging="360"/>
      </w:pPr>
    </w:lvl>
    <w:lvl w:ilvl="5" w:tplc="2C0A001B" w:tentative="1">
      <w:start w:val="1"/>
      <w:numFmt w:val="lowerRoman"/>
      <w:lvlText w:val="%6."/>
      <w:lvlJc w:val="right"/>
      <w:pPr>
        <w:ind w:left="4017" w:hanging="180"/>
      </w:pPr>
    </w:lvl>
    <w:lvl w:ilvl="6" w:tplc="2C0A000F" w:tentative="1">
      <w:start w:val="1"/>
      <w:numFmt w:val="decimal"/>
      <w:lvlText w:val="%7."/>
      <w:lvlJc w:val="left"/>
      <w:pPr>
        <w:ind w:left="4737" w:hanging="360"/>
      </w:pPr>
    </w:lvl>
    <w:lvl w:ilvl="7" w:tplc="2C0A0019" w:tentative="1">
      <w:start w:val="1"/>
      <w:numFmt w:val="lowerLetter"/>
      <w:lvlText w:val="%8."/>
      <w:lvlJc w:val="left"/>
      <w:pPr>
        <w:ind w:left="5457" w:hanging="360"/>
      </w:pPr>
    </w:lvl>
    <w:lvl w:ilvl="8" w:tplc="2C0A001B" w:tentative="1">
      <w:start w:val="1"/>
      <w:numFmt w:val="lowerRoman"/>
      <w:lvlText w:val="%9."/>
      <w:lvlJc w:val="right"/>
      <w:pPr>
        <w:ind w:left="6177" w:hanging="180"/>
      </w:pPr>
    </w:lvl>
  </w:abstractNum>
  <w:abstractNum w:abstractNumId="22">
    <w:nsid w:val="529B482A"/>
    <w:multiLevelType w:val="multilevel"/>
    <w:tmpl w:val="7618D852"/>
    <w:lvl w:ilvl="0">
      <w:start w:val="2"/>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52FB2C72"/>
    <w:multiLevelType w:val="hybridMultilevel"/>
    <w:tmpl w:val="7C86A02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4">
    <w:nsid w:val="61793CC7"/>
    <w:multiLevelType w:val="hybridMultilevel"/>
    <w:tmpl w:val="99CCB6F8"/>
    <w:lvl w:ilvl="0" w:tplc="28D84AB6">
      <w:start w:val="1"/>
      <w:numFmt w:val="lowerLetter"/>
      <w:lvlText w:val="%1."/>
      <w:lvlJc w:val="left"/>
      <w:pPr>
        <w:ind w:left="720" w:hanging="360"/>
      </w:pPr>
      <w:rPr>
        <w:rFonts w:hint="default"/>
        <w:color w:val="auto"/>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5">
    <w:nsid w:val="6F304343"/>
    <w:multiLevelType w:val="multilevel"/>
    <w:tmpl w:val="78BC61FC"/>
    <w:lvl w:ilvl="0">
      <w:start w:val="1"/>
      <w:numFmt w:val="upperRoman"/>
      <w:lvlText w:val="%1."/>
      <w:lvlJc w:val="right"/>
      <w:pPr>
        <w:ind w:left="720" w:hanging="360"/>
      </w:pPr>
    </w:lvl>
    <w:lvl w:ilvl="1">
      <w:start w:val="2"/>
      <w:numFmt w:val="decimal"/>
      <w:isLgl/>
      <w:lvlText w:val="%1.%2"/>
      <w:lvlJc w:val="left"/>
      <w:pPr>
        <w:ind w:left="1227" w:hanging="48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241" w:hanging="720"/>
      </w:pPr>
      <w:rPr>
        <w:rFonts w:hint="default"/>
      </w:rPr>
    </w:lvl>
    <w:lvl w:ilvl="4">
      <w:start w:val="1"/>
      <w:numFmt w:val="decimal"/>
      <w:isLgl/>
      <w:lvlText w:val="%1.%2.%3.%4.%5"/>
      <w:lvlJc w:val="left"/>
      <w:pPr>
        <w:ind w:left="2988" w:hanging="1080"/>
      </w:pPr>
      <w:rPr>
        <w:rFonts w:hint="default"/>
      </w:rPr>
    </w:lvl>
    <w:lvl w:ilvl="5">
      <w:start w:val="1"/>
      <w:numFmt w:val="decimal"/>
      <w:isLgl/>
      <w:lvlText w:val="%1.%2.%3.%4.%5.%6"/>
      <w:lvlJc w:val="left"/>
      <w:pPr>
        <w:ind w:left="3375" w:hanging="1080"/>
      </w:pPr>
      <w:rPr>
        <w:rFonts w:hint="default"/>
      </w:rPr>
    </w:lvl>
    <w:lvl w:ilvl="6">
      <w:start w:val="1"/>
      <w:numFmt w:val="decimal"/>
      <w:isLgl/>
      <w:lvlText w:val="%1.%2.%3.%4.%5.%6.%7"/>
      <w:lvlJc w:val="left"/>
      <w:pPr>
        <w:ind w:left="4122" w:hanging="1440"/>
      </w:pPr>
      <w:rPr>
        <w:rFonts w:hint="default"/>
      </w:rPr>
    </w:lvl>
    <w:lvl w:ilvl="7">
      <w:start w:val="1"/>
      <w:numFmt w:val="decimal"/>
      <w:isLgl/>
      <w:lvlText w:val="%1.%2.%3.%4.%5.%6.%7.%8"/>
      <w:lvlJc w:val="left"/>
      <w:pPr>
        <w:ind w:left="4509" w:hanging="1440"/>
      </w:pPr>
      <w:rPr>
        <w:rFonts w:hint="default"/>
      </w:rPr>
    </w:lvl>
    <w:lvl w:ilvl="8">
      <w:start w:val="1"/>
      <w:numFmt w:val="decimal"/>
      <w:isLgl/>
      <w:lvlText w:val="%1.%2.%3.%4.%5.%6.%7.%8.%9"/>
      <w:lvlJc w:val="left"/>
      <w:pPr>
        <w:ind w:left="5256" w:hanging="1800"/>
      </w:pPr>
      <w:rPr>
        <w:rFonts w:hint="default"/>
      </w:rPr>
    </w:lvl>
  </w:abstractNum>
  <w:abstractNum w:abstractNumId="26">
    <w:nsid w:val="70733944"/>
    <w:multiLevelType w:val="hybridMultilevel"/>
    <w:tmpl w:val="A4D63882"/>
    <w:lvl w:ilvl="0" w:tplc="23DE56FC">
      <w:start w:val="1"/>
      <w:numFmt w:val="lowerLetter"/>
      <w:lvlText w:val="%1."/>
      <w:lvlJc w:val="left"/>
      <w:pPr>
        <w:ind w:left="786" w:hanging="360"/>
      </w:pPr>
      <w:rPr>
        <w:rFonts w:hint="default"/>
        <w:color w:val="auto"/>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79533851"/>
    <w:multiLevelType w:val="hybridMultilevel"/>
    <w:tmpl w:val="73343054"/>
    <w:lvl w:ilvl="0" w:tplc="08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8">
    <w:nsid w:val="7F4A1B83"/>
    <w:multiLevelType w:val="hybridMultilevel"/>
    <w:tmpl w:val="6CB03E16"/>
    <w:lvl w:ilvl="0" w:tplc="2C0A0019">
      <w:start w:val="1"/>
      <w:numFmt w:val="lowerLetter"/>
      <w:lvlText w:val="%1."/>
      <w:lvlJc w:val="left"/>
      <w:pPr>
        <w:ind w:left="2204" w:hanging="360"/>
      </w:pPr>
    </w:lvl>
    <w:lvl w:ilvl="1" w:tplc="0C0A0019" w:tentative="1">
      <w:start w:val="1"/>
      <w:numFmt w:val="lowerLetter"/>
      <w:lvlText w:val="%2."/>
      <w:lvlJc w:val="left"/>
      <w:pPr>
        <w:ind w:left="2924" w:hanging="360"/>
      </w:pPr>
    </w:lvl>
    <w:lvl w:ilvl="2" w:tplc="0C0A001B" w:tentative="1">
      <w:start w:val="1"/>
      <w:numFmt w:val="lowerRoman"/>
      <w:lvlText w:val="%3."/>
      <w:lvlJc w:val="right"/>
      <w:pPr>
        <w:ind w:left="3644" w:hanging="180"/>
      </w:pPr>
    </w:lvl>
    <w:lvl w:ilvl="3" w:tplc="0C0A000F" w:tentative="1">
      <w:start w:val="1"/>
      <w:numFmt w:val="decimal"/>
      <w:lvlText w:val="%4."/>
      <w:lvlJc w:val="left"/>
      <w:pPr>
        <w:ind w:left="4364" w:hanging="360"/>
      </w:pPr>
    </w:lvl>
    <w:lvl w:ilvl="4" w:tplc="0C0A0019" w:tentative="1">
      <w:start w:val="1"/>
      <w:numFmt w:val="lowerLetter"/>
      <w:lvlText w:val="%5."/>
      <w:lvlJc w:val="left"/>
      <w:pPr>
        <w:ind w:left="5084" w:hanging="360"/>
      </w:pPr>
    </w:lvl>
    <w:lvl w:ilvl="5" w:tplc="0C0A001B" w:tentative="1">
      <w:start w:val="1"/>
      <w:numFmt w:val="lowerRoman"/>
      <w:lvlText w:val="%6."/>
      <w:lvlJc w:val="right"/>
      <w:pPr>
        <w:ind w:left="5804" w:hanging="180"/>
      </w:pPr>
    </w:lvl>
    <w:lvl w:ilvl="6" w:tplc="0C0A000F" w:tentative="1">
      <w:start w:val="1"/>
      <w:numFmt w:val="decimal"/>
      <w:lvlText w:val="%7."/>
      <w:lvlJc w:val="left"/>
      <w:pPr>
        <w:ind w:left="6524" w:hanging="360"/>
      </w:pPr>
    </w:lvl>
    <w:lvl w:ilvl="7" w:tplc="0C0A0019" w:tentative="1">
      <w:start w:val="1"/>
      <w:numFmt w:val="lowerLetter"/>
      <w:lvlText w:val="%8."/>
      <w:lvlJc w:val="left"/>
      <w:pPr>
        <w:ind w:left="7244" w:hanging="360"/>
      </w:pPr>
    </w:lvl>
    <w:lvl w:ilvl="8" w:tplc="0C0A001B" w:tentative="1">
      <w:start w:val="1"/>
      <w:numFmt w:val="lowerRoman"/>
      <w:lvlText w:val="%9."/>
      <w:lvlJc w:val="right"/>
      <w:pPr>
        <w:ind w:left="7964" w:hanging="180"/>
      </w:pPr>
    </w:lvl>
  </w:abstractNum>
  <w:num w:numId="1">
    <w:abstractNumId w:val="3"/>
  </w:num>
  <w:num w:numId="2">
    <w:abstractNumId w:val="1"/>
  </w:num>
  <w:num w:numId="3">
    <w:abstractNumId w:val="19"/>
  </w:num>
  <w:num w:numId="4">
    <w:abstractNumId w:val="6"/>
  </w:num>
  <w:num w:numId="5">
    <w:abstractNumId w:val="16"/>
  </w:num>
  <w:num w:numId="6">
    <w:abstractNumId w:val="18"/>
  </w:num>
  <w:num w:numId="7">
    <w:abstractNumId w:val="25"/>
  </w:num>
  <w:num w:numId="8">
    <w:abstractNumId w:val="20"/>
  </w:num>
  <w:num w:numId="9">
    <w:abstractNumId w:val="23"/>
  </w:num>
  <w:num w:numId="10">
    <w:abstractNumId w:val="15"/>
  </w:num>
  <w:num w:numId="11">
    <w:abstractNumId w:val="28"/>
  </w:num>
  <w:num w:numId="12">
    <w:abstractNumId w:val="24"/>
  </w:num>
  <w:num w:numId="13">
    <w:abstractNumId w:val="13"/>
  </w:num>
  <w:num w:numId="14">
    <w:abstractNumId w:val="10"/>
  </w:num>
  <w:num w:numId="15">
    <w:abstractNumId w:val="22"/>
  </w:num>
  <w:num w:numId="16">
    <w:abstractNumId w:val="7"/>
  </w:num>
  <w:num w:numId="17">
    <w:abstractNumId w:val="5"/>
  </w:num>
  <w:num w:numId="18">
    <w:abstractNumId w:val="8"/>
  </w:num>
  <w:num w:numId="19">
    <w:abstractNumId w:val="9"/>
  </w:num>
  <w:num w:numId="20">
    <w:abstractNumId w:val="27"/>
  </w:num>
  <w:num w:numId="21">
    <w:abstractNumId w:val="2"/>
  </w:num>
  <w:num w:numId="22">
    <w:abstractNumId w:val="0"/>
  </w:num>
  <w:num w:numId="23">
    <w:abstractNumId w:val="11"/>
  </w:num>
  <w:num w:numId="24">
    <w:abstractNumId w:val="21"/>
  </w:num>
  <w:num w:numId="25">
    <w:abstractNumId w:val="12"/>
  </w:num>
  <w:num w:numId="26">
    <w:abstractNumId w:val="17"/>
  </w:num>
  <w:num w:numId="27">
    <w:abstractNumId w:val="26"/>
  </w:num>
  <w:num w:numId="28">
    <w:abstractNumId w:val="14"/>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activeWritingStyle w:appName="MSWord" w:lang="es-AR" w:vendorID="9" w:dllVersion="512" w:checkStyle="1"/>
  <w:activeWritingStyle w:appName="MSWord" w:lang="pt-BR" w:vendorID="1" w:dllVersion="513" w:checkStyle="1"/>
  <w:attachedTemplate r:id="rId1"/>
  <w:stylePaneFormatFilter w:val="3001"/>
  <w:defaultTabStop w:val="709"/>
  <w:hyphenationZone w:val="425"/>
  <w:drawingGridHorizontalSpacing w:val="110"/>
  <w:displayHorizontalDrawingGridEvery w:val="0"/>
  <w:displayVerticalDrawingGridEvery w:val="0"/>
  <w:noPunctuationKerning/>
  <w:characterSpacingControl w:val="doNotCompress"/>
  <w:hdrShapeDefaults>
    <o:shapedefaults v:ext="edit" spidmax="6146"/>
  </w:hdrShapeDefaults>
  <w:footnotePr>
    <w:footnote w:id="0"/>
    <w:footnote w:id="1"/>
  </w:footnotePr>
  <w:endnotePr>
    <w:endnote w:id="0"/>
    <w:endnote w:id="1"/>
  </w:endnotePr>
  <w:compat/>
  <w:rsids>
    <w:rsidRoot w:val="007C64B0"/>
    <w:rsid w:val="00000B8C"/>
    <w:rsid w:val="00003754"/>
    <w:rsid w:val="00005B93"/>
    <w:rsid w:val="00006BC1"/>
    <w:rsid w:val="0000706F"/>
    <w:rsid w:val="00010839"/>
    <w:rsid w:val="00010DD8"/>
    <w:rsid w:val="0001183B"/>
    <w:rsid w:val="00011EAD"/>
    <w:rsid w:val="000131E0"/>
    <w:rsid w:val="00013370"/>
    <w:rsid w:val="000137C8"/>
    <w:rsid w:val="000149DD"/>
    <w:rsid w:val="00014E0A"/>
    <w:rsid w:val="00015121"/>
    <w:rsid w:val="00016A6A"/>
    <w:rsid w:val="00017569"/>
    <w:rsid w:val="00020268"/>
    <w:rsid w:val="000203B8"/>
    <w:rsid w:val="00021B26"/>
    <w:rsid w:val="00022739"/>
    <w:rsid w:val="00022755"/>
    <w:rsid w:val="0002351D"/>
    <w:rsid w:val="00024250"/>
    <w:rsid w:val="000247FC"/>
    <w:rsid w:val="00024F3F"/>
    <w:rsid w:val="0002512B"/>
    <w:rsid w:val="0002554B"/>
    <w:rsid w:val="00025AB1"/>
    <w:rsid w:val="00025F33"/>
    <w:rsid w:val="0003107A"/>
    <w:rsid w:val="00032A25"/>
    <w:rsid w:val="00032DEC"/>
    <w:rsid w:val="00033626"/>
    <w:rsid w:val="00036A42"/>
    <w:rsid w:val="00037341"/>
    <w:rsid w:val="00037494"/>
    <w:rsid w:val="00037D42"/>
    <w:rsid w:val="00040071"/>
    <w:rsid w:val="00040ADE"/>
    <w:rsid w:val="000415D0"/>
    <w:rsid w:val="00041608"/>
    <w:rsid w:val="000417A4"/>
    <w:rsid w:val="00047BB5"/>
    <w:rsid w:val="00047D94"/>
    <w:rsid w:val="000506C8"/>
    <w:rsid w:val="00050ECB"/>
    <w:rsid w:val="00051FA5"/>
    <w:rsid w:val="00052B86"/>
    <w:rsid w:val="00054BD6"/>
    <w:rsid w:val="00055293"/>
    <w:rsid w:val="00055667"/>
    <w:rsid w:val="00055A2B"/>
    <w:rsid w:val="0005633C"/>
    <w:rsid w:val="00056987"/>
    <w:rsid w:val="00056D7F"/>
    <w:rsid w:val="00057DD8"/>
    <w:rsid w:val="00060F6C"/>
    <w:rsid w:val="00063175"/>
    <w:rsid w:val="000638B7"/>
    <w:rsid w:val="00063CEC"/>
    <w:rsid w:val="00064504"/>
    <w:rsid w:val="00066FF4"/>
    <w:rsid w:val="000713C8"/>
    <w:rsid w:val="00071F3C"/>
    <w:rsid w:val="00072458"/>
    <w:rsid w:val="00073581"/>
    <w:rsid w:val="00073D18"/>
    <w:rsid w:val="00073DEC"/>
    <w:rsid w:val="00074FC3"/>
    <w:rsid w:val="0007510E"/>
    <w:rsid w:val="0007582F"/>
    <w:rsid w:val="000807D1"/>
    <w:rsid w:val="00081CB8"/>
    <w:rsid w:val="00081E2A"/>
    <w:rsid w:val="000824DE"/>
    <w:rsid w:val="000844AE"/>
    <w:rsid w:val="00085258"/>
    <w:rsid w:val="00087FC0"/>
    <w:rsid w:val="000929DC"/>
    <w:rsid w:val="00094142"/>
    <w:rsid w:val="00095046"/>
    <w:rsid w:val="00095B3D"/>
    <w:rsid w:val="00096711"/>
    <w:rsid w:val="000A1463"/>
    <w:rsid w:val="000A153D"/>
    <w:rsid w:val="000A2250"/>
    <w:rsid w:val="000A2598"/>
    <w:rsid w:val="000A3323"/>
    <w:rsid w:val="000A5301"/>
    <w:rsid w:val="000A54BF"/>
    <w:rsid w:val="000A6BD4"/>
    <w:rsid w:val="000A76C3"/>
    <w:rsid w:val="000B1007"/>
    <w:rsid w:val="000B2877"/>
    <w:rsid w:val="000B288A"/>
    <w:rsid w:val="000B2EBA"/>
    <w:rsid w:val="000B3031"/>
    <w:rsid w:val="000B3C84"/>
    <w:rsid w:val="000B451A"/>
    <w:rsid w:val="000B56B1"/>
    <w:rsid w:val="000B66C6"/>
    <w:rsid w:val="000C0262"/>
    <w:rsid w:val="000C11BB"/>
    <w:rsid w:val="000C21F6"/>
    <w:rsid w:val="000C2E5A"/>
    <w:rsid w:val="000C3C2C"/>
    <w:rsid w:val="000C45FE"/>
    <w:rsid w:val="000C4B6E"/>
    <w:rsid w:val="000C5F32"/>
    <w:rsid w:val="000D0167"/>
    <w:rsid w:val="000D081C"/>
    <w:rsid w:val="000D0923"/>
    <w:rsid w:val="000D1588"/>
    <w:rsid w:val="000D1961"/>
    <w:rsid w:val="000D19A1"/>
    <w:rsid w:val="000D32CA"/>
    <w:rsid w:val="000D71DF"/>
    <w:rsid w:val="000D7925"/>
    <w:rsid w:val="000E05A2"/>
    <w:rsid w:val="000E0B50"/>
    <w:rsid w:val="000E19F5"/>
    <w:rsid w:val="000E1DBD"/>
    <w:rsid w:val="000E3C71"/>
    <w:rsid w:val="000E4AAF"/>
    <w:rsid w:val="000E6D3F"/>
    <w:rsid w:val="000E77F5"/>
    <w:rsid w:val="000F283C"/>
    <w:rsid w:val="000F5384"/>
    <w:rsid w:val="000F6055"/>
    <w:rsid w:val="000F6B99"/>
    <w:rsid w:val="000F70F1"/>
    <w:rsid w:val="000F79EF"/>
    <w:rsid w:val="000F7A40"/>
    <w:rsid w:val="0010092D"/>
    <w:rsid w:val="001011F7"/>
    <w:rsid w:val="00102337"/>
    <w:rsid w:val="00102B8A"/>
    <w:rsid w:val="00103D26"/>
    <w:rsid w:val="00104EEB"/>
    <w:rsid w:val="001055A6"/>
    <w:rsid w:val="001068FC"/>
    <w:rsid w:val="00107CDE"/>
    <w:rsid w:val="001106C4"/>
    <w:rsid w:val="00110AE0"/>
    <w:rsid w:val="001115E5"/>
    <w:rsid w:val="001118CD"/>
    <w:rsid w:val="001129C7"/>
    <w:rsid w:val="00112A3B"/>
    <w:rsid w:val="00114132"/>
    <w:rsid w:val="00114FF6"/>
    <w:rsid w:val="001155B7"/>
    <w:rsid w:val="0011675A"/>
    <w:rsid w:val="0011706F"/>
    <w:rsid w:val="001176AD"/>
    <w:rsid w:val="001203DA"/>
    <w:rsid w:val="001209D7"/>
    <w:rsid w:val="00120B60"/>
    <w:rsid w:val="00121601"/>
    <w:rsid w:val="00121919"/>
    <w:rsid w:val="00121943"/>
    <w:rsid w:val="00121D4E"/>
    <w:rsid w:val="00125E8D"/>
    <w:rsid w:val="00127007"/>
    <w:rsid w:val="00127145"/>
    <w:rsid w:val="0013009E"/>
    <w:rsid w:val="001302DE"/>
    <w:rsid w:val="00131F5E"/>
    <w:rsid w:val="00133947"/>
    <w:rsid w:val="001349A3"/>
    <w:rsid w:val="001361FE"/>
    <w:rsid w:val="00141894"/>
    <w:rsid w:val="00143D59"/>
    <w:rsid w:val="00146718"/>
    <w:rsid w:val="00146A52"/>
    <w:rsid w:val="001506AE"/>
    <w:rsid w:val="00151648"/>
    <w:rsid w:val="001539A7"/>
    <w:rsid w:val="00153AB4"/>
    <w:rsid w:val="00153F19"/>
    <w:rsid w:val="001558F3"/>
    <w:rsid w:val="001564C6"/>
    <w:rsid w:val="00156AEC"/>
    <w:rsid w:val="00157698"/>
    <w:rsid w:val="00160060"/>
    <w:rsid w:val="00161795"/>
    <w:rsid w:val="001627C4"/>
    <w:rsid w:val="00163B45"/>
    <w:rsid w:val="00170777"/>
    <w:rsid w:val="00175F87"/>
    <w:rsid w:val="00176735"/>
    <w:rsid w:val="00176CEF"/>
    <w:rsid w:val="001801AB"/>
    <w:rsid w:val="00181F34"/>
    <w:rsid w:val="00182FBA"/>
    <w:rsid w:val="0018353E"/>
    <w:rsid w:val="00184039"/>
    <w:rsid w:val="001849D0"/>
    <w:rsid w:val="00186703"/>
    <w:rsid w:val="0018798D"/>
    <w:rsid w:val="001901D5"/>
    <w:rsid w:val="00190474"/>
    <w:rsid w:val="00191AC4"/>
    <w:rsid w:val="0019256D"/>
    <w:rsid w:val="00193822"/>
    <w:rsid w:val="00194DA6"/>
    <w:rsid w:val="00197417"/>
    <w:rsid w:val="001A11D4"/>
    <w:rsid w:val="001A1748"/>
    <w:rsid w:val="001A2CE9"/>
    <w:rsid w:val="001A373A"/>
    <w:rsid w:val="001A4000"/>
    <w:rsid w:val="001A405D"/>
    <w:rsid w:val="001A49E8"/>
    <w:rsid w:val="001A5555"/>
    <w:rsid w:val="001A7586"/>
    <w:rsid w:val="001A759F"/>
    <w:rsid w:val="001A7F7B"/>
    <w:rsid w:val="001B05A1"/>
    <w:rsid w:val="001B0BCF"/>
    <w:rsid w:val="001B127E"/>
    <w:rsid w:val="001B12AB"/>
    <w:rsid w:val="001B1F53"/>
    <w:rsid w:val="001B3444"/>
    <w:rsid w:val="001B6862"/>
    <w:rsid w:val="001B7F72"/>
    <w:rsid w:val="001C01AA"/>
    <w:rsid w:val="001C0540"/>
    <w:rsid w:val="001C141C"/>
    <w:rsid w:val="001C1ECD"/>
    <w:rsid w:val="001C40AB"/>
    <w:rsid w:val="001C71F8"/>
    <w:rsid w:val="001C75E6"/>
    <w:rsid w:val="001D0252"/>
    <w:rsid w:val="001D09B0"/>
    <w:rsid w:val="001D198E"/>
    <w:rsid w:val="001D1C63"/>
    <w:rsid w:val="001D5278"/>
    <w:rsid w:val="001D5392"/>
    <w:rsid w:val="001D5C38"/>
    <w:rsid w:val="001D5EED"/>
    <w:rsid w:val="001D6CCA"/>
    <w:rsid w:val="001D7F94"/>
    <w:rsid w:val="001E11F3"/>
    <w:rsid w:val="001E19A0"/>
    <w:rsid w:val="001E1F67"/>
    <w:rsid w:val="001E46D5"/>
    <w:rsid w:val="001E79B6"/>
    <w:rsid w:val="001F0288"/>
    <w:rsid w:val="001F0566"/>
    <w:rsid w:val="001F1E8D"/>
    <w:rsid w:val="001F342C"/>
    <w:rsid w:val="001F3A08"/>
    <w:rsid w:val="001F452F"/>
    <w:rsid w:val="001F55C6"/>
    <w:rsid w:val="001F6295"/>
    <w:rsid w:val="001F64DF"/>
    <w:rsid w:val="001F6C32"/>
    <w:rsid w:val="002001E4"/>
    <w:rsid w:val="002023D8"/>
    <w:rsid w:val="00204283"/>
    <w:rsid w:val="002045E4"/>
    <w:rsid w:val="002051F0"/>
    <w:rsid w:val="00205914"/>
    <w:rsid w:val="002066FA"/>
    <w:rsid w:val="002069CB"/>
    <w:rsid w:val="00211E74"/>
    <w:rsid w:val="00211EE0"/>
    <w:rsid w:val="00213DFD"/>
    <w:rsid w:val="002146E8"/>
    <w:rsid w:val="002162F1"/>
    <w:rsid w:val="0021690A"/>
    <w:rsid w:val="00216A40"/>
    <w:rsid w:val="00220E78"/>
    <w:rsid w:val="00221976"/>
    <w:rsid w:val="00221AAF"/>
    <w:rsid w:val="00222B2D"/>
    <w:rsid w:val="002232A4"/>
    <w:rsid w:val="00224B90"/>
    <w:rsid w:val="00224DBC"/>
    <w:rsid w:val="00225D67"/>
    <w:rsid w:val="00227073"/>
    <w:rsid w:val="002274E2"/>
    <w:rsid w:val="00230A84"/>
    <w:rsid w:val="00230B79"/>
    <w:rsid w:val="00231D48"/>
    <w:rsid w:val="002322CA"/>
    <w:rsid w:val="00234543"/>
    <w:rsid w:val="00234E87"/>
    <w:rsid w:val="00234F70"/>
    <w:rsid w:val="0023515E"/>
    <w:rsid w:val="00241811"/>
    <w:rsid w:val="00241EBB"/>
    <w:rsid w:val="00242899"/>
    <w:rsid w:val="002429EE"/>
    <w:rsid w:val="002447C4"/>
    <w:rsid w:val="002453FA"/>
    <w:rsid w:val="002461D8"/>
    <w:rsid w:val="0024626E"/>
    <w:rsid w:val="0024715E"/>
    <w:rsid w:val="00247D3B"/>
    <w:rsid w:val="002509E7"/>
    <w:rsid w:val="00253547"/>
    <w:rsid w:val="00253714"/>
    <w:rsid w:val="00253B2F"/>
    <w:rsid w:val="00256B5D"/>
    <w:rsid w:val="00256F16"/>
    <w:rsid w:val="002624D3"/>
    <w:rsid w:val="00262E48"/>
    <w:rsid w:val="00266308"/>
    <w:rsid w:val="0026652D"/>
    <w:rsid w:val="00271D57"/>
    <w:rsid w:val="00272736"/>
    <w:rsid w:val="00277CF7"/>
    <w:rsid w:val="00277D9D"/>
    <w:rsid w:val="00280EB2"/>
    <w:rsid w:val="00281F3E"/>
    <w:rsid w:val="00283269"/>
    <w:rsid w:val="00284EB9"/>
    <w:rsid w:val="00285646"/>
    <w:rsid w:val="00285890"/>
    <w:rsid w:val="00287243"/>
    <w:rsid w:val="00287BBF"/>
    <w:rsid w:val="002905C9"/>
    <w:rsid w:val="00291CDA"/>
    <w:rsid w:val="00294AED"/>
    <w:rsid w:val="00296FAE"/>
    <w:rsid w:val="002977AC"/>
    <w:rsid w:val="00297A0D"/>
    <w:rsid w:val="00297CED"/>
    <w:rsid w:val="002A05AB"/>
    <w:rsid w:val="002A1EDC"/>
    <w:rsid w:val="002A3113"/>
    <w:rsid w:val="002A3764"/>
    <w:rsid w:val="002A45B3"/>
    <w:rsid w:val="002A5621"/>
    <w:rsid w:val="002A5AE8"/>
    <w:rsid w:val="002B0EB5"/>
    <w:rsid w:val="002B557B"/>
    <w:rsid w:val="002B5C6F"/>
    <w:rsid w:val="002B617B"/>
    <w:rsid w:val="002B6C51"/>
    <w:rsid w:val="002B7B0A"/>
    <w:rsid w:val="002C0C5D"/>
    <w:rsid w:val="002C3896"/>
    <w:rsid w:val="002C3F69"/>
    <w:rsid w:val="002C4CEF"/>
    <w:rsid w:val="002C51E6"/>
    <w:rsid w:val="002C53C4"/>
    <w:rsid w:val="002C7F6C"/>
    <w:rsid w:val="002D0AD1"/>
    <w:rsid w:val="002D11B9"/>
    <w:rsid w:val="002D48BA"/>
    <w:rsid w:val="002D69B7"/>
    <w:rsid w:val="002D6E77"/>
    <w:rsid w:val="002E0019"/>
    <w:rsid w:val="002E0FD7"/>
    <w:rsid w:val="002E339B"/>
    <w:rsid w:val="002E3CD3"/>
    <w:rsid w:val="002E40A9"/>
    <w:rsid w:val="002E4181"/>
    <w:rsid w:val="002E4EF0"/>
    <w:rsid w:val="002E69B5"/>
    <w:rsid w:val="002F135F"/>
    <w:rsid w:val="002F2DCD"/>
    <w:rsid w:val="002F3793"/>
    <w:rsid w:val="002F45DD"/>
    <w:rsid w:val="002F480E"/>
    <w:rsid w:val="002F4DEE"/>
    <w:rsid w:val="002F4EA9"/>
    <w:rsid w:val="002F731E"/>
    <w:rsid w:val="002F766C"/>
    <w:rsid w:val="002F7B92"/>
    <w:rsid w:val="003002D9"/>
    <w:rsid w:val="00300FFB"/>
    <w:rsid w:val="00301C7F"/>
    <w:rsid w:val="00303F77"/>
    <w:rsid w:val="00304357"/>
    <w:rsid w:val="00304CC5"/>
    <w:rsid w:val="003050F7"/>
    <w:rsid w:val="0030574E"/>
    <w:rsid w:val="003058BE"/>
    <w:rsid w:val="00306BBC"/>
    <w:rsid w:val="003072C6"/>
    <w:rsid w:val="00311630"/>
    <w:rsid w:val="00311759"/>
    <w:rsid w:val="003124C4"/>
    <w:rsid w:val="00312551"/>
    <w:rsid w:val="00312661"/>
    <w:rsid w:val="00313D38"/>
    <w:rsid w:val="003140A7"/>
    <w:rsid w:val="0031438D"/>
    <w:rsid w:val="00315DAC"/>
    <w:rsid w:val="00315EB5"/>
    <w:rsid w:val="003173A8"/>
    <w:rsid w:val="00317B46"/>
    <w:rsid w:val="00317CBB"/>
    <w:rsid w:val="0032008A"/>
    <w:rsid w:val="00320FE4"/>
    <w:rsid w:val="003216D2"/>
    <w:rsid w:val="003228C6"/>
    <w:rsid w:val="0032484E"/>
    <w:rsid w:val="0033230A"/>
    <w:rsid w:val="00333785"/>
    <w:rsid w:val="00334042"/>
    <w:rsid w:val="003341B8"/>
    <w:rsid w:val="003351FA"/>
    <w:rsid w:val="00340139"/>
    <w:rsid w:val="00340489"/>
    <w:rsid w:val="00340AE0"/>
    <w:rsid w:val="003444CD"/>
    <w:rsid w:val="00344C62"/>
    <w:rsid w:val="00345036"/>
    <w:rsid w:val="00347A11"/>
    <w:rsid w:val="00352906"/>
    <w:rsid w:val="00353963"/>
    <w:rsid w:val="00354DD2"/>
    <w:rsid w:val="00356A38"/>
    <w:rsid w:val="00356E9E"/>
    <w:rsid w:val="0035759B"/>
    <w:rsid w:val="00361754"/>
    <w:rsid w:val="00361D2A"/>
    <w:rsid w:val="003620F0"/>
    <w:rsid w:val="00363097"/>
    <w:rsid w:val="003645CB"/>
    <w:rsid w:val="00364D20"/>
    <w:rsid w:val="003658A6"/>
    <w:rsid w:val="00366FE7"/>
    <w:rsid w:val="00371922"/>
    <w:rsid w:val="0037396D"/>
    <w:rsid w:val="00375E74"/>
    <w:rsid w:val="0037605C"/>
    <w:rsid w:val="00380E5E"/>
    <w:rsid w:val="00381234"/>
    <w:rsid w:val="00381F3B"/>
    <w:rsid w:val="0038275F"/>
    <w:rsid w:val="00382B56"/>
    <w:rsid w:val="003833A8"/>
    <w:rsid w:val="00385557"/>
    <w:rsid w:val="0039188A"/>
    <w:rsid w:val="00392BBE"/>
    <w:rsid w:val="00392C5E"/>
    <w:rsid w:val="00393922"/>
    <w:rsid w:val="00393CD9"/>
    <w:rsid w:val="00395845"/>
    <w:rsid w:val="00395A6D"/>
    <w:rsid w:val="0039749F"/>
    <w:rsid w:val="003A0566"/>
    <w:rsid w:val="003A0733"/>
    <w:rsid w:val="003A187C"/>
    <w:rsid w:val="003A198C"/>
    <w:rsid w:val="003A1E0B"/>
    <w:rsid w:val="003A2A79"/>
    <w:rsid w:val="003A4381"/>
    <w:rsid w:val="003A4886"/>
    <w:rsid w:val="003A51EF"/>
    <w:rsid w:val="003A62E0"/>
    <w:rsid w:val="003A7FEC"/>
    <w:rsid w:val="003B0DEE"/>
    <w:rsid w:val="003B17D6"/>
    <w:rsid w:val="003B1DDC"/>
    <w:rsid w:val="003B24AF"/>
    <w:rsid w:val="003B4382"/>
    <w:rsid w:val="003B4AB6"/>
    <w:rsid w:val="003B5216"/>
    <w:rsid w:val="003B56DE"/>
    <w:rsid w:val="003B7821"/>
    <w:rsid w:val="003C27C6"/>
    <w:rsid w:val="003C3D24"/>
    <w:rsid w:val="003C52A5"/>
    <w:rsid w:val="003C6B08"/>
    <w:rsid w:val="003C7A14"/>
    <w:rsid w:val="003D0562"/>
    <w:rsid w:val="003D1EE8"/>
    <w:rsid w:val="003D328D"/>
    <w:rsid w:val="003D3B26"/>
    <w:rsid w:val="003D59ED"/>
    <w:rsid w:val="003D6E6B"/>
    <w:rsid w:val="003D72A1"/>
    <w:rsid w:val="003D7809"/>
    <w:rsid w:val="003E364D"/>
    <w:rsid w:val="003E3AA5"/>
    <w:rsid w:val="003E4008"/>
    <w:rsid w:val="003E6297"/>
    <w:rsid w:val="003E7206"/>
    <w:rsid w:val="003F193B"/>
    <w:rsid w:val="003F19CA"/>
    <w:rsid w:val="003F1E28"/>
    <w:rsid w:val="003F23DB"/>
    <w:rsid w:val="003F3680"/>
    <w:rsid w:val="003F36A8"/>
    <w:rsid w:val="003F3751"/>
    <w:rsid w:val="003F4293"/>
    <w:rsid w:val="00400C7D"/>
    <w:rsid w:val="004019BE"/>
    <w:rsid w:val="00402268"/>
    <w:rsid w:val="004022F1"/>
    <w:rsid w:val="00402C61"/>
    <w:rsid w:val="00404C27"/>
    <w:rsid w:val="00406411"/>
    <w:rsid w:val="00406B3F"/>
    <w:rsid w:val="004076CC"/>
    <w:rsid w:val="0041326B"/>
    <w:rsid w:val="004132C6"/>
    <w:rsid w:val="00413AAE"/>
    <w:rsid w:val="00413E8F"/>
    <w:rsid w:val="00415E8E"/>
    <w:rsid w:val="00417725"/>
    <w:rsid w:val="00421254"/>
    <w:rsid w:val="00421A49"/>
    <w:rsid w:val="004254B2"/>
    <w:rsid w:val="0042627B"/>
    <w:rsid w:val="00426342"/>
    <w:rsid w:val="0042652D"/>
    <w:rsid w:val="004266B2"/>
    <w:rsid w:val="0043064E"/>
    <w:rsid w:val="00432915"/>
    <w:rsid w:val="004330EF"/>
    <w:rsid w:val="00433AC6"/>
    <w:rsid w:val="0043679F"/>
    <w:rsid w:val="00436FAA"/>
    <w:rsid w:val="004405AC"/>
    <w:rsid w:val="00440B1A"/>
    <w:rsid w:val="00441151"/>
    <w:rsid w:val="0044125C"/>
    <w:rsid w:val="004417C3"/>
    <w:rsid w:val="004449B6"/>
    <w:rsid w:val="00445556"/>
    <w:rsid w:val="0044578C"/>
    <w:rsid w:val="00445E40"/>
    <w:rsid w:val="004464D5"/>
    <w:rsid w:val="00446C48"/>
    <w:rsid w:val="00447B4F"/>
    <w:rsid w:val="00447E16"/>
    <w:rsid w:val="00450402"/>
    <w:rsid w:val="00450918"/>
    <w:rsid w:val="00450F51"/>
    <w:rsid w:val="004521B9"/>
    <w:rsid w:val="00452448"/>
    <w:rsid w:val="00452DE9"/>
    <w:rsid w:val="0045341F"/>
    <w:rsid w:val="004576CE"/>
    <w:rsid w:val="00457B17"/>
    <w:rsid w:val="00457BCF"/>
    <w:rsid w:val="00460002"/>
    <w:rsid w:val="00460008"/>
    <w:rsid w:val="004632BE"/>
    <w:rsid w:val="004640B7"/>
    <w:rsid w:val="004645ED"/>
    <w:rsid w:val="0046531D"/>
    <w:rsid w:val="004661C4"/>
    <w:rsid w:val="00470F12"/>
    <w:rsid w:val="00471375"/>
    <w:rsid w:val="004715F1"/>
    <w:rsid w:val="00472F75"/>
    <w:rsid w:val="0047378A"/>
    <w:rsid w:val="00474429"/>
    <w:rsid w:val="004767AF"/>
    <w:rsid w:val="00476F4D"/>
    <w:rsid w:val="0047737C"/>
    <w:rsid w:val="0048121A"/>
    <w:rsid w:val="00482625"/>
    <w:rsid w:val="00484653"/>
    <w:rsid w:val="00486764"/>
    <w:rsid w:val="00486F9A"/>
    <w:rsid w:val="004876D4"/>
    <w:rsid w:val="00487A8F"/>
    <w:rsid w:val="004902B7"/>
    <w:rsid w:val="004924E6"/>
    <w:rsid w:val="00492E7C"/>
    <w:rsid w:val="004936A4"/>
    <w:rsid w:val="00493A1D"/>
    <w:rsid w:val="00493E03"/>
    <w:rsid w:val="00494C5A"/>
    <w:rsid w:val="00494E5B"/>
    <w:rsid w:val="00496741"/>
    <w:rsid w:val="004971A4"/>
    <w:rsid w:val="004A4775"/>
    <w:rsid w:val="004A560F"/>
    <w:rsid w:val="004A5B4F"/>
    <w:rsid w:val="004A5BAB"/>
    <w:rsid w:val="004A7573"/>
    <w:rsid w:val="004A798E"/>
    <w:rsid w:val="004A7A2D"/>
    <w:rsid w:val="004B1363"/>
    <w:rsid w:val="004B3BE1"/>
    <w:rsid w:val="004B56EC"/>
    <w:rsid w:val="004B7DFF"/>
    <w:rsid w:val="004C1144"/>
    <w:rsid w:val="004C2A31"/>
    <w:rsid w:val="004C6083"/>
    <w:rsid w:val="004C681B"/>
    <w:rsid w:val="004D08AC"/>
    <w:rsid w:val="004D2C29"/>
    <w:rsid w:val="004D32CD"/>
    <w:rsid w:val="004D39FA"/>
    <w:rsid w:val="004D60D3"/>
    <w:rsid w:val="004D6644"/>
    <w:rsid w:val="004D6C5B"/>
    <w:rsid w:val="004D77E5"/>
    <w:rsid w:val="004D797B"/>
    <w:rsid w:val="004D7FC3"/>
    <w:rsid w:val="004E0936"/>
    <w:rsid w:val="004E20FC"/>
    <w:rsid w:val="004E23FC"/>
    <w:rsid w:val="004E28DD"/>
    <w:rsid w:val="004E3F20"/>
    <w:rsid w:val="004E612B"/>
    <w:rsid w:val="004E621A"/>
    <w:rsid w:val="004E6385"/>
    <w:rsid w:val="004E6779"/>
    <w:rsid w:val="004F364D"/>
    <w:rsid w:val="004F6D5E"/>
    <w:rsid w:val="004F71E2"/>
    <w:rsid w:val="004F73E4"/>
    <w:rsid w:val="004F7529"/>
    <w:rsid w:val="004F79E5"/>
    <w:rsid w:val="004F7F14"/>
    <w:rsid w:val="00500AF3"/>
    <w:rsid w:val="00502167"/>
    <w:rsid w:val="005025A5"/>
    <w:rsid w:val="00503328"/>
    <w:rsid w:val="0050358C"/>
    <w:rsid w:val="00503DE9"/>
    <w:rsid w:val="0050405C"/>
    <w:rsid w:val="00504202"/>
    <w:rsid w:val="00504C8F"/>
    <w:rsid w:val="0050558F"/>
    <w:rsid w:val="00505C28"/>
    <w:rsid w:val="0050644B"/>
    <w:rsid w:val="005065E8"/>
    <w:rsid w:val="00506AD6"/>
    <w:rsid w:val="005073FC"/>
    <w:rsid w:val="00510BF8"/>
    <w:rsid w:val="00511324"/>
    <w:rsid w:val="00511BFE"/>
    <w:rsid w:val="00514810"/>
    <w:rsid w:val="005173A7"/>
    <w:rsid w:val="0051789D"/>
    <w:rsid w:val="00517AF6"/>
    <w:rsid w:val="0052177A"/>
    <w:rsid w:val="00522E2D"/>
    <w:rsid w:val="00523867"/>
    <w:rsid w:val="00523D20"/>
    <w:rsid w:val="005250E2"/>
    <w:rsid w:val="00525FE0"/>
    <w:rsid w:val="00526F0F"/>
    <w:rsid w:val="00526F78"/>
    <w:rsid w:val="00527872"/>
    <w:rsid w:val="00530DA2"/>
    <w:rsid w:val="00532550"/>
    <w:rsid w:val="00532A54"/>
    <w:rsid w:val="005334BE"/>
    <w:rsid w:val="0053461D"/>
    <w:rsid w:val="00535E38"/>
    <w:rsid w:val="005363CB"/>
    <w:rsid w:val="00536CDA"/>
    <w:rsid w:val="005400AC"/>
    <w:rsid w:val="0054104A"/>
    <w:rsid w:val="00542471"/>
    <w:rsid w:val="0054610A"/>
    <w:rsid w:val="00546763"/>
    <w:rsid w:val="005469C5"/>
    <w:rsid w:val="00546D76"/>
    <w:rsid w:val="00547E0E"/>
    <w:rsid w:val="0055034D"/>
    <w:rsid w:val="00551FDF"/>
    <w:rsid w:val="00553607"/>
    <w:rsid w:val="00553F22"/>
    <w:rsid w:val="005549C5"/>
    <w:rsid w:val="00557B7F"/>
    <w:rsid w:val="00560A10"/>
    <w:rsid w:val="005614DF"/>
    <w:rsid w:val="005622F8"/>
    <w:rsid w:val="00563B32"/>
    <w:rsid w:val="00563C5C"/>
    <w:rsid w:val="00563D92"/>
    <w:rsid w:val="0056433D"/>
    <w:rsid w:val="0056633B"/>
    <w:rsid w:val="00566553"/>
    <w:rsid w:val="00567439"/>
    <w:rsid w:val="00567E27"/>
    <w:rsid w:val="00572662"/>
    <w:rsid w:val="00573781"/>
    <w:rsid w:val="00574B9B"/>
    <w:rsid w:val="00576A3A"/>
    <w:rsid w:val="0057702D"/>
    <w:rsid w:val="005823BD"/>
    <w:rsid w:val="00582450"/>
    <w:rsid w:val="005835BA"/>
    <w:rsid w:val="00583C7E"/>
    <w:rsid w:val="00584272"/>
    <w:rsid w:val="0058486D"/>
    <w:rsid w:val="00584A35"/>
    <w:rsid w:val="00585512"/>
    <w:rsid w:val="00586BCB"/>
    <w:rsid w:val="00587AED"/>
    <w:rsid w:val="00590C34"/>
    <w:rsid w:val="00591A27"/>
    <w:rsid w:val="00593308"/>
    <w:rsid w:val="00593676"/>
    <w:rsid w:val="00594431"/>
    <w:rsid w:val="00596D00"/>
    <w:rsid w:val="005973C4"/>
    <w:rsid w:val="005A0588"/>
    <w:rsid w:val="005A1674"/>
    <w:rsid w:val="005A2754"/>
    <w:rsid w:val="005A6CEB"/>
    <w:rsid w:val="005A7229"/>
    <w:rsid w:val="005A75D7"/>
    <w:rsid w:val="005A7B01"/>
    <w:rsid w:val="005A7F4C"/>
    <w:rsid w:val="005B00FA"/>
    <w:rsid w:val="005B0D59"/>
    <w:rsid w:val="005B12FB"/>
    <w:rsid w:val="005B15F8"/>
    <w:rsid w:val="005B1C84"/>
    <w:rsid w:val="005B21DB"/>
    <w:rsid w:val="005B2D55"/>
    <w:rsid w:val="005B37DC"/>
    <w:rsid w:val="005B469E"/>
    <w:rsid w:val="005B52E4"/>
    <w:rsid w:val="005B597E"/>
    <w:rsid w:val="005B5AAB"/>
    <w:rsid w:val="005B760B"/>
    <w:rsid w:val="005B7BE4"/>
    <w:rsid w:val="005C043C"/>
    <w:rsid w:val="005C250F"/>
    <w:rsid w:val="005C2E3F"/>
    <w:rsid w:val="005C3523"/>
    <w:rsid w:val="005C4D4E"/>
    <w:rsid w:val="005C4F7A"/>
    <w:rsid w:val="005C4F87"/>
    <w:rsid w:val="005D022D"/>
    <w:rsid w:val="005D0344"/>
    <w:rsid w:val="005D2972"/>
    <w:rsid w:val="005D43F1"/>
    <w:rsid w:val="005D5686"/>
    <w:rsid w:val="005E0065"/>
    <w:rsid w:val="005E0F70"/>
    <w:rsid w:val="005E22E1"/>
    <w:rsid w:val="005E3265"/>
    <w:rsid w:val="005E3A9E"/>
    <w:rsid w:val="005E4E44"/>
    <w:rsid w:val="005E5077"/>
    <w:rsid w:val="005E5C66"/>
    <w:rsid w:val="005E68E6"/>
    <w:rsid w:val="005E7424"/>
    <w:rsid w:val="005F04A9"/>
    <w:rsid w:val="005F1727"/>
    <w:rsid w:val="005F3CBB"/>
    <w:rsid w:val="005F40B8"/>
    <w:rsid w:val="005F41EF"/>
    <w:rsid w:val="005F579A"/>
    <w:rsid w:val="005F6C16"/>
    <w:rsid w:val="005F70D2"/>
    <w:rsid w:val="005F71EA"/>
    <w:rsid w:val="005F7598"/>
    <w:rsid w:val="005F76BA"/>
    <w:rsid w:val="00600119"/>
    <w:rsid w:val="00600533"/>
    <w:rsid w:val="00601E1B"/>
    <w:rsid w:val="00602215"/>
    <w:rsid w:val="00602322"/>
    <w:rsid w:val="00605B50"/>
    <w:rsid w:val="00605B7D"/>
    <w:rsid w:val="00605C9C"/>
    <w:rsid w:val="00606845"/>
    <w:rsid w:val="0060717D"/>
    <w:rsid w:val="006078F9"/>
    <w:rsid w:val="00610D32"/>
    <w:rsid w:val="00611CFA"/>
    <w:rsid w:val="00614D70"/>
    <w:rsid w:val="0061739C"/>
    <w:rsid w:val="00617844"/>
    <w:rsid w:val="00617A4C"/>
    <w:rsid w:val="00621F58"/>
    <w:rsid w:val="006243C7"/>
    <w:rsid w:val="006246FF"/>
    <w:rsid w:val="0062485B"/>
    <w:rsid w:val="00630EEA"/>
    <w:rsid w:val="0063225A"/>
    <w:rsid w:val="00634ACD"/>
    <w:rsid w:val="00634BD3"/>
    <w:rsid w:val="006351F5"/>
    <w:rsid w:val="00636506"/>
    <w:rsid w:val="00636841"/>
    <w:rsid w:val="00636A46"/>
    <w:rsid w:val="00640000"/>
    <w:rsid w:val="00640920"/>
    <w:rsid w:val="0064114E"/>
    <w:rsid w:val="00642129"/>
    <w:rsid w:val="006428DC"/>
    <w:rsid w:val="00643281"/>
    <w:rsid w:val="00643629"/>
    <w:rsid w:val="00643C4F"/>
    <w:rsid w:val="00643E8C"/>
    <w:rsid w:val="006446EC"/>
    <w:rsid w:val="00645420"/>
    <w:rsid w:val="00646F99"/>
    <w:rsid w:val="006475AB"/>
    <w:rsid w:val="00650560"/>
    <w:rsid w:val="00652741"/>
    <w:rsid w:val="00653E44"/>
    <w:rsid w:val="00655ECA"/>
    <w:rsid w:val="00655FDF"/>
    <w:rsid w:val="006573C0"/>
    <w:rsid w:val="0066045C"/>
    <w:rsid w:val="006605EC"/>
    <w:rsid w:val="0066072E"/>
    <w:rsid w:val="00660FD8"/>
    <w:rsid w:val="006611F0"/>
    <w:rsid w:val="006616DF"/>
    <w:rsid w:val="006659D4"/>
    <w:rsid w:val="00667051"/>
    <w:rsid w:val="00667355"/>
    <w:rsid w:val="00667BC8"/>
    <w:rsid w:val="00670D7E"/>
    <w:rsid w:val="00671DC4"/>
    <w:rsid w:val="00672F9B"/>
    <w:rsid w:val="00673B46"/>
    <w:rsid w:val="00673BC8"/>
    <w:rsid w:val="0067445E"/>
    <w:rsid w:val="00674913"/>
    <w:rsid w:val="00674B72"/>
    <w:rsid w:val="00675367"/>
    <w:rsid w:val="00675D09"/>
    <w:rsid w:val="00676094"/>
    <w:rsid w:val="0067640E"/>
    <w:rsid w:val="006769E3"/>
    <w:rsid w:val="00676FF6"/>
    <w:rsid w:val="00677A01"/>
    <w:rsid w:val="0068121D"/>
    <w:rsid w:val="006818FB"/>
    <w:rsid w:val="006819D2"/>
    <w:rsid w:val="00683935"/>
    <w:rsid w:val="00685BA0"/>
    <w:rsid w:val="00686946"/>
    <w:rsid w:val="00687106"/>
    <w:rsid w:val="006929A7"/>
    <w:rsid w:val="00694C55"/>
    <w:rsid w:val="00695673"/>
    <w:rsid w:val="00695B62"/>
    <w:rsid w:val="006A1A7E"/>
    <w:rsid w:val="006A245D"/>
    <w:rsid w:val="006A26B1"/>
    <w:rsid w:val="006A292D"/>
    <w:rsid w:val="006A2B38"/>
    <w:rsid w:val="006A2F20"/>
    <w:rsid w:val="006A3E22"/>
    <w:rsid w:val="006A41D3"/>
    <w:rsid w:val="006A41FD"/>
    <w:rsid w:val="006A4F6C"/>
    <w:rsid w:val="006A6813"/>
    <w:rsid w:val="006A70B0"/>
    <w:rsid w:val="006A72C8"/>
    <w:rsid w:val="006B0BFD"/>
    <w:rsid w:val="006B1117"/>
    <w:rsid w:val="006B1230"/>
    <w:rsid w:val="006B1586"/>
    <w:rsid w:val="006B16FC"/>
    <w:rsid w:val="006B25FA"/>
    <w:rsid w:val="006B2917"/>
    <w:rsid w:val="006B2E02"/>
    <w:rsid w:val="006B33A3"/>
    <w:rsid w:val="006B3D3B"/>
    <w:rsid w:val="006B4916"/>
    <w:rsid w:val="006B5A3E"/>
    <w:rsid w:val="006B5DEC"/>
    <w:rsid w:val="006B5E50"/>
    <w:rsid w:val="006B641A"/>
    <w:rsid w:val="006B6F91"/>
    <w:rsid w:val="006B7AA5"/>
    <w:rsid w:val="006C01AC"/>
    <w:rsid w:val="006C137C"/>
    <w:rsid w:val="006C192C"/>
    <w:rsid w:val="006C1FBD"/>
    <w:rsid w:val="006C2703"/>
    <w:rsid w:val="006C359A"/>
    <w:rsid w:val="006C3A97"/>
    <w:rsid w:val="006C62E2"/>
    <w:rsid w:val="006C69D5"/>
    <w:rsid w:val="006D00CB"/>
    <w:rsid w:val="006D26B2"/>
    <w:rsid w:val="006D31DC"/>
    <w:rsid w:val="006D3F2F"/>
    <w:rsid w:val="006D4330"/>
    <w:rsid w:val="006E03BD"/>
    <w:rsid w:val="006E112E"/>
    <w:rsid w:val="006E3C94"/>
    <w:rsid w:val="006E41FB"/>
    <w:rsid w:val="006E5B3F"/>
    <w:rsid w:val="006E6014"/>
    <w:rsid w:val="006E78C9"/>
    <w:rsid w:val="006E7923"/>
    <w:rsid w:val="006F005C"/>
    <w:rsid w:val="006F0443"/>
    <w:rsid w:val="006F0BEA"/>
    <w:rsid w:val="006F1658"/>
    <w:rsid w:val="006F1B43"/>
    <w:rsid w:val="006F3935"/>
    <w:rsid w:val="006F3E96"/>
    <w:rsid w:val="006F5A7A"/>
    <w:rsid w:val="006F6C8F"/>
    <w:rsid w:val="00702827"/>
    <w:rsid w:val="00702F42"/>
    <w:rsid w:val="007035AB"/>
    <w:rsid w:val="00703A1C"/>
    <w:rsid w:val="00703D5A"/>
    <w:rsid w:val="00704F3A"/>
    <w:rsid w:val="007066AF"/>
    <w:rsid w:val="00706E23"/>
    <w:rsid w:val="00710F64"/>
    <w:rsid w:val="0071118C"/>
    <w:rsid w:val="007111EF"/>
    <w:rsid w:val="007115A8"/>
    <w:rsid w:val="00711C7F"/>
    <w:rsid w:val="00711FFE"/>
    <w:rsid w:val="00712A0E"/>
    <w:rsid w:val="00713BFD"/>
    <w:rsid w:val="0071461D"/>
    <w:rsid w:val="00715084"/>
    <w:rsid w:val="00715DA7"/>
    <w:rsid w:val="007203FE"/>
    <w:rsid w:val="0072058D"/>
    <w:rsid w:val="00720621"/>
    <w:rsid w:val="00721AFB"/>
    <w:rsid w:val="00721B8A"/>
    <w:rsid w:val="00721C7A"/>
    <w:rsid w:val="00721DD5"/>
    <w:rsid w:val="00721E14"/>
    <w:rsid w:val="007229C5"/>
    <w:rsid w:val="007229C8"/>
    <w:rsid w:val="00722FFD"/>
    <w:rsid w:val="00723AA9"/>
    <w:rsid w:val="00724F49"/>
    <w:rsid w:val="00725680"/>
    <w:rsid w:val="00727BB6"/>
    <w:rsid w:val="007309D9"/>
    <w:rsid w:val="00730ABE"/>
    <w:rsid w:val="00730B95"/>
    <w:rsid w:val="0073100F"/>
    <w:rsid w:val="00731546"/>
    <w:rsid w:val="007319CA"/>
    <w:rsid w:val="00731D9E"/>
    <w:rsid w:val="00732096"/>
    <w:rsid w:val="0073292A"/>
    <w:rsid w:val="00732ED1"/>
    <w:rsid w:val="00736110"/>
    <w:rsid w:val="00736A03"/>
    <w:rsid w:val="00736A47"/>
    <w:rsid w:val="00737E20"/>
    <w:rsid w:val="00740E93"/>
    <w:rsid w:val="00741747"/>
    <w:rsid w:val="00741795"/>
    <w:rsid w:val="00743E2A"/>
    <w:rsid w:val="00743FDA"/>
    <w:rsid w:val="00744542"/>
    <w:rsid w:val="00744D29"/>
    <w:rsid w:val="0074662B"/>
    <w:rsid w:val="00746C6E"/>
    <w:rsid w:val="007470FD"/>
    <w:rsid w:val="00750C5E"/>
    <w:rsid w:val="00750D7B"/>
    <w:rsid w:val="0075181F"/>
    <w:rsid w:val="007529EF"/>
    <w:rsid w:val="007532AB"/>
    <w:rsid w:val="007547E7"/>
    <w:rsid w:val="00755B0A"/>
    <w:rsid w:val="0075780C"/>
    <w:rsid w:val="007603F1"/>
    <w:rsid w:val="00762AB5"/>
    <w:rsid w:val="00766580"/>
    <w:rsid w:val="0076714C"/>
    <w:rsid w:val="007678F8"/>
    <w:rsid w:val="0077023C"/>
    <w:rsid w:val="00770A4F"/>
    <w:rsid w:val="00770B5F"/>
    <w:rsid w:val="00773083"/>
    <w:rsid w:val="00773AE3"/>
    <w:rsid w:val="00773DFF"/>
    <w:rsid w:val="00774470"/>
    <w:rsid w:val="007749C1"/>
    <w:rsid w:val="00775082"/>
    <w:rsid w:val="00776B71"/>
    <w:rsid w:val="007825FB"/>
    <w:rsid w:val="00783821"/>
    <w:rsid w:val="0078522B"/>
    <w:rsid w:val="0078529B"/>
    <w:rsid w:val="00785467"/>
    <w:rsid w:val="00785FF8"/>
    <w:rsid w:val="00786C03"/>
    <w:rsid w:val="00787C29"/>
    <w:rsid w:val="00790249"/>
    <w:rsid w:val="007904C1"/>
    <w:rsid w:val="00790517"/>
    <w:rsid w:val="0079119A"/>
    <w:rsid w:val="00795516"/>
    <w:rsid w:val="00795699"/>
    <w:rsid w:val="0079748D"/>
    <w:rsid w:val="0079753F"/>
    <w:rsid w:val="0079762A"/>
    <w:rsid w:val="00797C4F"/>
    <w:rsid w:val="007A6977"/>
    <w:rsid w:val="007B18B6"/>
    <w:rsid w:val="007B1D75"/>
    <w:rsid w:val="007B348A"/>
    <w:rsid w:val="007B44F7"/>
    <w:rsid w:val="007B4F78"/>
    <w:rsid w:val="007B588C"/>
    <w:rsid w:val="007B6CEC"/>
    <w:rsid w:val="007B6F33"/>
    <w:rsid w:val="007C266E"/>
    <w:rsid w:val="007C3CB9"/>
    <w:rsid w:val="007C4BAE"/>
    <w:rsid w:val="007C62EC"/>
    <w:rsid w:val="007C64B0"/>
    <w:rsid w:val="007C78B6"/>
    <w:rsid w:val="007D0730"/>
    <w:rsid w:val="007D1A98"/>
    <w:rsid w:val="007D255F"/>
    <w:rsid w:val="007D3689"/>
    <w:rsid w:val="007D4829"/>
    <w:rsid w:val="007D546A"/>
    <w:rsid w:val="007D73E7"/>
    <w:rsid w:val="007D7483"/>
    <w:rsid w:val="007D74DE"/>
    <w:rsid w:val="007D7F70"/>
    <w:rsid w:val="007E09BA"/>
    <w:rsid w:val="007E1666"/>
    <w:rsid w:val="007E1AFE"/>
    <w:rsid w:val="007E1C5E"/>
    <w:rsid w:val="007E370C"/>
    <w:rsid w:val="007E4954"/>
    <w:rsid w:val="007E718F"/>
    <w:rsid w:val="007E76D6"/>
    <w:rsid w:val="007F3E1E"/>
    <w:rsid w:val="007F5285"/>
    <w:rsid w:val="007F579C"/>
    <w:rsid w:val="007F5D81"/>
    <w:rsid w:val="007F5D88"/>
    <w:rsid w:val="007F5FBA"/>
    <w:rsid w:val="007F605A"/>
    <w:rsid w:val="008003DD"/>
    <w:rsid w:val="00801304"/>
    <w:rsid w:val="008013DE"/>
    <w:rsid w:val="00802DB7"/>
    <w:rsid w:val="00803B36"/>
    <w:rsid w:val="00803F2D"/>
    <w:rsid w:val="008058F1"/>
    <w:rsid w:val="00805D34"/>
    <w:rsid w:val="00806264"/>
    <w:rsid w:val="0080760D"/>
    <w:rsid w:val="008101EA"/>
    <w:rsid w:val="008114A2"/>
    <w:rsid w:val="00811BCE"/>
    <w:rsid w:val="00813F6A"/>
    <w:rsid w:val="008156A2"/>
    <w:rsid w:val="0081577C"/>
    <w:rsid w:val="00815BD5"/>
    <w:rsid w:val="00816AA3"/>
    <w:rsid w:val="00816D0B"/>
    <w:rsid w:val="00821D32"/>
    <w:rsid w:val="00823195"/>
    <w:rsid w:val="008245AA"/>
    <w:rsid w:val="00824957"/>
    <w:rsid w:val="008252AB"/>
    <w:rsid w:val="008253A6"/>
    <w:rsid w:val="00826B3C"/>
    <w:rsid w:val="008270B3"/>
    <w:rsid w:val="008303D4"/>
    <w:rsid w:val="00832649"/>
    <w:rsid w:val="0083265A"/>
    <w:rsid w:val="008327EF"/>
    <w:rsid w:val="00833721"/>
    <w:rsid w:val="00833F9C"/>
    <w:rsid w:val="008346FC"/>
    <w:rsid w:val="0083537E"/>
    <w:rsid w:val="00840A49"/>
    <w:rsid w:val="00841C95"/>
    <w:rsid w:val="00842014"/>
    <w:rsid w:val="008447B9"/>
    <w:rsid w:val="00844C6A"/>
    <w:rsid w:val="008518EF"/>
    <w:rsid w:val="0085326A"/>
    <w:rsid w:val="0085357E"/>
    <w:rsid w:val="0085403A"/>
    <w:rsid w:val="00854EAC"/>
    <w:rsid w:val="00857C64"/>
    <w:rsid w:val="008602BD"/>
    <w:rsid w:val="0086059A"/>
    <w:rsid w:val="00860B69"/>
    <w:rsid w:val="00862FD7"/>
    <w:rsid w:val="008639ED"/>
    <w:rsid w:val="00863ED0"/>
    <w:rsid w:val="0086558D"/>
    <w:rsid w:val="008657DF"/>
    <w:rsid w:val="00865948"/>
    <w:rsid w:val="00866604"/>
    <w:rsid w:val="00866816"/>
    <w:rsid w:val="00867698"/>
    <w:rsid w:val="00870FFF"/>
    <w:rsid w:val="0087100C"/>
    <w:rsid w:val="00872D0E"/>
    <w:rsid w:val="008766A4"/>
    <w:rsid w:val="00876740"/>
    <w:rsid w:val="008768D8"/>
    <w:rsid w:val="0087718C"/>
    <w:rsid w:val="00880FC6"/>
    <w:rsid w:val="00882860"/>
    <w:rsid w:val="00882AB8"/>
    <w:rsid w:val="00882C94"/>
    <w:rsid w:val="0088345F"/>
    <w:rsid w:val="00883946"/>
    <w:rsid w:val="0088504B"/>
    <w:rsid w:val="0088579C"/>
    <w:rsid w:val="00885A31"/>
    <w:rsid w:val="00885B87"/>
    <w:rsid w:val="00886C08"/>
    <w:rsid w:val="008903AF"/>
    <w:rsid w:val="00890BA7"/>
    <w:rsid w:val="00891AA8"/>
    <w:rsid w:val="00891CCA"/>
    <w:rsid w:val="00892C74"/>
    <w:rsid w:val="00892F81"/>
    <w:rsid w:val="00893A35"/>
    <w:rsid w:val="0089422A"/>
    <w:rsid w:val="00894479"/>
    <w:rsid w:val="00895597"/>
    <w:rsid w:val="0089581F"/>
    <w:rsid w:val="00895E90"/>
    <w:rsid w:val="0089760B"/>
    <w:rsid w:val="008A0993"/>
    <w:rsid w:val="008A13EC"/>
    <w:rsid w:val="008A2CDF"/>
    <w:rsid w:val="008A34D6"/>
    <w:rsid w:val="008A3E06"/>
    <w:rsid w:val="008A5D57"/>
    <w:rsid w:val="008B20FA"/>
    <w:rsid w:val="008B24FB"/>
    <w:rsid w:val="008B683E"/>
    <w:rsid w:val="008B74B9"/>
    <w:rsid w:val="008B759B"/>
    <w:rsid w:val="008C06DD"/>
    <w:rsid w:val="008C2748"/>
    <w:rsid w:val="008C3A73"/>
    <w:rsid w:val="008C5BEA"/>
    <w:rsid w:val="008C6B60"/>
    <w:rsid w:val="008C7254"/>
    <w:rsid w:val="008C7358"/>
    <w:rsid w:val="008C7617"/>
    <w:rsid w:val="008C7D4F"/>
    <w:rsid w:val="008D0D37"/>
    <w:rsid w:val="008D2354"/>
    <w:rsid w:val="008D2BD6"/>
    <w:rsid w:val="008D3844"/>
    <w:rsid w:val="008D526D"/>
    <w:rsid w:val="008D596D"/>
    <w:rsid w:val="008D5E78"/>
    <w:rsid w:val="008E16C6"/>
    <w:rsid w:val="008E16CA"/>
    <w:rsid w:val="008E279B"/>
    <w:rsid w:val="008E2838"/>
    <w:rsid w:val="008E3659"/>
    <w:rsid w:val="008E55ED"/>
    <w:rsid w:val="008E6147"/>
    <w:rsid w:val="008F0206"/>
    <w:rsid w:val="008F0460"/>
    <w:rsid w:val="008F1720"/>
    <w:rsid w:val="008F19C0"/>
    <w:rsid w:val="008F2FCC"/>
    <w:rsid w:val="008F3698"/>
    <w:rsid w:val="008F4332"/>
    <w:rsid w:val="008F4A17"/>
    <w:rsid w:val="008F4F44"/>
    <w:rsid w:val="008F5456"/>
    <w:rsid w:val="008F57DC"/>
    <w:rsid w:val="008F5D6D"/>
    <w:rsid w:val="008F6D5D"/>
    <w:rsid w:val="008F7DD8"/>
    <w:rsid w:val="00900583"/>
    <w:rsid w:val="00903F85"/>
    <w:rsid w:val="00904438"/>
    <w:rsid w:val="00904B9A"/>
    <w:rsid w:val="00905DF3"/>
    <w:rsid w:val="009066FD"/>
    <w:rsid w:val="00906AF9"/>
    <w:rsid w:val="00910411"/>
    <w:rsid w:val="009128A9"/>
    <w:rsid w:val="00912BAF"/>
    <w:rsid w:val="0091314D"/>
    <w:rsid w:val="00916989"/>
    <w:rsid w:val="00917204"/>
    <w:rsid w:val="00917452"/>
    <w:rsid w:val="00917CF0"/>
    <w:rsid w:val="009206EF"/>
    <w:rsid w:val="0092166C"/>
    <w:rsid w:val="009237E3"/>
    <w:rsid w:val="00925B5A"/>
    <w:rsid w:val="00926838"/>
    <w:rsid w:val="00930917"/>
    <w:rsid w:val="00930E2C"/>
    <w:rsid w:val="0093145C"/>
    <w:rsid w:val="00933D18"/>
    <w:rsid w:val="00935135"/>
    <w:rsid w:val="00936722"/>
    <w:rsid w:val="00936B07"/>
    <w:rsid w:val="009437DD"/>
    <w:rsid w:val="00945E0C"/>
    <w:rsid w:val="009464CE"/>
    <w:rsid w:val="00946B44"/>
    <w:rsid w:val="00947505"/>
    <w:rsid w:val="009518FE"/>
    <w:rsid w:val="00962D75"/>
    <w:rsid w:val="00964862"/>
    <w:rsid w:val="0096584B"/>
    <w:rsid w:val="00965966"/>
    <w:rsid w:val="00965CF8"/>
    <w:rsid w:val="00966455"/>
    <w:rsid w:val="00967D3D"/>
    <w:rsid w:val="009722E9"/>
    <w:rsid w:val="00972A09"/>
    <w:rsid w:val="009746E3"/>
    <w:rsid w:val="009749A7"/>
    <w:rsid w:val="00975041"/>
    <w:rsid w:val="00975268"/>
    <w:rsid w:val="00975395"/>
    <w:rsid w:val="00975E01"/>
    <w:rsid w:val="00975ED9"/>
    <w:rsid w:val="0097604E"/>
    <w:rsid w:val="009763EB"/>
    <w:rsid w:val="0097742A"/>
    <w:rsid w:val="0098368F"/>
    <w:rsid w:val="00984124"/>
    <w:rsid w:val="00985DEF"/>
    <w:rsid w:val="00986725"/>
    <w:rsid w:val="00992654"/>
    <w:rsid w:val="00992934"/>
    <w:rsid w:val="00994769"/>
    <w:rsid w:val="00996C5E"/>
    <w:rsid w:val="009A0347"/>
    <w:rsid w:val="009A0BE5"/>
    <w:rsid w:val="009A131F"/>
    <w:rsid w:val="009A1AD8"/>
    <w:rsid w:val="009A1D8F"/>
    <w:rsid w:val="009A3691"/>
    <w:rsid w:val="009A5A8A"/>
    <w:rsid w:val="009A7082"/>
    <w:rsid w:val="009A7FAB"/>
    <w:rsid w:val="009B0060"/>
    <w:rsid w:val="009B09CF"/>
    <w:rsid w:val="009B107D"/>
    <w:rsid w:val="009B1240"/>
    <w:rsid w:val="009B27DE"/>
    <w:rsid w:val="009B2B38"/>
    <w:rsid w:val="009B373B"/>
    <w:rsid w:val="009B5BD5"/>
    <w:rsid w:val="009B6B2E"/>
    <w:rsid w:val="009B6EB6"/>
    <w:rsid w:val="009B7BEC"/>
    <w:rsid w:val="009C036F"/>
    <w:rsid w:val="009C0AFB"/>
    <w:rsid w:val="009C11C2"/>
    <w:rsid w:val="009C1984"/>
    <w:rsid w:val="009C1ED8"/>
    <w:rsid w:val="009C22B6"/>
    <w:rsid w:val="009C36BE"/>
    <w:rsid w:val="009C53B9"/>
    <w:rsid w:val="009C5605"/>
    <w:rsid w:val="009C70DE"/>
    <w:rsid w:val="009D0EC7"/>
    <w:rsid w:val="009D1916"/>
    <w:rsid w:val="009D416E"/>
    <w:rsid w:val="009D43F6"/>
    <w:rsid w:val="009D4C96"/>
    <w:rsid w:val="009D4FAB"/>
    <w:rsid w:val="009D539D"/>
    <w:rsid w:val="009D7077"/>
    <w:rsid w:val="009E1B29"/>
    <w:rsid w:val="009E4F80"/>
    <w:rsid w:val="009E53A6"/>
    <w:rsid w:val="009E5FD3"/>
    <w:rsid w:val="009E7CDC"/>
    <w:rsid w:val="009F02D0"/>
    <w:rsid w:val="009F086D"/>
    <w:rsid w:val="009F4952"/>
    <w:rsid w:val="009F5269"/>
    <w:rsid w:val="009F536C"/>
    <w:rsid w:val="009F5AC2"/>
    <w:rsid w:val="009F6A62"/>
    <w:rsid w:val="009F7048"/>
    <w:rsid w:val="009F7154"/>
    <w:rsid w:val="009F7E0B"/>
    <w:rsid w:val="00A012BE"/>
    <w:rsid w:val="00A013DC"/>
    <w:rsid w:val="00A013F3"/>
    <w:rsid w:val="00A0149E"/>
    <w:rsid w:val="00A026B1"/>
    <w:rsid w:val="00A06924"/>
    <w:rsid w:val="00A11AA8"/>
    <w:rsid w:val="00A146C3"/>
    <w:rsid w:val="00A202D6"/>
    <w:rsid w:val="00A21020"/>
    <w:rsid w:val="00A210A1"/>
    <w:rsid w:val="00A2122E"/>
    <w:rsid w:val="00A22479"/>
    <w:rsid w:val="00A22800"/>
    <w:rsid w:val="00A23046"/>
    <w:rsid w:val="00A23D8B"/>
    <w:rsid w:val="00A24961"/>
    <w:rsid w:val="00A25B28"/>
    <w:rsid w:val="00A267B5"/>
    <w:rsid w:val="00A277E5"/>
    <w:rsid w:val="00A31B96"/>
    <w:rsid w:val="00A32454"/>
    <w:rsid w:val="00A331EC"/>
    <w:rsid w:val="00A34456"/>
    <w:rsid w:val="00A35BDC"/>
    <w:rsid w:val="00A40C33"/>
    <w:rsid w:val="00A42744"/>
    <w:rsid w:val="00A42E54"/>
    <w:rsid w:val="00A478FE"/>
    <w:rsid w:val="00A52488"/>
    <w:rsid w:val="00A52FA8"/>
    <w:rsid w:val="00A613B6"/>
    <w:rsid w:val="00A61AC1"/>
    <w:rsid w:val="00A64C17"/>
    <w:rsid w:val="00A652F2"/>
    <w:rsid w:val="00A71FBE"/>
    <w:rsid w:val="00A72D2D"/>
    <w:rsid w:val="00A7311F"/>
    <w:rsid w:val="00A735F6"/>
    <w:rsid w:val="00A73C4F"/>
    <w:rsid w:val="00A74470"/>
    <w:rsid w:val="00A75129"/>
    <w:rsid w:val="00A777FF"/>
    <w:rsid w:val="00A81505"/>
    <w:rsid w:val="00A81C40"/>
    <w:rsid w:val="00A83CAA"/>
    <w:rsid w:val="00A8422A"/>
    <w:rsid w:val="00A858BE"/>
    <w:rsid w:val="00A859B9"/>
    <w:rsid w:val="00A927CC"/>
    <w:rsid w:val="00A92A85"/>
    <w:rsid w:val="00A93958"/>
    <w:rsid w:val="00A93C9E"/>
    <w:rsid w:val="00A96DC9"/>
    <w:rsid w:val="00AA5B28"/>
    <w:rsid w:val="00AA5E38"/>
    <w:rsid w:val="00AB07B9"/>
    <w:rsid w:val="00AB1453"/>
    <w:rsid w:val="00AB1AAA"/>
    <w:rsid w:val="00AB1ECC"/>
    <w:rsid w:val="00AB2E9D"/>
    <w:rsid w:val="00AB5546"/>
    <w:rsid w:val="00AB5C79"/>
    <w:rsid w:val="00AB77FD"/>
    <w:rsid w:val="00AC1834"/>
    <w:rsid w:val="00AC271C"/>
    <w:rsid w:val="00AC38D3"/>
    <w:rsid w:val="00AC56BC"/>
    <w:rsid w:val="00AD0875"/>
    <w:rsid w:val="00AD17EA"/>
    <w:rsid w:val="00AD1D6A"/>
    <w:rsid w:val="00AD3630"/>
    <w:rsid w:val="00AD3C86"/>
    <w:rsid w:val="00AD4578"/>
    <w:rsid w:val="00AD67B2"/>
    <w:rsid w:val="00AD746B"/>
    <w:rsid w:val="00AE0DCC"/>
    <w:rsid w:val="00AE1152"/>
    <w:rsid w:val="00AE210E"/>
    <w:rsid w:val="00AE5848"/>
    <w:rsid w:val="00AE670E"/>
    <w:rsid w:val="00AE67DC"/>
    <w:rsid w:val="00AE6DB6"/>
    <w:rsid w:val="00AE7CDA"/>
    <w:rsid w:val="00AF05B3"/>
    <w:rsid w:val="00AF0F74"/>
    <w:rsid w:val="00AF1B9D"/>
    <w:rsid w:val="00AF1E2A"/>
    <w:rsid w:val="00AF24E5"/>
    <w:rsid w:val="00AF58A0"/>
    <w:rsid w:val="00AF5C61"/>
    <w:rsid w:val="00AF78A3"/>
    <w:rsid w:val="00B00DD5"/>
    <w:rsid w:val="00B01061"/>
    <w:rsid w:val="00B02045"/>
    <w:rsid w:val="00B02248"/>
    <w:rsid w:val="00B029CF"/>
    <w:rsid w:val="00B07D7B"/>
    <w:rsid w:val="00B128EA"/>
    <w:rsid w:val="00B12F71"/>
    <w:rsid w:val="00B14459"/>
    <w:rsid w:val="00B14775"/>
    <w:rsid w:val="00B15161"/>
    <w:rsid w:val="00B16D8E"/>
    <w:rsid w:val="00B203A2"/>
    <w:rsid w:val="00B23361"/>
    <w:rsid w:val="00B26C96"/>
    <w:rsid w:val="00B271D0"/>
    <w:rsid w:val="00B3198E"/>
    <w:rsid w:val="00B31B11"/>
    <w:rsid w:val="00B326FE"/>
    <w:rsid w:val="00B327E7"/>
    <w:rsid w:val="00B32E4B"/>
    <w:rsid w:val="00B33A35"/>
    <w:rsid w:val="00B343BA"/>
    <w:rsid w:val="00B34B93"/>
    <w:rsid w:val="00B35C4B"/>
    <w:rsid w:val="00B41E3E"/>
    <w:rsid w:val="00B441C3"/>
    <w:rsid w:val="00B44CFC"/>
    <w:rsid w:val="00B45583"/>
    <w:rsid w:val="00B45859"/>
    <w:rsid w:val="00B4727A"/>
    <w:rsid w:val="00B475D3"/>
    <w:rsid w:val="00B47D11"/>
    <w:rsid w:val="00B506C2"/>
    <w:rsid w:val="00B508FC"/>
    <w:rsid w:val="00B51A2A"/>
    <w:rsid w:val="00B5430C"/>
    <w:rsid w:val="00B54839"/>
    <w:rsid w:val="00B56CD7"/>
    <w:rsid w:val="00B57682"/>
    <w:rsid w:val="00B57736"/>
    <w:rsid w:val="00B616C7"/>
    <w:rsid w:val="00B6198C"/>
    <w:rsid w:val="00B61E33"/>
    <w:rsid w:val="00B62354"/>
    <w:rsid w:val="00B647FC"/>
    <w:rsid w:val="00B66480"/>
    <w:rsid w:val="00B67907"/>
    <w:rsid w:val="00B67D18"/>
    <w:rsid w:val="00B7066B"/>
    <w:rsid w:val="00B707EC"/>
    <w:rsid w:val="00B70BD5"/>
    <w:rsid w:val="00B71BF0"/>
    <w:rsid w:val="00B722EE"/>
    <w:rsid w:val="00B723C7"/>
    <w:rsid w:val="00B72920"/>
    <w:rsid w:val="00B731B7"/>
    <w:rsid w:val="00B73321"/>
    <w:rsid w:val="00B736EF"/>
    <w:rsid w:val="00B76D17"/>
    <w:rsid w:val="00B777A5"/>
    <w:rsid w:val="00B77BF9"/>
    <w:rsid w:val="00B80237"/>
    <w:rsid w:val="00B82292"/>
    <w:rsid w:val="00B8314F"/>
    <w:rsid w:val="00B836D9"/>
    <w:rsid w:val="00B83AB0"/>
    <w:rsid w:val="00B84D6E"/>
    <w:rsid w:val="00B862F8"/>
    <w:rsid w:val="00B90555"/>
    <w:rsid w:val="00B90D70"/>
    <w:rsid w:val="00B91485"/>
    <w:rsid w:val="00B92060"/>
    <w:rsid w:val="00B921E1"/>
    <w:rsid w:val="00B9379C"/>
    <w:rsid w:val="00B93B03"/>
    <w:rsid w:val="00B941E5"/>
    <w:rsid w:val="00B954CC"/>
    <w:rsid w:val="00B95E0C"/>
    <w:rsid w:val="00B96C42"/>
    <w:rsid w:val="00B97F2C"/>
    <w:rsid w:val="00BA041C"/>
    <w:rsid w:val="00BA12E6"/>
    <w:rsid w:val="00BA1C44"/>
    <w:rsid w:val="00BA2392"/>
    <w:rsid w:val="00BA2983"/>
    <w:rsid w:val="00BA4C11"/>
    <w:rsid w:val="00BA6214"/>
    <w:rsid w:val="00BA6A98"/>
    <w:rsid w:val="00BA793C"/>
    <w:rsid w:val="00BB01E3"/>
    <w:rsid w:val="00BB173B"/>
    <w:rsid w:val="00BB2AA2"/>
    <w:rsid w:val="00BB3260"/>
    <w:rsid w:val="00BB351A"/>
    <w:rsid w:val="00BB4DA6"/>
    <w:rsid w:val="00BB5881"/>
    <w:rsid w:val="00BB6326"/>
    <w:rsid w:val="00BB6822"/>
    <w:rsid w:val="00BC0A34"/>
    <w:rsid w:val="00BC112C"/>
    <w:rsid w:val="00BC139A"/>
    <w:rsid w:val="00BC22CE"/>
    <w:rsid w:val="00BC24C4"/>
    <w:rsid w:val="00BC3127"/>
    <w:rsid w:val="00BC4F3F"/>
    <w:rsid w:val="00BC4FE2"/>
    <w:rsid w:val="00BC656A"/>
    <w:rsid w:val="00BC66ED"/>
    <w:rsid w:val="00BC674A"/>
    <w:rsid w:val="00BC7B73"/>
    <w:rsid w:val="00BC7BB2"/>
    <w:rsid w:val="00BD0580"/>
    <w:rsid w:val="00BD11F0"/>
    <w:rsid w:val="00BD12D0"/>
    <w:rsid w:val="00BD1BB6"/>
    <w:rsid w:val="00BD23B5"/>
    <w:rsid w:val="00BD415D"/>
    <w:rsid w:val="00BD6AC1"/>
    <w:rsid w:val="00BD7F40"/>
    <w:rsid w:val="00BE53D5"/>
    <w:rsid w:val="00BE60F9"/>
    <w:rsid w:val="00BE6289"/>
    <w:rsid w:val="00BE79F2"/>
    <w:rsid w:val="00BF023D"/>
    <w:rsid w:val="00BF0C8B"/>
    <w:rsid w:val="00BF2310"/>
    <w:rsid w:val="00BF238E"/>
    <w:rsid w:val="00BF3D3B"/>
    <w:rsid w:val="00BF4096"/>
    <w:rsid w:val="00BF4440"/>
    <w:rsid w:val="00BF5575"/>
    <w:rsid w:val="00BF566C"/>
    <w:rsid w:val="00BF671F"/>
    <w:rsid w:val="00BF6F50"/>
    <w:rsid w:val="00C01ADC"/>
    <w:rsid w:val="00C01CC8"/>
    <w:rsid w:val="00C01E7F"/>
    <w:rsid w:val="00C01EBC"/>
    <w:rsid w:val="00C0255A"/>
    <w:rsid w:val="00C02F28"/>
    <w:rsid w:val="00C03E18"/>
    <w:rsid w:val="00C04AA0"/>
    <w:rsid w:val="00C0513E"/>
    <w:rsid w:val="00C06578"/>
    <w:rsid w:val="00C0711C"/>
    <w:rsid w:val="00C107EA"/>
    <w:rsid w:val="00C11AF2"/>
    <w:rsid w:val="00C11B6B"/>
    <w:rsid w:val="00C11E8A"/>
    <w:rsid w:val="00C148FE"/>
    <w:rsid w:val="00C16EC9"/>
    <w:rsid w:val="00C176A6"/>
    <w:rsid w:val="00C225AC"/>
    <w:rsid w:val="00C227D2"/>
    <w:rsid w:val="00C233F6"/>
    <w:rsid w:val="00C24A29"/>
    <w:rsid w:val="00C26BEA"/>
    <w:rsid w:val="00C271A1"/>
    <w:rsid w:val="00C27338"/>
    <w:rsid w:val="00C27F64"/>
    <w:rsid w:val="00C30FF3"/>
    <w:rsid w:val="00C32532"/>
    <w:rsid w:val="00C342EA"/>
    <w:rsid w:val="00C36812"/>
    <w:rsid w:val="00C405C4"/>
    <w:rsid w:val="00C40BDB"/>
    <w:rsid w:val="00C43466"/>
    <w:rsid w:val="00C434FA"/>
    <w:rsid w:val="00C436D9"/>
    <w:rsid w:val="00C45815"/>
    <w:rsid w:val="00C45C62"/>
    <w:rsid w:val="00C46170"/>
    <w:rsid w:val="00C4679A"/>
    <w:rsid w:val="00C46B25"/>
    <w:rsid w:val="00C5165E"/>
    <w:rsid w:val="00C53708"/>
    <w:rsid w:val="00C557DE"/>
    <w:rsid w:val="00C56434"/>
    <w:rsid w:val="00C56A2D"/>
    <w:rsid w:val="00C56B5F"/>
    <w:rsid w:val="00C57522"/>
    <w:rsid w:val="00C61B62"/>
    <w:rsid w:val="00C64746"/>
    <w:rsid w:val="00C66838"/>
    <w:rsid w:val="00C66F7D"/>
    <w:rsid w:val="00C67006"/>
    <w:rsid w:val="00C71190"/>
    <w:rsid w:val="00C72B91"/>
    <w:rsid w:val="00C738A2"/>
    <w:rsid w:val="00C75197"/>
    <w:rsid w:val="00C76748"/>
    <w:rsid w:val="00C76FB3"/>
    <w:rsid w:val="00C7715B"/>
    <w:rsid w:val="00C8272B"/>
    <w:rsid w:val="00C85E07"/>
    <w:rsid w:val="00C864CA"/>
    <w:rsid w:val="00C8737E"/>
    <w:rsid w:val="00C90AD3"/>
    <w:rsid w:val="00C918B2"/>
    <w:rsid w:val="00C91F8D"/>
    <w:rsid w:val="00C93DF5"/>
    <w:rsid w:val="00C94550"/>
    <w:rsid w:val="00C96831"/>
    <w:rsid w:val="00C97B81"/>
    <w:rsid w:val="00C97DDF"/>
    <w:rsid w:val="00CA1108"/>
    <w:rsid w:val="00CA27BE"/>
    <w:rsid w:val="00CA2F1E"/>
    <w:rsid w:val="00CA3154"/>
    <w:rsid w:val="00CA473A"/>
    <w:rsid w:val="00CA5111"/>
    <w:rsid w:val="00CA7875"/>
    <w:rsid w:val="00CB067B"/>
    <w:rsid w:val="00CB098C"/>
    <w:rsid w:val="00CB0F8A"/>
    <w:rsid w:val="00CB132E"/>
    <w:rsid w:val="00CB1E0E"/>
    <w:rsid w:val="00CB1FCC"/>
    <w:rsid w:val="00CB2048"/>
    <w:rsid w:val="00CB2692"/>
    <w:rsid w:val="00CB2C2E"/>
    <w:rsid w:val="00CB33B9"/>
    <w:rsid w:val="00CB40DD"/>
    <w:rsid w:val="00CB5969"/>
    <w:rsid w:val="00CB63F5"/>
    <w:rsid w:val="00CB66C6"/>
    <w:rsid w:val="00CB717B"/>
    <w:rsid w:val="00CB7557"/>
    <w:rsid w:val="00CB7812"/>
    <w:rsid w:val="00CC00BC"/>
    <w:rsid w:val="00CC0F1A"/>
    <w:rsid w:val="00CC1B21"/>
    <w:rsid w:val="00CC1FAA"/>
    <w:rsid w:val="00CC303E"/>
    <w:rsid w:val="00CC3311"/>
    <w:rsid w:val="00CC398B"/>
    <w:rsid w:val="00CC4968"/>
    <w:rsid w:val="00CC4D75"/>
    <w:rsid w:val="00CC5FBE"/>
    <w:rsid w:val="00CC7143"/>
    <w:rsid w:val="00CC7694"/>
    <w:rsid w:val="00CC7D38"/>
    <w:rsid w:val="00CD010B"/>
    <w:rsid w:val="00CD064A"/>
    <w:rsid w:val="00CD149F"/>
    <w:rsid w:val="00CD2218"/>
    <w:rsid w:val="00CD2347"/>
    <w:rsid w:val="00CD2647"/>
    <w:rsid w:val="00CD41CD"/>
    <w:rsid w:val="00CD549D"/>
    <w:rsid w:val="00CD59AF"/>
    <w:rsid w:val="00CD7CB5"/>
    <w:rsid w:val="00CE03B4"/>
    <w:rsid w:val="00CE13FE"/>
    <w:rsid w:val="00CE264E"/>
    <w:rsid w:val="00CE4923"/>
    <w:rsid w:val="00CE4C3E"/>
    <w:rsid w:val="00CE5816"/>
    <w:rsid w:val="00CE59E4"/>
    <w:rsid w:val="00CE5AE1"/>
    <w:rsid w:val="00CE7A3F"/>
    <w:rsid w:val="00CF0912"/>
    <w:rsid w:val="00CF12DD"/>
    <w:rsid w:val="00CF1F0F"/>
    <w:rsid w:val="00CF3636"/>
    <w:rsid w:val="00CF3DE3"/>
    <w:rsid w:val="00CF493D"/>
    <w:rsid w:val="00D00222"/>
    <w:rsid w:val="00D0271D"/>
    <w:rsid w:val="00D03869"/>
    <w:rsid w:val="00D04CB4"/>
    <w:rsid w:val="00D055CA"/>
    <w:rsid w:val="00D05E98"/>
    <w:rsid w:val="00D05EC9"/>
    <w:rsid w:val="00D07659"/>
    <w:rsid w:val="00D119C8"/>
    <w:rsid w:val="00D121EB"/>
    <w:rsid w:val="00D128A4"/>
    <w:rsid w:val="00D142DF"/>
    <w:rsid w:val="00D14D00"/>
    <w:rsid w:val="00D154C5"/>
    <w:rsid w:val="00D17868"/>
    <w:rsid w:val="00D17CEB"/>
    <w:rsid w:val="00D200D3"/>
    <w:rsid w:val="00D23037"/>
    <w:rsid w:val="00D23709"/>
    <w:rsid w:val="00D242A7"/>
    <w:rsid w:val="00D2679D"/>
    <w:rsid w:val="00D2688F"/>
    <w:rsid w:val="00D26E0F"/>
    <w:rsid w:val="00D30968"/>
    <w:rsid w:val="00D3105A"/>
    <w:rsid w:val="00D33580"/>
    <w:rsid w:val="00D342EC"/>
    <w:rsid w:val="00D34D24"/>
    <w:rsid w:val="00D34EFE"/>
    <w:rsid w:val="00D351FB"/>
    <w:rsid w:val="00D360AE"/>
    <w:rsid w:val="00D3669A"/>
    <w:rsid w:val="00D36A8D"/>
    <w:rsid w:val="00D36E44"/>
    <w:rsid w:val="00D44CF9"/>
    <w:rsid w:val="00D50F79"/>
    <w:rsid w:val="00D521BD"/>
    <w:rsid w:val="00D52301"/>
    <w:rsid w:val="00D53CC0"/>
    <w:rsid w:val="00D5483D"/>
    <w:rsid w:val="00D54B10"/>
    <w:rsid w:val="00D55756"/>
    <w:rsid w:val="00D55A00"/>
    <w:rsid w:val="00D55BAA"/>
    <w:rsid w:val="00D55FDC"/>
    <w:rsid w:val="00D56782"/>
    <w:rsid w:val="00D56D92"/>
    <w:rsid w:val="00D5745C"/>
    <w:rsid w:val="00D57C63"/>
    <w:rsid w:val="00D60B14"/>
    <w:rsid w:val="00D61B94"/>
    <w:rsid w:val="00D64601"/>
    <w:rsid w:val="00D657E4"/>
    <w:rsid w:val="00D6596E"/>
    <w:rsid w:val="00D65AC6"/>
    <w:rsid w:val="00D670CD"/>
    <w:rsid w:val="00D70014"/>
    <w:rsid w:val="00D70F6F"/>
    <w:rsid w:val="00D71385"/>
    <w:rsid w:val="00D745A7"/>
    <w:rsid w:val="00D75A30"/>
    <w:rsid w:val="00D75F00"/>
    <w:rsid w:val="00D7618D"/>
    <w:rsid w:val="00D80105"/>
    <w:rsid w:val="00D81D70"/>
    <w:rsid w:val="00D83E6B"/>
    <w:rsid w:val="00D851D9"/>
    <w:rsid w:val="00D853B2"/>
    <w:rsid w:val="00D86405"/>
    <w:rsid w:val="00D87949"/>
    <w:rsid w:val="00D91D62"/>
    <w:rsid w:val="00D91DB9"/>
    <w:rsid w:val="00D92AF1"/>
    <w:rsid w:val="00D9362F"/>
    <w:rsid w:val="00D946C9"/>
    <w:rsid w:val="00D94ACC"/>
    <w:rsid w:val="00D94F67"/>
    <w:rsid w:val="00D955F4"/>
    <w:rsid w:val="00D967A6"/>
    <w:rsid w:val="00DA11EA"/>
    <w:rsid w:val="00DA2FCE"/>
    <w:rsid w:val="00DA3462"/>
    <w:rsid w:val="00DA37A8"/>
    <w:rsid w:val="00DA3E4D"/>
    <w:rsid w:val="00DA4A30"/>
    <w:rsid w:val="00DA592A"/>
    <w:rsid w:val="00DA5E35"/>
    <w:rsid w:val="00DA62CB"/>
    <w:rsid w:val="00DA67D6"/>
    <w:rsid w:val="00DB5808"/>
    <w:rsid w:val="00DB60D2"/>
    <w:rsid w:val="00DB7FD1"/>
    <w:rsid w:val="00DC168F"/>
    <w:rsid w:val="00DC2EC1"/>
    <w:rsid w:val="00DC351A"/>
    <w:rsid w:val="00DC383C"/>
    <w:rsid w:val="00DC5691"/>
    <w:rsid w:val="00DC58BF"/>
    <w:rsid w:val="00DC5BD6"/>
    <w:rsid w:val="00DC6292"/>
    <w:rsid w:val="00DC7A24"/>
    <w:rsid w:val="00DD1FF3"/>
    <w:rsid w:val="00DD39DE"/>
    <w:rsid w:val="00DD71F9"/>
    <w:rsid w:val="00DE1B06"/>
    <w:rsid w:val="00DE1DCB"/>
    <w:rsid w:val="00DE26ED"/>
    <w:rsid w:val="00DE3132"/>
    <w:rsid w:val="00DE32FD"/>
    <w:rsid w:val="00DE4443"/>
    <w:rsid w:val="00DE6331"/>
    <w:rsid w:val="00DF0A46"/>
    <w:rsid w:val="00DF2991"/>
    <w:rsid w:val="00DF2AD8"/>
    <w:rsid w:val="00DF681D"/>
    <w:rsid w:val="00DF7353"/>
    <w:rsid w:val="00E007AA"/>
    <w:rsid w:val="00E0108B"/>
    <w:rsid w:val="00E016A7"/>
    <w:rsid w:val="00E034E7"/>
    <w:rsid w:val="00E057B9"/>
    <w:rsid w:val="00E066B7"/>
    <w:rsid w:val="00E07A5C"/>
    <w:rsid w:val="00E07D44"/>
    <w:rsid w:val="00E10AB8"/>
    <w:rsid w:val="00E11A64"/>
    <w:rsid w:val="00E11ACD"/>
    <w:rsid w:val="00E142AF"/>
    <w:rsid w:val="00E20101"/>
    <w:rsid w:val="00E210A6"/>
    <w:rsid w:val="00E2223C"/>
    <w:rsid w:val="00E23775"/>
    <w:rsid w:val="00E23A41"/>
    <w:rsid w:val="00E240F0"/>
    <w:rsid w:val="00E25232"/>
    <w:rsid w:val="00E261E1"/>
    <w:rsid w:val="00E30A36"/>
    <w:rsid w:val="00E3353C"/>
    <w:rsid w:val="00E338BE"/>
    <w:rsid w:val="00E35D5D"/>
    <w:rsid w:val="00E37B5E"/>
    <w:rsid w:val="00E37EBF"/>
    <w:rsid w:val="00E42085"/>
    <w:rsid w:val="00E43289"/>
    <w:rsid w:val="00E4335D"/>
    <w:rsid w:val="00E438F7"/>
    <w:rsid w:val="00E47042"/>
    <w:rsid w:val="00E47AD7"/>
    <w:rsid w:val="00E47B5F"/>
    <w:rsid w:val="00E5163C"/>
    <w:rsid w:val="00E5182F"/>
    <w:rsid w:val="00E51A72"/>
    <w:rsid w:val="00E51A88"/>
    <w:rsid w:val="00E52B76"/>
    <w:rsid w:val="00E54271"/>
    <w:rsid w:val="00E54C30"/>
    <w:rsid w:val="00E56FF4"/>
    <w:rsid w:val="00E6148F"/>
    <w:rsid w:val="00E61AA0"/>
    <w:rsid w:val="00E61B9F"/>
    <w:rsid w:val="00E61D3C"/>
    <w:rsid w:val="00E62A6B"/>
    <w:rsid w:val="00E62C26"/>
    <w:rsid w:val="00E62F37"/>
    <w:rsid w:val="00E636D1"/>
    <w:rsid w:val="00E64489"/>
    <w:rsid w:val="00E64B31"/>
    <w:rsid w:val="00E67338"/>
    <w:rsid w:val="00E67B43"/>
    <w:rsid w:val="00E7275F"/>
    <w:rsid w:val="00E733D9"/>
    <w:rsid w:val="00E73901"/>
    <w:rsid w:val="00E73EA3"/>
    <w:rsid w:val="00E74576"/>
    <w:rsid w:val="00E74C2C"/>
    <w:rsid w:val="00E7530E"/>
    <w:rsid w:val="00E75F52"/>
    <w:rsid w:val="00E765F0"/>
    <w:rsid w:val="00E7779D"/>
    <w:rsid w:val="00E777C5"/>
    <w:rsid w:val="00E82D24"/>
    <w:rsid w:val="00E83559"/>
    <w:rsid w:val="00E84B8E"/>
    <w:rsid w:val="00E8501F"/>
    <w:rsid w:val="00E8586A"/>
    <w:rsid w:val="00E90901"/>
    <w:rsid w:val="00E9255E"/>
    <w:rsid w:val="00E94E9E"/>
    <w:rsid w:val="00E9522C"/>
    <w:rsid w:val="00E95261"/>
    <w:rsid w:val="00E9543D"/>
    <w:rsid w:val="00E95E9B"/>
    <w:rsid w:val="00E96C11"/>
    <w:rsid w:val="00EA2034"/>
    <w:rsid w:val="00EA251E"/>
    <w:rsid w:val="00EA258B"/>
    <w:rsid w:val="00EA3A63"/>
    <w:rsid w:val="00EA620A"/>
    <w:rsid w:val="00EA68EA"/>
    <w:rsid w:val="00EB125B"/>
    <w:rsid w:val="00EB168C"/>
    <w:rsid w:val="00EB463A"/>
    <w:rsid w:val="00EC0078"/>
    <w:rsid w:val="00EC0AEE"/>
    <w:rsid w:val="00EC0F7F"/>
    <w:rsid w:val="00EC1FA8"/>
    <w:rsid w:val="00EC22E2"/>
    <w:rsid w:val="00EC4B0A"/>
    <w:rsid w:val="00EC7180"/>
    <w:rsid w:val="00EC7878"/>
    <w:rsid w:val="00ED46CE"/>
    <w:rsid w:val="00ED4984"/>
    <w:rsid w:val="00ED49B7"/>
    <w:rsid w:val="00ED53E9"/>
    <w:rsid w:val="00ED7037"/>
    <w:rsid w:val="00ED762C"/>
    <w:rsid w:val="00ED7935"/>
    <w:rsid w:val="00EE0064"/>
    <w:rsid w:val="00EE0391"/>
    <w:rsid w:val="00EE056E"/>
    <w:rsid w:val="00EE088C"/>
    <w:rsid w:val="00EE240F"/>
    <w:rsid w:val="00EE379D"/>
    <w:rsid w:val="00EE62BE"/>
    <w:rsid w:val="00EE6C9F"/>
    <w:rsid w:val="00EF1F4B"/>
    <w:rsid w:val="00EF324A"/>
    <w:rsid w:val="00EF3C27"/>
    <w:rsid w:val="00EF4F2A"/>
    <w:rsid w:val="00EF54FE"/>
    <w:rsid w:val="00EF7305"/>
    <w:rsid w:val="00EF731F"/>
    <w:rsid w:val="00EF7787"/>
    <w:rsid w:val="00EF7C98"/>
    <w:rsid w:val="00F00204"/>
    <w:rsid w:val="00F004D2"/>
    <w:rsid w:val="00F00E59"/>
    <w:rsid w:val="00F01810"/>
    <w:rsid w:val="00F021D7"/>
    <w:rsid w:val="00F023FC"/>
    <w:rsid w:val="00F02BDB"/>
    <w:rsid w:val="00F03865"/>
    <w:rsid w:val="00F04514"/>
    <w:rsid w:val="00F04A52"/>
    <w:rsid w:val="00F068A3"/>
    <w:rsid w:val="00F077B2"/>
    <w:rsid w:val="00F10C4B"/>
    <w:rsid w:val="00F11AB5"/>
    <w:rsid w:val="00F121F0"/>
    <w:rsid w:val="00F12845"/>
    <w:rsid w:val="00F128E3"/>
    <w:rsid w:val="00F1297D"/>
    <w:rsid w:val="00F13291"/>
    <w:rsid w:val="00F160FC"/>
    <w:rsid w:val="00F16905"/>
    <w:rsid w:val="00F16CE9"/>
    <w:rsid w:val="00F16D2A"/>
    <w:rsid w:val="00F1762D"/>
    <w:rsid w:val="00F17909"/>
    <w:rsid w:val="00F20E21"/>
    <w:rsid w:val="00F21577"/>
    <w:rsid w:val="00F23663"/>
    <w:rsid w:val="00F23691"/>
    <w:rsid w:val="00F23B83"/>
    <w:rsid w:val="00F252F9"/>
    <w:rsid w:val="00F30FA9"/>
    <w:rsid w:val="00F31B3F"/>
    <w:rsid w:val="00F31D77"/>
    <w:rsid w:val="00F3360D"/>
    <w:rsid w:val="00F36072"/>
    <w:rsid w:val="00F37093"/>
    <w:rsid w:val="00F37794"/>
    <w:rsid w:val="00F37FD1"/>
    <w:rsid w:val="00F40E63"/>
    <w:rsid w:val="00F41324"/>
    <w:rsid w:val="00F414E8"/>
    <w:rsid w:val="00F42A97"/>
    <w:rsid w:val="00F42D78"/>
    <w:rsid w:val="00F43AE3"/>
    <w:rsid w:val="00F43C81"/>
    <w:rsid w:val="00F44A28"/>
    <w:rsid w:val="00F44E0D"/>
    <w:rsid w:val="00F454C4"/>
    <w:rsid w:val="00F45CFD"/>
    <w:rsid w:val="00F46231"/>
    <w:rsid w:val="00F47433"/>
    <w:rsid w:val="00F47674"/>
    <w:rsid w:val="00F47777"/>
    <w:rsid w:val="00F47A68"/>
    <w:rsid w:val="00F50408"/>
    <w:rsid w:val="00F50969"/>
    <w:rsid w:val="00F50D4D"/>
    <w:rsid w:val="00F52F61"/>
    <w:rsid w:val="00F5311A"/>
    <w:rsid w:val="00F533ED"/>
    <w:rsid w:val="00F53808"/>
    <w:rsid w:val="00F53C76"/>
    <w:rsid w:val="00F54603"/>
    <w:rsid w:val="00F5569E"/>
    <w:rsid w:val="00F55747"/>
    <w:rsid w:val="00F57CD9"/>
    <w:rsid w:val="00F6024F"/>
    <w:rsid w:val="00F60581"/>
    <w:rsid w:val="00F614D6"/>
    <w:rsid w:val="00F61F23"/>
    <w:rsid w:val="00F620D9"/>
    <w:rsid w:val="00F63C6D"/>
    <w:rsid w:val="00F658B2"/>
    <w:rsid w:val="00F669CC"/>
    <w:rsid w:val="00F66EFB"/>
    <w:rsid w:val="00F7032D"/>
    <w:rsid w:val="00F70AAD"/>
    <w:rsid w:val="00F71545"/>
    <w:rsid w:val="00F71D4F"/>
    <w:rsid w:val="00F7408B"/>
    <w:rsid w:val="00F74F88"/>
    <w:rsid w:val="00F752FD"/>
    <w:rsid w:val="00F759DA"/>
    <w:rsid w:val="00F77928"/>
    <w:rsid w:val="00F8259F"/>
    <w:rsid w:val="00F83869"/>
    <w:rsid w:val="00F83995"/>
    <w:rsid w:val="00F840A2"/>
    <w:rsid w:val="00F84135"/>
    <w:rsid w:val="00F84401"/>
    <w:rsid w:val="00F8495E"/>
    <w:rsid w:val="00F869F5"/>
    <w:rsid w:val="00F86A09"/>
    <w:rsid w:val="00F86BD1"/>
    <w:rsid w:val="00F87030"/>
    <w:rsid w:val="00F90083"/>
    <w:rsid w:val="00F907D7"/>
    <w:rsid w:val="00F90E7D"/>
    <w:rsid w:val="00F91B86"/>
    <w:rsid w:val="00F9207F"/>
    <w:rsid w:val="00F920DA"/>
    <w:rsid w:val="00F92446"/>
    <w:rsid w:val="00F930E7"/>
    <w:rsid w:val="00F93A2E"/>
    <w:rsid w:val="00F9485C"/>
    <w:rsid w:val="00F958CA"/>
    <w:rsid w:val="00F9647B"/>
    <w:rsid w:val="00F96B51"/>
    <w:rsid w:val="00F97521"/>
    <w:rsid w:val="00FA0815"/>
    <w:rsid w:val="00FA1589"/>
    <w:rsid w:val="00FA3156"/>
    <w:rsid w:val="00FA32E7"/>
    <w:rsid w:val="00FA3D47"/>
    <w:rsid w:val="00FA496D"/>
    <w:rsid w:val="00FA65EB"/>
    <w:rsid w:val="00FA7405"/>
    <w:rsid w:val="00FA7BB0"/>
    <w:rsid w:val="00FB3952"/>
    <w:rsid w:val="00FB42D8"/>
    <w:rsid w:val="00FB4935"/>
    <w:rsid w:val="00FC099C"/>
    <w:rsid w:val="00FC1435"/>
    <w:rsid w:val="00FC3BC7"/>
    <w:rsid w:val="00FC3D89"/>
    <w:rsid w:val="00FC41C3"/>
    <w:rsid w:val="00FC62BF"/>
    <w:rsid w:val="00FC749E"/>
    <w:rsid w:val="00FC74A1"/>
    <w:rsid w:val="00FC75EE"/>
    <w:rsid w:val="00FC77AA"/>
    <w:rsid w:val="00FD24FA"/>
    <w:rsid w:val="00FD2E30"/>
    <w:rsid w:val="00FD3B46"/>
    <w:rsid w:val="00FD4850"/>
    <w:rsid w:val="00FD5375"/>
    <w:rsid w:val="00FD5597"/>
    <w:rsid w:val="00FD5991"/>
    <w:rsid w:val="00FD6F51"/>
    <w:rsid w:val="00FD75A0"/>
    <w:rsid w:val="00FE0761"/>
    <w:rsid w:val="00FE0A9C"/>
    <w:rsid w:val="00FE0B75"/>
    <w:rsid w:val="00FE12A0"/>
    <w:rsid w:val="00FE1BAE"/>
    <w:rsid w:val="00FE2946"/>
    <w:rsid w:val="00FE4008"/>
    <w:rsid w:val="00FE4414"/>
    <w:rsid w:val="00FE4790"/>
    <w:rsid w:val="00FE5AF5"/>
    <w:rsid w:val="00FE64AA"/>
    <w:rsid w:val="00FE64B7"/>
    <w:rsid w:val="00FE6958"/>
    <w:rsid w:val="00FE792F"/>
    <w:rsid w:val="00FF03EA"/>
    <w:rsid w:val="00FF091D"/>
    <w:rsid w:val="00FF0A6E"/>
    <w:rsid w:val="00FF12F2"/>
    <w:rsid w:val="00FF145A"/>
    <w:rsid w:val="00FF26AD"/>
    <w:rsid w:val="00FF2D47"/>
    <w:rsid w:val="00FF3809"/>
    <w:rsid w:val="00FF5136"/>
    <w:rsid w:val="00FF5802"/>
    <w:rsid w:val="00FF62CB"/>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6146"/>
    <o:shapelayout v:ext="edit">
      <o:idmap v:ext="edit" data="1"/>
      <o:rules v:ext="edit">
        <o:r id="V:Rule82" type="connector" idref="#AutoShape 164"/>
        <o:r id="V:Rule83" type="connector" idref="#AutoShape 276"/>
        <o:r id="V:Rule84" type="connector" idref="#AutoShape 99"/>
        <o:r id="V:Rule85" type="connector" idref="#AutoShape 117"/>
        <o:r id="V:Rule86" type="connector" idref="#AutoShape 151"/>
        <o:r id="V:Rule87" type="connector" idref="#AutoShape 308"/>
        <o:r id="V:Rule88" type="connector" idref="#AutoShape 233"/>
        <o:r id="V:Rule89" type="connector" idref="#AutoShape 309"/>
        <o:r id="V:Rule90" type="connector" idref="#AutoShape 268"/>
        <o:r id="V:Rule91" type="connector" idref="#AutoShape 159"/>
        <o:r id="V:Rule92" type="connector" idref="#AutoShape 215"/>
        <o:r id="V:Rule93" type="connector" idref="#AutoShape 57"/>
        <o:r id="V:Rule94" type="connector" idref="#AutoShape 172"/>
        <o:r id="V:Rule95" type="connector" idref="#AutoShape 247"/>
        <o:r id="V:Rule96" type="connector" idref="#AutoShape 118"/>
        <o:r id="V:Rule97" type="connector" idref="#AutoShape 49"/>
        <o:r id="V:Rule98" type="connector" idref="#AutoShape 216"/>
        <o:r id="V:Rule99" type="connector" idref="#AutoShape 227"/>
        <o:r id="V:Rule100" type="connector" idref="#AutoShape 156"/>
        <o:r id="V:Rule101" type="connector" idref="#AutoShape 58"/>
        <o:r id="V:Rule102" type="connector" idref="#AutoShape 214"/>
        <o:r id="V:Rule103" type="connector" idref="#AutoShape 46"/>
        <o:r id="V:Rule104" type="connector" idref="#AutoShape 97"/>
        <o:r id="V:Rule105" type="connector" idref="#AutoShape 337"/>
        <o:r id="V:Rule106" type="connector" idref="#AutoShape 258"/>
        <o:r id="V:Rule107" type="connector" idref="#AutoShape 310"/>
        <o:r id="V:Rule108" type="connector" idref="#AutoShape 29"/>
        <o:r id="V:Rule109" type="connector" idref="#AutoShape 299"/>
        <o:r id="V:Rule110" type="connector" idref="#AutoShape 96"/>
        <o:r id="V:Rule111" type="connector" idref="#AutoShape 98"/>
        <o:r id="V:Rule112" type="connector" idref="#AutoShape 160"/>
        <o:r id="V:Rule113" type="connector" idref="#AutoShape 336"/>
        <o:r id="V:Rule114" type="connector" idref="#AutoShape 155"/>
        <o:r id="V:Rule115" type="connector" idref="#AutoShape 279"/>
        <o:r id="V:Rule116" type="connector" idref="#AutoShape 297"/>
        <o:r id="V:Rule117" type="connector" idref="#AutoShape 55"/>
        <o:r id="V:Rule118" type="connector" idref="#AutoShape 152"/>
        <o:r id="V:Rule119" type="connector" idref="#AutoShape 103"/>
        <o:r id="V:Rule120" type="connector" idref="#AutoShape 220"/>
        <o:r id="V:Rule121" type="connector" idref="#AutoShape 257"/>
        <o:r id="V:Rule122" type="connector" idref="#AutoShape 321"/>
        <o:r id="V:Rule123" type="connector" idref="#AutoShape 306"/>
        <o:r id="V:Rule124" type="connector" idref="#AutoShape 45"/>
        <o:r id="V:Rule125" type="connector" idref="#AutoShape 228"/>
        <o:r id="V:Rule126" type="connector" idref="#AutoShape 62"/>
        <o:r id="V:Rule127" type="connector" idref="#AutoShape 243"/>
        <o:r id="V:Rule128" type="connector" idref="#AutoShape 153"/>
        <o:r id="V:Rule129" type="connector" idref="#AutoShape 219"/>
        <o:r id="V:Rule130" type="connector" idref="#AutoShape 28"/>
        <o:r id="V:Rule131" type="connector" idref="#AutoShape 217"/>
        <o:r id="V:Rule132" type="connector" idref="#AutoShape 53"/>
        <o:r id="V:Rule133" type="connector" idref="#AutoShape 171"/>
        <o:r id="V:Rule134" type="connector" idref="#AutoShape 193"/>
        <o:r id="V:Rule135" type="connector" idref="#AutoShape 123"/>
        <o:r id="V:Rule136" type="connector" idref="#AutoShape 307"/>
        <o:r id="V:Rule137" type="connector" idref="#AutoShape 59"/>
        <o:r id="V:Rule138" type="connector" idref="#AutoShape 331"/>
        <o:r id="V:Rule139" type="connector" idref="#AutoShape 68"/>
        <o:r id="V:Rule140" type="connector" idref="#AutoShape 51"/>
        <o:r id="V:Rule141" type="connector" idref="#AutoShape 39"/>
        <o:r id="V:Rule142" type="connector" idref="#AutoShape 218"/>
        <o:r id="V:Rule143" type="connector" idref="#AutoShape 162"/>
        <o:r id="V:Rule144" type="connector" idref="#AutoShape 50"/>
        <o:r id="V:Rule145" type="connector" idref="#AutoShape 40"/>
        <o:r id="V:Rule146" type="connector" idref="#AutoShape 311"/>
        <o:r id="V:Rule147" type="connector" idref="#AutoShape 305"/>
        <o:r id="V:Rule148" type="connector" idref="#AutoShape 95"/>
        <o:r id="V:Rule149" type="connector" idref="#AutoShape 52"/>
        <o:r id="V:Rule150" type="connector" idref="#AutoShape 245"/>
        <o:r id="V:Rule151" type="connector" idref="#AutoShape 226"/>
        <o:r id="V:Rule152" type="connector" idref="#AutoShape 235"/>
        <o:r id="V:Rule153" type="connector" idref="#AutoShape 320"/>
        <o:r id="V:Rule154" type="connector" idref="#AutoShape 69"/>
        <o:r id="V:Rule155" type="connector" idref="#AutoShape 154"/>
        <o:r id="V:Rule156" type="connector" idref="#AutoShape 166"/>
        <o:r id="V:Rule157" type="connector" idref="#AutoShape 30"/>
        <o:r id="V:Rule158" type="connector" idref="#AutoShape 221"/>
        <o:r id="V:Rule159" type="connector" idref="#AutoShape 298"/>
        <o:r id="V:Rule160" type="connector" idref="#AutoShape 269"/>
        <o:r id="V:Rule161" type="connector" idref="#AutoShape 248"/>
        <o:r id="V:Rule162" type="connector" idref="#AutoShape 27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note text" w:qFormat="1"/>
    <w:lsdException w:name="footer" w:uiPriority="99"/>
    <w:lsdException w:name="caption" w:qFormat="1"/>
    <w:lsdException w:name="footnote reference" w:uiPriority="99" w:qFormat="1"/>
    <w:lsdException w:name="annotation reference"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Plain Text" w:uiPriority="99"/>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024F"/>
    <w:pPr>
      <w:spacing w:before="120" w:after="120" w:line="288" w:lineRule="auto"/>
      <w:jc w:val="both"/>
    </w:pPr>
    <w:rPr>
      <w:rFonts w:ascii="Calibri" w:hAnsi="Calibri"/>
      <w:sz w:val="24"/>
      <w:lang w:val="es-ES" w:eastAsia="es-ES"/>
    </w:rPr>
  </w:style>
  <w:style w:type="paragraph" w:styleId="Ttulo1">
    <w:name w:val="heading 1"/>
    <w:basedOn w:val="Normal"/>
    <w:next w:val="Normal"/>
    <w:qFormat/>
    <w:rsid w:val="00F77928"/>
    <w:pPr>
      <w:keepNext/>
      <w:pBdr>
        <w:bottom w:val="single" w:sz="4" w:space="1" w:color="365F91"/>
      </w:pBdr>
      <w:spacing w:before="240" w:after="240" w:line="240" w:lineRule="auto"/>
      <w:outlineLvl w:val="0"/>
    </w:pPr>
    <w:rPr>
      <w:rFonts w:cs="Arial"/>
      <w:b/>
      <w:bCs/>
      <w:color w:val="17365D"/>
      <w:kern w:val="32"/>
      <w:sz w:val="40"/>
      <w:szCs w:val="32"/>
    </w:rPr>
  </w:style>
  <w:style w:type="paragraph" w:styleId="Ttulo2">
    <w:name w:val="heading 2"/>
    <w:basedOn w:val="Normal"/>
    <w:next w:val="Normal"/>
    <w:link w:val="Ttulo2Car"/>
    <w:qFormat/>
    <w:rsid w:val="003A51EF"/>
    <w:pPr>
      <w:keepNext/>
      <w:spacing w:before="240" w:after="60"/>
      <w:outlineLvl w:val="1"/>
    </w:pPr>
    <w:rPr>
      <w:rFonts w:cs="Arial"/>
      <w:b/>
      <w:bCs/>
      <w:iCs/>
      <w:szCs w:val="28"/>
    </w:rPr>
  </w:style>
  <w:style w:type="paragraph" w:styleId="Ttulo3">
    <w:name w:val="heading 3"/>
    <w:basedOn w:val="Normal"/>
    <w:next w:val="Normal"/>
    <w:link w:val="Ttulo3Car"/>
    <w:qFormat/>
    <w:rsid w:val="00A06924"/>
    <w:pPr>
      <w:keepNext/>
      <w:spacing w:before="240" w:after="200"/>
      <w:outlineLvl w:val="2"/>
    </w:pPr>
    <w:rPr>
      <w:rFonts w:cs="Arial"/>
      <w:b/>
      <w:bCs/>
      <w:szCs w:val="26"/>
    </w:rPr>
  </w:style>
  <w:style w:type="paragraph" w:styleId="Ttulo4">
    <w:name w:val="heading 4"/>
    <w:basedOn w:val="Normal"/>
    <w:next w:val="Normal"/>
    <w:qFormat/>
    <w:rsid w:val="00A06924"/>
    <w:pPr>
      <w:keepNext/>
      <w:spacing w:before="240" w:after="60"/>
      <w:outlineLvl w:val="3"/>
    </w:pPr>
    <w:rPr>
      <w:b/>
      <w:bCs/>
      <w:szCs w:val="28"/>
    </w:rPr>
  </w:style>
  <w:style w:type="paragraph" w:styleId="Ttulo5">
    <w:name w:val="heading 5"/>
    <w:basedOn w:val="Normal"/>
    <w:next w:val="Normal"/>
    <w:qFormat/>
    <w:rsid w:val="00A06924"/>
    <w:pPr>
      <w:spacing w:before="240" w:after="60"/>
      <w:outlineLvl w:val="4"/>
    </w:pPr>
    <w:rPr>
      <w:b/>
      <w:bCs/>
      <w:iCs/>
      <w:szCs w:val="26"/>
    </w:rPr>
  </w:style>
  <w:style w:type="paragraph" w:styleId="Ttulo6">
    <w:name w:val="heading 6"/>
    <w:basedOn w:val="Normal"/>
    <w:next w:val="Normal"/>
    <w:qFormat/>
    <w:rsid w:val="00A06924"/>
    <w:pPr>
      <w:spacing w:before="240" w:after="60"/>
      <w:outlineLvl w:val="5"/>
    </w:pPr>
    <w:rPr>
      <w:b/>
      <w:bCs/>
      <w:sz w:val="20"/>
      <w:szCs w:val="22"/>
    </w:rPr>
  </w:style>
  <w:style w:type="paragraph" w:styleId="Ttulo7">
    <w:name w:val="heading 7"/>
    <w:basedOn w:val="Normal"/>
    <w:next w:val="Normal"/>
    <w:qFormat/>
    <w:rsid w:val="00A06924"/>
    <w:pPr>
      <w:keepNext/>
      <w:jc w:val="center"/>
      <w:outlineLvl w:val="6"/>
    </w:pPr>
    <w:rPr>
      <w:b/>
      <w:bCs/>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A06924"/>
    <w:pPr>
      <w:tabs>
        <w:tab w:val="center" w:pos="4419"/>
        <w:tab w:val="right" w:pos="8838"/>
      </w:tabs>
    </w:pPr>
  </w:style>
  <w:style w:type="paragraph" w:styleId="Piedepgina">
    <w:name w:val="footer"/>
    <w:basedOn w:val="Normal"/>
    <w:link w:val="PiedepginaCar"/>
    <w:uiPriority w:val="99"/>
    <w:rsid w:val="00A06924"/>
    <w:pPr>
      <w:tabs>
        <w:tab w:val="center" w:pos="4419"/>
        <w:tab w:val="right" w:pos="8838"/>
      </w:tabs>
    </w:pPr>
    <w:rPr>
      <w:rFonts w:ascii="Arial" w:hAnsi="Arial"/>
      <w:sz w:val="22"/>
    </w:rPr>
  </w:style>
  <w:style w:type="paragraph" w:styleId="Textonotapie">
    <w:name w:val="footnote text"/>
    <w:aliases w:val="fn,Texto de rodapé,nota_rodapé,nota de rodapé,ADB,foottextfra,footnote,F,Texto nota pie Car Car,FOOTNOTES,single space,footnote text,Footnote Text Char Char,texto de nota al pie,Nota a pie/Bibliog,Texto nota pie IIRSA,foottextf,Geneva 9,f"/>
    <w:basedOn w:val="Normal"/>
    <w:link w:val="TextonotapieCar"/>
    <w:qFormat/>
    <w:rsid w:val="00A06924"/>
    <w:rPr>
      <w:rFonts w:ascii="Arial" w:hAnsi="Arial"/>
      <w:sz w:val="20"/>
    </w:rPr>
  </w:style>
  <w:style w:type="character" w:styleId="Refdenotaalpie">
    <w:name w:val="footnote reference"/>
    <w:aliases w:val="Ref. de nota al pie.,16 Point,Superscript 6 Point,ftref,Ref,de nota al pie,referencia nota al pie,titulo 2,Fußnotenzeichen DISS,Ref. de nota al pie EDEP,pie pddes,FC,Footnote Reference Number,Footnote Reference_LVL6,fr,SUPERS"/>
    <w:uiPriority w:val="99"/>
    <w:qFormat/>
    <w:rsid w:val="00A06924"/>
    <w:rPr>
      <w:vertAlign w:val="superscript"/>
    </w:rPr>
  </w:style>
  <w:style w:type="table" w:styleId="Tablaconcuadrcula">
    <w:name w:val="Table Grid"/>
    <w:basedOn w:val="Tablanormal"/>
    <w:uiPriority w:val="59"/>
    <w:rsid w:val="00C96831"/>
    <w:pPr>
      <w:spacing w:line="288"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ph">
    <w:name w:val="Paragraph"/>
    <w:aliases w:val="paragraph,p,PARAGRAPH,PG,pa,at"/>
    <w:basedOn w:val="Sangradetextonormal"/>
    <w:link w:val="ParagraphChar"/>
    <w:qFormat/>
    <w:rsid w:val="003D328D"/>
    <w:pPr>
      <w:spacing w:line="240" w:lineRule="auto"/>
      <w:ind w:left="0"/>
      <w:jc w:val="left"/>
      <w:outlineLvl w:val="1"/>
    </w:pPr>
    <w:rPr>
      <w:rFonts w:ascii="Times New Roman" w:hAnsi="Times New Roman"/>
      <w:lang w:eastAsia="en-US"/>
    </w:rPr>
  </w:style>
  <w:style w:type="paragraph" w:styleId="TDC1">
    <w:name w:val="toc 1"/>
    <w:basedOn w:val="Normal"/>
    <w:next w:val="Normal"/>
    <w:autoRedefine/>
    <w:uiPriority w:val="39"/>
    <w:qFormat/>
    <w:rsid w:val="00A06924"/>
  </w:style>
  <w:style w:type="paragraph" w:styleId="TDC2">
    <w:name w:val="toc 2"/>
    <w:basedOn w:val="Normal"/>
    <w:next w:val="Normal"/>
    <w:autoRedefine/>
    <w:uiPriority w:val="39"/>
    <w:qFormat/>
    <w:rsid w:val="00A06924"/>
    <w:pPr>
      <w:ind w:left="220"/>
    </w:pPr>
  </w:style>
  <w:style w:type="paragraph" w:styleId="TDC3">
    <w:name w:val="toc 3"/>
    <w:basedOn w:val="Normal"/>
    <w:next w:val="Normal"/>
    <w:autoRedefine/>
    <w:uiPriority w:val="39"/>
    <w:qFormat/>
    <w:rsid w:val="00A06924"/>
    <w:pPr>
      <w:ind w:left="440"/>
    </w:pPr>
  </w:style>
  <w:style w:type="paragraph" w:styleId="TDC4">
    <w:name w:val="toc 4"/>
    <w:basedOn w:val="Normal"/>
    <w:next w:val="Normal"/>
    <w:autoRedefine/>
    <w:semiHidden/>
    <w:rsid w:val="00A06924"/>
    <w:pPr>
      <w:ind w:left="660"/>
    </w:pPr>
  </w:style>
  <w:style w:type="paragraph" w:styleId="TDC5">
    <w:name w:val="toc 5"/>
    <w:basedOn w:val="Normal"/>
    <w:next w:val="Normal"/>
    <w:autoRedefine/>
    <w:semiHidden/>
    <w:rsid w:val="00A06924"/>
    <w:pPr>
      <w:ind w:left="880"/>
    </w:pPr>
  </w:style>
  <w:style w:type="paragraph" w:styleId="TDC6">
    <w:name w:val="toc 6"/>
    <w:basedOn w:val="Normal"/>
    <w:next w:val="Normal"/>
    <w:autoRedefine/>
    <w:semiHidden/>
    <w:rsid w:val="00A06924"/>
    <w:pPr>
      <w:ind w:left="1100"/>
    </w:pPr>
  </w:style>
  <w:style w:type="paragraph" w:styleId="TDC7">
    <w:name w:val="toc 7"/>
    <w:basedOn w:val="Normal"/>
    <w:next w:val="Normal"/>
    <w:autoRedefine/>
    <w:semiHidden/>
    <w:rsid w:val="00A06924"/>
    <w:pPr>
      <w:ind w:left="1320"/>
    </w:pPr>
  </w:style>
  <w:style w:type="paragraph" w:styleId="TDC8">
    <w:name w:val="toc 8"/>
    <w:basedOn w:val="Normal"/>
    <w:next w:val="Normal"/>
    <w:autoRedefine/>
    <w:semiHidden/>
    <w:rsid w:val="00A06924"/>
    <w:pPr>
      <w:ind w:left="1540"/>
    </w:pPr>
  </w:style>
  <w:style w:type="paragraph" w:styleId="TDC9">
    <w:name w:val="toc 9"/>
    <w:basedOn w:val="Normal"/>
    <w:next w:val="Normal"/>
    <w:autoRedefine/>
    <w:semiHidden/>
    <w:rsid w:val="00A06924"/>
    <w:pPr>
      <w:ind w:left="1760"/>
    </w:pPr>
  </w:style>
  <w:style w:type="paragraph" w:styleId="Sangradetextonormal">
    <w:name w:val="Body Text Indent"/>
    <w:basedOn w:val="Normal"/>
    <w:rsid w:val="003D328D"/>
    <w:pPr>
      <w:ind w:left="283"/>
    </w:pPr>
  </w:style>
  <w:style w:type="character" w:styleId="Nmerodepgina">
    <w:name w:val="page number"/>
    <w:basedOn w:val="Fuentedeprrafopredeter"/>
    <w:rsid w:val="004E6385"/>
  </w:style>
  <w:style w:type="character" w:styleId="Hipervnculo">
    <w:name w:val="Hyperlink"/>
    <w:uiPriority w:val="99"/>
    <w:rsid w:val="00C342EA"/>
    <w:rPr>
      <w:color w:val="0000FF"/>
      <w:u w:val="single"/>
    </w:rPr>
  </w:style>
  <w:style w:type="paragraph" w:styleId="Prrafodelista">
    <w:name w:val="List Paragraph"/>
    <w:aliases w:val="NUMBERED PARAGRAPH,List Paragraph 1,References,ReferencesCxSpLast,lp1,Bullets,List Paragraph (numbered (a)),Numbered List Paragraph,123 List Paragraph,Celula,Colorful List - Accent 11,Numbered Paragraph,Akapit z listą BS,List_Paragraph"/>
    <w:basedOn w:val="Normal"/>
    <w:link w:val="PrrafodelistaCar"/>
    <w:uiPriority w:val="34"/>
    <w:qFormat/>
    <w:rsid w:val="000B2877"/>
    <w:pPr>
      <w:spacing w:after="200" w:line="276" w:lineRule="auto"/>
      <w:ind w:left="720"/>
      <w:contextualSpacing/>
      <w:jc w:val="left"/>
    </w:pPr>
    <w:rPr>
      <w:rFonts w:eastAsia="Calibri"/>
      <w:sz w:val="22"/>
      <w:szCs w:val="22"/>
      <w:lang w:eastAsia="en-US"/>
    </w:rPr>
  </w:style>
  <w:style w:type="character" w:customStyle="1" w:styleId="PrrafodelistaCar">
    <w:name w:val="Párrafo de lista Car"/>
    <w:aliases w:val="NUMBERED PARAGRAPH Car,List Paragraph 1 Car,References Car,ReferencesCxSpLast Car,lp1 Car,Bullets Car,List Paragraph (numbered (a)) Car,Numbered List Paragraph Car,123 List Paragraph Car,Celula Car,Colorful List - Accent 11 Car"/>
    <w:link w:val="Prrafodelista"/>
    <w:uiPriority w:val="34"/>
    <w:locked/>
    <w:rsid w:val="000B2877"/>
    <w:rPr>
      <w:rFonts w:ascii="Calibri" w:eastAsia="Calibri" w:hAnsi="Calibri"/>
      <w:sz w:val="22"/>
      <w:szCs w:val="22"/>
      <w:lang w:eastAsia="en-US"/>
    </w:rPr>
  </w:style>
  <w:style w:type="character" w:styleId="Refdecomentario">
    <w:name w:val="annotation reference"/>
    <w:uiPriority w:val="99"/>
    <w:rsid w:val="00F83995"/>
    <w:rPr>
      <w:sz w:val="16"/>
      <w:szCs w:val="16"/>
    </w:rPr>
  </w:style>
  <w:style w:type="paragraph" w:styleId="Textocomentario">
    <w:name w:val="annotation text"/>
    <w:basedOn w:val="Normal"/>
    <w:link w:val="TextocomentarioCar"/>
    <w:rsid w:val="00F83995"/>
    <w:pPr>
      <w:spacing w:line="240" w:lineRule="auto"/>
    </w:pPr>
    <w:rPr>
      <w:rFonts w:ascii="Arial" w:hAnsi="Arial"/>
      <w:sz w:val="20"/>
    </w:rPr>
  </w:style>
  <w:style w:type="character" w:customStyle="1" w:styleId="TextocomentarioCar">
    <w:name w:val="Texto comentario Car"/>
    <w:link w:val="Textocomentario"/>
    <w:rsid w:val="00F83995"/>
    <w:rPr>
      <w:rFonts w:ascii="Arial" w:hAnsi="Arial"/>
    </w:rPr>
  </w:style>
  <w:style w:type="paragraph" w:styleId="Asuntodelcomentario">
    <w:name w:val="annotation subject"/>
    <w:basedOn w:val="Textocomentario"/>
    <w:next w:val="Textocomentario"/>
    <w:link w:val="AsuntodelcomentarioCar"/>
    <w:rsid w:val="00F83995"/>
    <w:rPr>
      <w:b/>
      <w:bCs/>
    </w:rPr>
  </w:style>
  <w:style w:type="character" w:customStyle="1" w:styleId="AsuntodelcomentarioCar">
    <w:name w:val="Asunto del comentario Car"/>
    <w:link w:val="Asuntodelcomentario"/>
    <w:rsid w:val="00F83995"/>
    <w:rPr>
      <w:rFonts w:ascii="Arial" w:hAnsi="Arial"/>
      <w:b/>
      <w:bCs/>
      <w:lang w:val="es-ES" w:eastAsia="es-ES"/>
    </w:rPr>
  </w:style>
  <w:style w:type="paragraph" w:styleId="Textodeglobo">
    <w:name w:val="Balloon Text"/>
    <w:basedOn w:val="Normal"/>
    <w:link w:val="TextodegloboCar"/>
    <w:rsid w:val="00F83995"/>
    <w:pPr>
      <w:spacing w:line="240" w:lineRule="auto"/>
    </w:pPr>
    <w:rPr>
      <w:rFonts w:ascii="Tahoma" w:hAnsi="Tahoma"/>
      <w:sz w:val="16"/>
      <w:szCs w:val="16"/>
    </w:rPr>
  </w:style>
  <w:style w:type="character" w:customStyle="1" w:styleId="TextodegloboCar">
    <w:name w:val="Texto de globo Car"/>
    <w:link w:val="Textodeglobo"/>
    <w:rsid w:val="00F83995"/>
    <w:rPr>
      <w:rFonts w:ascii="Tahoma" w:hAnsi="Tahoma" w:cs="Tahoma"/>
      <w:sz w:val="16"/>
      <w:szCs w:val="16"/>
      <w:lang w:val="es-ES" w:eastAsia="es-ES"/>
    </w:rPr>
  </w:style>
  <w:style w:type="character" w:styleId="Textoennegrita">
    <w:name w:val="Strong"/>
    <w:qFormat/>
    <w:rsid w:val="008327EF"/>
    <w:rPr>
      <w:b/>
      <w:bCs/>
    </w:rPr>
  </w:style>
  <w:style w:type="character" w:customStyle="1" w:styleId="TextocomentarioCar1">
    <w:name w:val="Texto comentario Car1"/>
    <w:uiPriority w:val="99"/>
    <w:semiHidden/>
    <w:rsid w:val="008327EF"/>
    <w:rPr>
      <w:rFonts w:ascii="Times" w:eastAsia="Times New Roman" w:hAnsi="Times" w:cs="Times"/>
      <w:kern w:val="1"/>
      <w:sz w:val="20"/>
      <w:szCs w:val="20"/>
      <w:lang w:val="es-ES"/>
    </w:rPr>
  </w:style>
  <w:style w:type="character" w:customStyle="1" w:styleId="PiedepginaCar">
    <w:name w:val="Pie de página Car"/>
    <w:link w:val="Piedepgina"/>
    <w:uiPriority w:val="99"/>
    <w:rsid w:val="00802DB7"/>
    <w:rPr>
      <w:rFonts w:ascii="Arial" w:hAnsi="Arial"/>
      <w:sz w:val="22"/>
    </w:rPr>
  </w:style>
  <w:style w:type="paragraph" w:styleId="Textoindependiente">
    <w:name w:val="Body Text"/>
    <w:basedOn w:val="Normal"/>
    <w:link w:val="TextoindependienteCar"/>
    <w:rsid w:val="009F7154"/>
    <w:rPr>
      <w:rFonts w:ascii="Arial" w:hAnsi="Arial"/>
      <w:sz w:val="22"/>
    </w:rPr>
  </w:style>
  <w:style w:type="character" w:customStyle="1" w:styleId="TextoindependienteCar">
    <w:name w:val="Texto independiente Car"/>
    <w:link w:val="Textoindependiente"/>
    <w:rsid w:val="009F7154"/>
    <w:rPr>
      <w:rFonts w:ascii="Arial" w:hAnsi="Arial"/>
      <w:sz w:val="22"/>
    </w:rPr>
  </w:style>
  <w:style w:type="character" w:customStyle="1" w:styleId="TextonotapieCar">
    <w:name w:val="Texto nota pie Car"/>
    <w:aliases w:val="fn Car,Texto de rodapé Car,nota_rodapé Car,nota de rodapé Car,ADB Car,foottextfra Car,footnote Car,F Car,Texto nota pie Car Car Car,FOOTNOTES Car,single space Car,footnote text Car,Footnote Text Char Char Car,texto de nota al pie Car"/>
    <w:link w:val="Textonotapie"/>
    <w:rsid w:val="000844AE"/>
    <w:rPr>
      <w:rFonts w:ascii="Arial" w:hAnsi="Arial"/>
    </w:rPr>
  </w:style>
  <w:style w:type="paragraph" w:styleId="Sangra3detindependiente">
    <w:name w:val="Body Text Indent 3"/>
    <w:basedOn w:val="Normal"/>
    <w:link w:val="Sangra3detindependienteCar"/>
    <w:rsid w:val="001901D5"/>
    <w:pPr>
      <w:ind w:left="283"/>
    </w:pPr>
    <w:rPr>
      <w:rFonts w:ascii="Arial" w:hAnsi="Arial"/>
      <w:sz w:val="16"/>
      <w:szCs w:val="16"/>
    </w:rPr>
  </w:style>
  <w:style w:type="character" w:customStyle="1" w:styleId="Sangra3detindependienteCar">
    <w:name w:val="Sangría 3 de t. independiente Car"/>
    <w:link w:val="Sangra3detindependiente"/>
    <w:rsid w:val="001901D5"/>
    <w:rPr>
      <w:rFonts w:ascii="Arial" w:hAnsi="Arial"/>
      <w:sz w:val="16"/>
      <w:szCs w:val="16"/>
    </w:rPr>
  </w:style>
  <w:style w:type="paragraph" w:styleId="TtulodeTDC">
    <w:name w:val="TOC Heading"/>
    <w:basedOn w:val="Ttulo1"/>
    <w:next w:val="Normal"/>
    <w:uiPriority w:val="39"/>
    <w:semiHidden/>
    <w:unhideWhenUsed/>
    <w:qFormat/>
    <w:rsid w:val="003B17D6"/>
    <w:pPr>
      <w:keepLines/>
      <w:spacing w:before="480" w:after="0"/>
      <w:outlineLvl w:val="9"/>
    </w:pPr>
    <w:rPr>
      <w:rFonts w:ascii="Cambria" w:hAnsi="Cambria" w:cs="Times New Roman"/>
      <w:color w:val="365F91"/>
      <w:kern w:val="0"/>
      <w:sz w:val="28"/>
      <w:szCs w:val="28"/>
    </w:rPr>
  </w:style>
  <w:style w:type="paragraph" w:customStyle="1" w:styleId="Puesto">
    <w:name w:val="Puesto"/>
    <w:basedOn w:val="Normal"/>
    <w:next w:val="Normal"/>
    <w:link w:val="PuestoCar"/>
    <w:qFormat/>
    <w:rsid w:val="00504C8F"/>
    <w:pPr>
      <w:pBdr>
        <w:bottom w:val="single" w:sz="8" w:space="4" w:color="4F81BD"/>
      </w:pBdr>
      <w:spacing w:after="300" w:line="240" w:lineRule="auto"/>
      <w:contextualSpacing/>
    </w:pPr>
    <w:rPr>
      <w:rFonts w:ascii="Cambria" w:hAnsi="Cambria"/>
      <w:b/>
      <w:color w:val="17365D"/>
      <w:spacing w:val="5"/>
      <w:kern w:val="28"/>
      <w:sz w:val="40"/>
      <w:szCs w:val="52"/>
    </w:rPr>
  </w:style>
  <w:style w:type="character" w:customStyle="1" w:styleId="PuestoCar">
    <w:name w:val="Puesto Car"/>
    <w:link w:val="Puesto"/>
    <w:rsid w:val="00504C8F"/>
    <w:rPr>
      <w:rFonts w:ascii="Cambria" w:hAnsi="Cambria"/>
      <w:b/>
      <w:color w:val="17365D"/>
      <w:spacing w:val="5"/>
      <w:kern w:val="28"/>
      <w:sz w:val="40"/>
      <w:szCs w:val="52"/>
    </w:rPr>
  </w:style>
  <w:style w:type="paragraph" w:customStyle="1" w:styleId="TimesNewRoman10pt">
    <w:name w:val="Times New Roman 10 pt"/>
    <w:basedOn w:val="Normal"/>
    <w:rsid w:val="00D119C8"/>
    <w:pPr>
      <w:suppressAutoHyphens/>
      <w:spacing w:line="240" w:lineRule="auto"/>
      <w:jc w:val="left"/>
    </w:pPr>
    <w:rPr>
      <w:rFonts w:ascii="Times" w:hAnsi="Times" w:cs="Times"/>
      <w:kern w:val="1"/>
      <w:sz w:val="19"/>
      <w:szCs w:val="19"/>
      <w:lang w:eastAsia="en-US"/>
    </w:rPr>
  </w:style>
  <w:style w:type="numbering" w:customStyle="1" w:styleId="Estilo1">
    <w:name w:val="Estilo1"/>
    <w:uiPriority w:val="99"/>
    <w:rsid w:val="00F87030"/>
    <w:pPr>
      <w:numPr>
        <w:numId w:val="3"/>
      </w:numPr>
    </w:pPr>
  </w:style>
  <w:style w:type="paragraph" w:styleId="Revisin">
    <w:name w:val="Revision"/>
    <w:hidden/>
    <w:uiPriority w:val="99"/>
    <w:semiHidden/>
    <w:rsid w:val="001F55C6"/>
    <w:rPr>
      <w:rFonts w:ascii="Calibri" w:hAnsi="Calibri"/>
      <w:sz w:val="24"/>
      <w:lang w:val="es-ES" w:eastAsia="es-ES"/>
    </w:rPr>
  </w:style>
  <w:style w:type="paragraph" w:customStyle="1" w:styleId="Default">
    <w:name w:val="Default"/>
    <w:rsid w:val="00650560"/>
    <w:pPr>
      <w:autoSpaceDE w:val="0"/>
      <w:autoSpaceDN w:val="0"/>
      <w:adjustRightInd w:val="0"/>
    </w:pPr>
    <w:rPr>
      <w:rFonts w:eastAsia="Calibri"/>
      <w:color w:val="000000"/>
      <w:sz w:val="24"/>
      <w:szCs w:val="24"/>
    </w:rPr>
  </w:style>
  <w:style w:type="character" w:customStyle="1" w:styleId="Ttulo3Car">
    <w:name w:val="Título 3 Car"/>
    <w:link w:val="Ttulo3"/>
    <w:rsid w:val="00402268"/>
    <w:rPr>
      <w:rFonts w:ascii="Calibri" w:hAnsi="Calibri" w:cs="Arial"/>
      <w:b/>
      <w:bCs/>
      <w:sz w:val="24"/>
      <w:szCs w:val="26"/>
    </w:rPr>
  </w:style>
  <w:style w:type="paragraph" w:styleId="Textoindependiente2">
    <w:name w:val="Body Text 2"/>
    <w:basedOn w:val="Normal"/>
    <w:link w:val="Textoindependiente2Car"/>
    <w:rsid w:val="00975041"/>
    <w:pPr>
      <w:spacing w:line="480" w:lineRule="auto"/>
    </w:pPr>
  </w:style>
  <w:style w:type="character" w:customStyle="1" w:styleId="Textoindependiente2Car">
    <w:name w:val="Texto independiente 2 Car"/>
    <w:link w:val="Textoindependiente2"/>
    <w:rsid w:val="00975041"/>
    <w:rPr>
      <w:rFonts w:ascii="Calibri" w:hAnsi="Calibri"/>
      <w:sz w:val="24"/>
    </w:rPr>
  </w:style>
  <w:style w:type="paragraph" w:styleId="Sangra2detindependiente">
    <w:name w:val="Body Text Indent 2"/>
    <w:basedOn w:val="Normal"/>
    <w:link w:val="Sangra2detindependienteCar"/>
    <w:rsid w:val="00975041"/>
    <w:pPr>
      <w:spacing w:line="480" w:lineRule="auto"/>
      <w:ind w:left="283"/>
    </w:pPr>
  </w:style>
  <w:style w:type="character" w:customStyle="1" w:styleId="Sangra2detindependienteCar">
    <w:name w:val="Sangría 2 de t. independiente Car"/>
    <w:link w:val="Sangra2detindependiente"/>
    <w:rsid w:val="00975041"/>
    <w:rPr>
      <w:rFonts w:ascii="Calibri" w:hAnsi="Calibri"/>
      <w:sz w:val="24"/>
    </w:rPr>
  </w:style>
  <w:style w:type="paragraph" w:styleId="Textosinformato">
    <w:name w:val="Plain Text"/>
    <w:basedOn w:val="Normal"/>
    <w:link w:val="TextosinformatoCar"/>
    <w:uiPriority w:val="99"/>
    <w:unhideWhenUsed/>
    <w:rsid w:val="005A7F4C"/>
    <w:pPr>
      <w:spacing w:line="240" w:lineRule="auto"/>
      <w:jc w:val="left"/>
    </w:pPr>
    <w:rPr>
      <w:rFonts w:ascii="Consolas" w:eastAsia="Calibri" w:hAnsi="Consolas"/>
      <w:sz w:val="21"/>
      <w:szCs w:val="21"/>
      <w:lang w:val="es-AR" w:eastAsia="en-US"/>
    </w:rPr>
  </w:style>
  <w:style w:type="character" w:customStyle="1" w:styleId="TextosinformatoCar">
    <w:name w:val="Texto sin formato Car"/>
    <w:link w:val="Textosinformato"/>
    <w:uiPriority w:val="99"/>
    <w:rsid w:val="005A7F4C"/>
    <w:rPr>
      <w:rFonts w:ascii="Consolas" w:eastAsia="Calibri" w:hAnsi="Consolas" w:cs="Times New Roman"/>
      <w:sz w:val="21"/>
      <w:szCs w:val="21"/>
      <w:lang w:val="es-AR" w:eastAsia="en-US"/>
    </w:rPr>
  </w:style>
  <w:style w:type="character" w:customStyle="1" w:styleId="ParagraphChar">
    <w:name w:val="Paragraph Char"/>
    <w:link w:val="Paragraph"/>
    <w:rsid w:val="00750D7B"/>
    <w:rPr>
      <w:sz w:val="24"/>
      <w:lang w:eastAsia="en-US"/>
    </w:rPr>
  </w:style>
  <w:style w:type="character" w:customStyle="1" w:styleId="TextodegloboCar1">
    <w:name w:val="Texto de globo Car1"/>
    <w:rsid w:val="001801AB"/>
    <w:rPr>
      <w:rFonts w:ascii="Tahoma" w:eastAsia="Times New Roman" w:hAnsi="Tahoma" w:cs="Times New Roman"/>
      <w:kern w:val="1"/>
      <w:sz w:val="16"/>
      <w:szCs w:val="16"/>
      <w:lang w:eastAsia="en-US"/>
    </w:rPr>
  </w:style>
  <w:style w:type="paragraph" w:styleId="Textoindependienteprimerasangra">
    <w:name w:val="Body Text First Indent"/>
    <w:basedOn w:val="Textoindependiente"/>
    <w:link w:val="TextoindependienteprimerasangraCar"/>
    <w:rsid w:val="003C27C6"/>
    <w:pPr>
      <w:ind w:firstLine="210"/>
    </w:pPr>
    <w:rPr>
      <w:rFonts w:ascii="Calibri" w:hAnsi="Calibri"/>
      <w:sz w:val="24"/>
    </w:rPr>
  </w:style>
  <w:style w:type="character" w:customStyle="1" w:styleId="TextoindependienteprimerasangraCar">
    <w:name w:val="Texto independiente primera sangría Car"/>
    <w:link w:val="Textoindependienteprimerasangra"/>
    <w:rsid w:val="002069CB"/>
    <w:rPr>
      <w:rFonts w:ascii="Calibri" w:hAnsi="Calibri"/>
      <w:sz w:val="24"/>
    </w:rPr>
  </w:style>
  <w:style w:type="paragraph" w:styleId="Lista2">
    <w:name w:val="List 2"/>
    <w:basedOn w:val="Normal"/>
    <w:rsid w:val="002069CB"/>
    <w:pPr>
      <w:spacing w:before="0" w:after="0" w:line="360" w:lineRule="auto"/>
      <w:ind w:left="566" w:hanging="283"/>
      <w:jc w:val="left"/>
    </w:pPr>
    <w:rPr>
      <w:rFonts w:ascii="Arial" w:hAnsi="Arial"/>
      <w:sz w:val="22"/>
    </w:rPr>
  </w:style>
  <w:style w:type="paragraph" w:customStyle="1" w:styleId="xmsonormal">
    <w:name w:val="x_msonormal"/>
    <w:basedOn w:val="Normal"/>
    <w:rsid w:val="0083537E"/>
    <w:pPr>
      <w:spacing w:before="100" w:beforeAutospacing="1" w:after="100" w:afterAutospacing="1" w:line="240" w:lineRule="auto"/>
      <w:jc w:val="left"/>
    </w:pPr>
    <w:rPr>
      <w:rFonts w:ascii="Times New Roman" w:hAnsi="Times New Roman"/>
      <w:szCs w:val="24"/>
      <w:lang w:val="es-AR" w:eastAsia="es-AR"/>
    </w:rPr>
  </w:style>
  <w:style w:type="character" w:customStyle="1" w:styleId="Ttulo2Car">
    <w:name w:val="Título 2 Car"/>
    <w:link w:val="Ttulo2"/>
    <w:rsid w:val="008518EF"/>
    <w:rPr>
      <w:rFonts w:ascii="Calibri" w:hAnsi="Calibri" w:cs="Arial"/>
      <w:b/>
      <w:bCs/>
      <w:iCs/>
      <w:sz w:val="24"/>
      <w:szCs w:val="28"/>
    </w:rPr>
  </w:style>
  <w:style w:type="paragraph" w:styleId="Ttulo">
    <w:name w:val="Title"/>
    <w:basedOn w:val="Normal"/>
    <w:next w:val="Normal"/>
    <w:link w:val="TtuloCar"/>
    <w:qFormat/>
    <w:rsid w:val="003A1E0B"/>
    <w:pPr>
      <w:pBdr>
        <w:bottom w:val="single" w:sz="8" w:space="4" w:color="4F81BD"/>
      </w:pBdr>
      <w:spacing w:after="300" w:line="240" w:lineRule="auto"/>
      <w:contextualSpacing/>
    </w:pPr>
    <w:rPr>
      <w:rFonts w:ascii="Cambria" w:hAnsi="Cambria"/>
      <w:b/>
      <w:color w:val="17365D"/>
      <w:spacing w:val="5"/>
      <w:kern w:val="28"/>
      <w:sz w:val="40"/>
      <w:szCs w:val="52"/>
    </w:rPr>
  </w:style>
  <w:style w:type="character" w:customStyle="1" w:styleId="TtuloCar">
    <w:name w:val="Título Car"/>
    <w:basedOn w:val="Fuentedeprrafopredeter"/>
    <w:link w:val="Ttulo"/>
    <w:rsid w:val="003A1E0B"/>
    <w:rPr>
      <w:rFonts w:ascii="Cambria" w:hAnsi="Cambria"/>
      <w:b/>
      <w:color w:val="17365D"/>
      <w:spacing w:val="5"/>
      <w:kern w:val="28"/>
      <w:sz w:val="40"/>
      <w:szCs w:val="52"/>
      <w:lang w:val="es-ES" w:eastAsia="es-ES"/>
    </w:rPr>
  </w:style>
</w:styles>
</file>

<file path=word/webSettings.xml><?xml version="1.0" encoding="utf-8"?>
<w:webSettings xmlns:r="http://schemas.openxmlformats.org/officeDocument/2006/relationships" xmlns:w="http://schemas.openxmlformats.org/wordprocessingml/2006/main">
  <w:divs>
    <w:div w:id="71319809">
      <w:bodyDiv w:val="1"/>
      <w:marLeft w:val="0"/>
      <w:marRight w:val="0"/>
      <w:marTop w:val="0"/>
      <w:marBottom w:val="0"/>
      <w:divBdr>
        <w:top w:val="none" w:sz="0" w:space="0" w:color="auto"/>
        <w:left w:val="none" w:sz="0" w:space="0" w:color="auto"/>
        <w:bottom w:val="none" w:sz="0" w:space="0" w:color="auto"/>
        <w:right w:val="none" w:sz="0" w:space="0" w:color="auto"/>
      </w:divBdr>
    </w:div>
    <w:div w:id="191185205">
      <w:bodyDiv w:val="1"/>
      <w:marLeft w:val="0"/>
      <w:marRight w:val="0"/>
      <w:marTop w:val="0"/>
      <w:marBottom w:val="0"/>
      <w:divBdr>
        <w:top w:val="none" w:sz="0" w:space="0" w:color="auto"/>
        <w:left w:val="none" w:sz="0" w:space="0" w:color="auto"/>
        <w:bottom w:val="none" w:sz="0" w:space="0" w:color="auto"/>
        <w:right w:val="none" w:sz="0" w:space="0" w:color="auto"/>
      </w:divBdr>
    </w:div>
    <w:div w:id="205803546">
      <w:bodyDiv w:val="1"/>
      <w:marLeft w:val="0"/>
      <w:marRight w:val="0"/>
      <w:marTop w:val="0"/>
      <w:marBottom w:val="0"/>
      <w:divBdr>
        <w:top w:val="none" w:sz="0" w:space="0" w:color="auto"/>
        <w:left w:val="none" w:sz="0" w:space="0" w:color="auto"/>
        <w:bottom w:val="none" w:sz="0" w:space="0" w:color="auto"/>
        <w:right w:val="none" w:sz="0" w:space="0" w:color="auto"/>
      </w:divBdr>
    </w:div>
    <w:div w:id="319772377">
      <w:bodyDiv w:val="1"/>
      <w:marLeft w:val="0"/>
      <w:marRight w:val="0"/>
      <w:marTop w:val="0"/>
      <w:marBottom w:val="0"/>
      <w:divBdr>
        <w:top w:val="none" w:sz="0" w:space="0" w:color="auto"/>
        <w:left w:val="none" w:sz="0" w:space="0" w:color="auto"/>
        <w:bottom w:val="none" w:sz="0" w:space="0" w:color="auto"/>
        <w:right w:val="none" w:sz="0" w:space="0" w:color="auto"/>
      </w:divBdr>
    </w:div>
    <w:div w:id="321545077">
      <w:bodyDiv w:val="1"/>
      <w:marLeft w:val="0"/>
      <w:marRight w:val="0"/>
      <w:marTop w:val="0"/>
      <w:marBottom w:val="0"/>
      <w:divBdr>
        <w:top w:val="none" w:sz="0" w:space="0" w:color="auto"/>
        <w:left w:val="none" w:sz="0" w:space="0" w:color="auto"/>
        <w:bottom w:val="none" w:sz="0" w:space="0" w:color="auto"/>
        <w:right w:val="none" w:sz="0" w:space="0" w:color="auto"/>
      </w:divBdr>
    </w:div>
    <w:div w:id="371225123">
      <w:bodyDiv w:val="1"/>
      <w:marLeft w:val="0"/>
      <w:marRight w:val="0"/>
      <w:marTop w:val="0"/>
      <w:marBottom w:val="0"/>
      <w:divBdr>
        <w:top w:val="none" w:sz="0" w:space="0" w:color="auto"/>
        <w:left w:val="none" w:sz="0" w:space="0" w:color="auto"/>
        <w:bottom w:val="none" w:sz="0" w:space="0" w:color="auto"/>
        <w:right w:val="none" w:sz="0" w:space="0" w:color="auto"/>
      </w:divBdr>
    </w:div>
    <w:div w:id="506871833">
      <w:bodyDiv w:val="1"/>
      <w:marLeft w:val="0"/>
      <w:marRight w:val="0"/>
      <w:marTop w:val="0"/>
      <w:marBottom w:val="0"/>
      <w:divBdr>
        <w:top w:val="none" w:sz="0" w:space="0" w:color="auto"/>
        <w:left w:val="none" w:sz="0" w:space="0" w:color="auto"/>
        <w:bottom w:val="none" w:sz="0" w:space="0" w:color="auto"/>
        <w:right w:val="none" w:sz="0" w:space="0" w:color="auto"/>
      </w:divBdr>
    </w:div>
    <w:div w:id="834077622">
      <w:bodyDiv w:val="1"/>
      <w:marLeft w:val="0"/>
      <w:marRight w:val="0"/>
      <w:marTop w:val="0"/>
      <w:marBottom w:val="0"/>
      <w:divBdr>
        <w:top w:val="none" w:sz="0" w:space="0" w:color="auto"/>
        <w:left w:val="none" w:sz="0" w:space="0" w:color="auto"/>
        <w:bottom w:val="none" w:sz="0" w:space="0" w:color="auto"/>
        <w:right w:val="none" w:sz="0" w:space="0" w:color="auto"/>
      </w:divBdr>
    </w:div>
    <w:div w:id="854272715">
      <w:bodyDiv w:val="1"/>
      <w:marLeft w:val="0"/>
      <w:marRight w:val="0"/>
      <w:marTop w:val="0"/>
      <w:marBottom w:val="0"/>
      <w:divBdr>
        <w:top w:val="none" w:sz="0" w:space="0" w:color="auto"/>
        <w:left w:val="none" w:sz="0" w:space="0" w:color="auto"/>
        <w:bottom w:val="none" w:sz="0" w:space="0" w:color="auto"/>
        <w:right w:val="none" w:sz="0" w:space="0" w:color="auto"/>
      </w:divBdr>
    </w:div>
    <w:div w:id="855922735">
      <w:bodyDiv w:val="1"/>
      <w:marLeft w:val="0"/>
      <w:marRight w:val="0"/>
      <w:marTop w:val="0"/>
      <w:marBottom w:val="0"/>
      <w:divBdr>
        <w:top w:val="none" w:sz="0" w:space="0" w:color="auto"/>
        <w:left w:val="none" w:sz="0" w:space="0" w:color="auto"/>
        <w:bottom w:val="none" w:sz="0" w:space="0" w:color="auto"/>
        <w:right w:val="none" w:sz="0" w:space="0" w:color="auto"/>
      </w:divBdr>
    </w:div>
    <w:div w:id="901017065">
      <w:bodyDiv w:val="1"/>
      <w:marLeft w:val="0"/>
      <w:marRight w:val="0"/>
      <w:marTop w:val="0"/>
      <w:marBottom w:val="0"/>
      <w:divBdr>
        <w:top w:val="none" w:sz="0" w:space="0" w:color="auto"/>
        <w:left w:val="none" w:sz="0" w:space="0" w:color="auto"/>
        <w:bottom w:val="none" w:sz="0" w:space="0" w:color="auto"/>
        <w:right w:val="none" w:sz="0" w:space="0" w:color="auto"/>
      </w:divBdr>
    </w:div>
    <w:div w:id="1024091539">
      <w:bodyDiv w:val="1"/>
      <w:marLeft w:val="0"/>
      <w:marRight w:val="0"/>
      <w:marTop w:val="0"/>
      <w:marBottom w:val="0"/>
      <w:divBdr>
        <w:top w:val="none" w:sz="0" w:space="0" w:color="auto"/>
        <w:left w:val="none" w:sz="0" w:space="0" w:color="auto"/>
        <w:bottom w:val="none" w:sz="0" w:space="0" w:color="auto"/>
        <w:right w:val="none" w:sz="0" w:space="0" w:color="auto"/>
      </w:divBdr>
    </w:div>
    <w:div w:id="1045300020">
      <w:bodyDiv w:val="1"/>
      <w:marLeft w:val="0"/>
      <w:marRight w:val="0"/>
      <w:marTop w:val="0"/>
      <w:marBottom w:val="0"/>
      <w:divBdr>
        <w:top w:val="none" w:sz="0" w:space="0" w:color="auto"/>
        <w:left w:val="none" w:sz="0" w:space="0" w:color="auto"/>
        <w:bottom w:val="none" w:sz="0" w:space="0" w:color="auto"/>
        <w:right w:val="none" w:sz="0" w:space="0" w:color="auto"/>
      </w:divBdr>
    </w:div>
    <w:div w:id="1322656065">
      <w:bodyDiv w:val="1"/>
      <w:marLeft w:val="0"/>
      <w:marRight w:val="0"/>
      <w:marTop w:val="0"/>
      <w:marBottom w:val="0"/>
      <w:divBdr>
        <w:top w:val="none" w:sz="0" w:space="0" w:color="auto"/>
        <w:left w:val="none" w:sz="0" w:space="0" w:color="auto"/>
        <w:bottom w:val="none" w:sz="0" w:space="0" w:color="auto"/>
        <w:right w:val="none" w:sz="0" w:space="0" w:color="auto"/>
      </w:divBdr>
    </w:div>
    <w:div w:id="1407410488">
      <w:bodyDiv w:val="1"/>
      <w:marLeft w:val="0"/>
      <w:marRight w:val="0"/>
      <w:marTop w:val="0"/>
      <w:marBottom w:val="0"/>
      <w:divBdr>
        <w:top w:val="none" w:sz="0" w:space="0" w:color="auto"/>
        <w:left w:val="none" w:sz="0" w:space="0" w:color="auto"/>
        <w:bottom w:val="none" w:sz="0" w:space="0" w:color="auto"/>
        <w:right w:val="none" w:sz="0" w:space="0" w:color="auto"/>
      </w:divBdr>
    </w:div>
    <w:div w:id="1429892108">
      <w:bodyDiv w:val="1"/>
      <w:marLeft w:val="0"/>
      <w:marRight w:val="0"/>
      <w:marTop w:val="0"/>
      <w:marBottom w:val="0"/>
      <w:divBdr>
        <w:top w:val="none" w:sz="0" w:space="0" w:color="auto"/>
        <w:left w:val="none" w:sz="0" w:space="0" w:color="auto"/>
        <w:bottom w:val="none" w:sz="0" w:space="0" w:color="auto"/>
        <w:right w:val="none" w:sz="0" w:space="0" w:color="auto"/>
      </w:divBdr>
    </w:div>
    <w:div w:id="1844512533">
      <w:bodyDiv w:val="1"/>
      <w:marLeft w:val="0"/>
      <w:marRight w:val="0"/>
      <w:marTop w:val="0"/>
      <w:marBottom w:val="0"/>
      <w:divBdr>
        <w:top w:val="none" w:sz="0" w:space="0" w:color="auto"/>
        <w:left w:val="none" w:sz="0" w:space="0" w:color="auto"/>
        <w:bottom w:val="none" w:sz="0" w:space="0" w:color="auto"/>
        <w:right w:val="none" w:sz="0" w:space="0" w:color="auto"/>
      </w:divBdr>
      <w:divsChild>
        <w:div w:id="200291935">
          <w:marLeft w:val="0"/>
          <w:marRight w:val="0"/>
          <w:marTop w:val="0"/>
          <w:marBottom w:val="0"/>
          <w:divBdr>
            <w:top w:val="none" w:sz="0" w:space="0" w:color="auto"/>
            <w:left w:val="none" w:sz="0" w:space="0" w:color="auto"/>
            <w:bottom w:val="none" w:sz="0" w:space="0" w:color="auto"/>
            <w:right w:val="none" w:sz="0" w:space="0" w:color="auto"/>
          </w:divBdr>
        </w:div>
      </w:divsChild>
    </w:div>
    <w:div w:id="1942444189">
      <w:bodyDiv w:val="1"/>
      <w:marLeft w:val="0"/>
      <w:marRight w:val="0"/>
      <w:marTop w:val="0"/>
      <w:marBottom w:val="0"/>
      <w:divBdr>
        <w:top w:val="none" w:sz="0" w:space="0" w:color="auto"/>
        <w:left w:val="none" w:sz="0" w:space="0" w:color="auto"/>
        <w:bottom w:val="none" w:sz="0" w:space="0" w:color="auto"/>
        <w:right w:val="none" w:sz="0" w:space="0" w:color="auto"/>
      </w:divBdr>
    </w:div>
    <w:div w:id="2083984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Desktop\Trabajo%20temp\Sistema%20de%20Gesti&#243;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322C2-E9DA-4811-8AA9-2C845084B04C}">
  <ds:schemaRefs>
    <ds:schemaRef ds:uri="http://schemas.openxmlformats.org/officeDocument/2006/bibliography"/>
  </ds:schemaRefs>
</ds:datastoreItem>
</file>

<file path=customXml/itemProps2.xml><?xml version="1.0" encoding="utf-8"?>
<ds:datastoreItem xmlns:ds="http://schemas.openxmlformats.org/officeDocument/2006/customXml" ds:itemID="{08067431-7C46-4EEB-BF0B-BDE75A212FFD}">
  <ds:schemaRefs>
    <ds:schemaRef ds:uri="http://schemas.openxmlformats.org/officeDocument/2006/bibliography"/>
  </ds:schemaRefs>
</ds:datastoreItem>
</file>

<file path=customXml/itemProps3.xml><?xml version="1.0" encoding="utf-8"?>
<ds:datastoreItem xmlns:ds="http://schemas.openxmlformats.org/officeDocument/2006/customXml" ds:itemID="{200C0F9B-83F0-47BD-8AF2-6CD8FC1E09C6}">
  <ds:schemaRefs>
    <ds:schemaRef ds:uri="http://schemas.openxmlformats.org/officeDocument/2006/bibliography"/>
  </ds:schemaRefs>
</ds:datastoreItem>
</file>

<file path=customXml/itemProps4.xml><?xml version="1.0" encoding="utf-8"?>
<ds:datastoreItem xmlns:ds="http://schemas.openxmlformats.org/officeDocument/2006/customXml" ds:itemID="{C5C8DFBA-C680-4556-BE19-A850F56D7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Sistema de Gestión</Template>
  <TotalTime>9</TotalTime>
  <Pages>34</Pages>
  <Words>7892</Words>
  <Characters>43407</Characters>
  <Application>Microsoft Office Word</Application>
  <DocSecurity>0</DocSecurity>
  <Lines>361</Lines>
  <Paragraphs>102</Paragraphs>
  <ScaleCrop>false</ScaleCrop>
  <HeadingPairs>
    <vt:vector size="2" baseType="variant">
      <vt:variant>
        <vt:lpstr>Título</vt:lpstr>
      </vt:variant>
      <vt:variant>
        <vt:i4>1</vt:i4>
      </vt:variant>
    </vt:vector>
  </HeadingPairs>
  <TitlesOfParts>
    <vt:vector size="1" baseType="lpstr">
      <vt:lpstr>PLIEGO DE CLAUSULAS GENERALES PARA</vt:lpstr>
    </vt:vector>
  </TitlesOfParts>
  <Company>Toshiba</Company>
  <LinksUpToDate>false</LinksUpToDate>
  <CharactersWithSpaces>51197</CharactersWithSpaces>
  <SharedDoc>false</SharedDoc>
  <HLinks>
    <vt:vector size="138" baseType="variant">
      <vt:variant>
        <vt:i4>1769531</vt:i4>
      </vt:variant>
      <vt:variant>
        <vt:i4>134</vt:i4>
      </vt:variant>
      <vt:variant>
        <vt:i4>0</vt:i4>
      </vt:variant>
      <vt:variant>
        <vt:i4>5</vt:i4>
      </vt:variant>
      <vt:variant>
        <vt:lpwstr/>
      </vt:variant>
      <vt:variant>
        <vt:lpwstr>_Toc47096496</vt:lpwstr>
      </vt:variant>
      <vt:variant>
        <vt:i4>1572923</vt:i4>
      </vt:variant>
      <vt:variant>
        <vt:i4>128</vt:i4>
      </vt:variant>
      <vt:variant>
        <vt:i4>0</vt:i4>
      </vt:variant>
      <vt:variant>
        <vt:i4>5</vt:i4>
      </vt:variant>
      <vt:variant>
        <vt:lpwstr/>
      </vt:variant>
      <vt:variant>
        <vt:lpwstr>_Toc47096495</vt:lpwstr>
      </vt:variant>
      <vt:variant>
        <vt:i4>1638459</vt:i4>
      </vt:variant>
      <vt:variant>
        <vt:i4>122</vt:i4>
      </vt:variant>
      <vt:variant>
        <vt:i4>0</vt:i4>
      </vt:variant>
      <vt:variant>
        <vt:i4>5</vt:i4>
      </vt:variant>
      <vt:variant>
        <vt:lpwstr/>
      </vt:variant>
      <vt:variant>
        <vt:lpwstr>_Toc47096494</vt:lpwstr>
      </vt:variant>
      <vt:variant>
        <vt:i4>1966139</vt:i4>
      </vt:variant>
      <vt:variant>
        <vt:i4>116</vt:i4>
      </vt:variant>
      <vt:variant>
        <vt:i4>0</vt:i4>
      </vt:variant>
      <vt:variant>
        <vt:i4>5</vt:i4>
      </vt:variant>
      <vt:variant>
        <vt:lpwstr/>
      </vt:variant>
      <vt:variant>
        <vt:lpwstr>_Toc47096493</vt:lpwstr>
      </vt:variant>
      <vt:variant>
        <vt:i4>2031675</vt:i4>
      </vt:variant>
      <vt:variant>
        <vt:i4>110</vt:i4>
      </vt:variant>
      <vt:variant>
        <vt:i4>0</vt:i4>
      </vt:variant>
      <vt:variant>
        <vt:i4>5</vt:i4>
      </vt:variant>
      <vt:variant>
        <vt:lpwstr/>
      </vt:variant>
      <vt:variant>
        <vt:lpwstr>_Toc47096492</vt:lpwstr>
      </vt:variant>
      <vt:variant>
        <vt:i4>1835067</vt:i4>
      </vt:variant>
      <vt:variant>
        <vt:i4>104</vt:i4>
      </vt:variant>
      <vt:variant>
        <vt:i4>0</vt:i4>
      </vt:variant>
      <vt:variant>
        <vt:i4>5</vt:i4>
      </vt:variant>
      <vt:variant>
        <vt:lpwstr/>
      </vt:variant>
      <vt:variant>
        <vt:lpwstr>_Toc47096491</vt:lpwstr>
      </vt:variant>
      <vt:variant>
        <vt:i4>1900603</vt:i4>
      </vt:variant>
      <vt:variant>
        <vt:i4>98</vt:i4>
      </vt:variant>
      <vt:variant>
        <vt:i4>0</vt:i4>
      </vt:variant>
      <vt:variant>
        <vt:i4>5</vt:i4>
      </vt:variant>
      <vt:variant>
        <vt:lpwstr/>
      </vt:variant>
      <vt:variant>
        <vt:lpwstr>_Toc47096490</vt:lpwstr>
      </vt:variant>
      <vt:variant>
        <vt:i4>1310778</vt:i4>
      </vt:variant>
      <vt:variant>
        <vt:i4>92</vt:i4>
      </vt:variant>
      <vt:variant>
        <vt:i4>0</vt:i4>
      </vt:variant>
      <vt:variant>
        <vt:i4>5</vt:i4>
      </vt:variant>
      <vt:variant>
        <vt:lpwstr/>
      </vt:variant>
      <vt:variant>
        <vt:lpwstr>_Toc47096489</vt:lpwstr>
      </vt:variant>
      <vt:variant>
        <vt:i4>1376314</vt:i4>
      </vt:variant>
      <vt:variant>
        <vt:i4>86</vt:i4>
      </vt:variant>
      <vt:variant>
        <vt:i4>0</vt:i4>
      </vt:variant>
      <vt:variant>
        <vt:i4>5</vt:i4>
      </vt:variant>
      <vt:variant>
        <vt:lpwstr/>
      </vt:variant>
      <vt:variant>
        <vt:lpwstr>_Toc47096488</vt:lpwstr>
      </vt:variant>
      <vt:variant>
        <vt:i4>1703994</vt:i4>
      </vt:variant>
      <vt:variant>
        <vt:i4>80</vt:i4>
      </vt:variant>
      <vt:variant>
        <vt:i4>0</vt:i4>
      </vt:variant>
      <vt:variant>
        <vt:i4>5</vt:i4>
      </vt:variant>
      <vt:variant>
        <vt:lpwstr/>
      </vt:variant>
      <vt:variant>
        <vt:lpwstr>_Toc47096487</vt:lpwstr>
      </vt:variant>
      <vt:variant>
        <vt:i4>1769530</vt:i4>
      </vt:variant>
      <vt:variant>
        <vt:i4>74</vt:i4>
      </vt:variant>
      <vt:variant>
        <vt:i4>0</vt:i4>
      </vt:variant>
      <vt:variant>
        <vt:i4>5</vt:i4>
      </vt:variant>
      <vt:variant>
        <vt:lpwstr/>
      </vt:variant>
      <vt:variant>
        <vt:lpwstr>_Toc47096486</vt:lpwstr>
      </vt:variant>
      <vt:variant>
        <vt:i4>1572922</vt:i4>
      </vt:variant>
      <vt:variant>
        <vt:i4>68</vt:i4>
      </vt:variant>
      <vt:variant>
        <vt:i4>0</vt:i4>
      </vt:variant>
      <vt:variant>
        <vt:i4>5</vt:i4>
      </vt:variant>
      <vt:variant>
        <vt:lpwstr/>
      </vt:variant>
      <vt:variant>
        <vt:lpwstr>_Toc47096485</vt:lpwstr>
      </vt:variant>
      <vt:variant>
        <vt:i4>1638458</vt:i4>
      </vt:variant>
      <vt:variant>
        <vt:i4>62</vt:i4>
      </vt:variant>
      <vt:variant>
        <vt:i4>0</vt:i4>
      </vt:variant>
      <vt:variant>
        <vt:i4>5</vt:i4>
      </vt:variant>
      <vt:variant>
        <vt:lpwstr/>
      </vt:variant>
      <vt:variant>
        <vt:lpwstr>_Toc47096484</vt:lpwstr>
      </vt:variant>
      <vt:variant>
        <vt:i4>1966138</vt:i4>
      </vt:variant>
      <vt:variant>
        <vt:i4>56</vt:i4>
      </vt:variant>
      <vt:variant>
        <vt:i4>0</vt:i4>
      </vt:variant>
      <vt:variant>
        <vt:i4>5</vt:i4>
      </vt:variant>
      <vt:variant>
        <vt:lpwstr/>
      </vt:variant>
      <vt:variant>
        <vt:lpwstr>_Toc47096483</vt:lpwstr>
      </vt:variant>
      <vt:variant>
        <vt:i4>2031674</vt:i4>
      </vt:variant>
      <vt:variant>
        <vt:i4>50</vt:i4>
      </vt:variant>
      <vt:variant>
        <vt:i4>0</vt:i4>
      </vt:variant>
      <vt:variant>
        <vt:i4>5</vt:i4>
      </vt:variant>
      <vt:variant>
        <vt:lpwstr/>
      </vt:variant>
      <vt:variant>
        <vt:lpwstr>_Toc47096482</vt:lpwstr>
      </vt:variant>
      <vt:variant>
        <vt:i4>1835066</vt:i4>
      </vt:variant>
      <vt:variant>
        <vt:i4>44</vt:i4>
      </vt:variant>
      <vt:variant>
        <vt:i4>0</vt:i4>
      </vt:variant>
      <vt:variant>
        <vt:i4>5</vt:i4>
      </vt:variant>
      <vt:variant>
        <vt:lpwstr/>
      </vt:variant>
      <vt:variant>
        <vt:lpwstr>_Toc47096481</vt:lpwstr>
      </vt:variant>
      <vt:variant>
        <vt:i4>1900602</vt:i4>
      </vt:variant>
      <vt:variant>
        <vt:i4>38</vt:i4>
      </vt:variant>
      <vt:variant>
        <vt:i4>0</vt:i4>
      </vt:variant>
      <vt:variant>
        <vt:i4>5</vt:i4>
      </vt:variant>
      <vt:variant>
        <vt:lpwstr/>
      </vt:variant>
      <vt:variant>
        <vt:lpwstr>_Toc47096480</vt:lpwstr>
      </vt:variant>
      <vt:variant>
        <vt:i4>1310773</vt:i4>
      </vt:variant>
      <vt:variant>
        <vt:i4>32</vt:i4>
      </vt:variant>
      <vt:variant>
        <vt:i4>0</vt:i4>
      </vt:variant>
      <vt:variant>
        <vt:i4>5</vt:i4>
      </vt:variant>
      <vt:variant>
        <vt:lpwstr/>
      </vt:variant>
      <vt:variant>
        <vt:lpwstr>_Toc47096479</vt:lpwstr>
      </vt:variant>
      <vt:variant>
        <vt:i4>1376309</vt:i4>
      </vt:variant>
      <vt:variant>
        <vt:i4>26</vt:i4>
      </vt:variant>
      <vt:variant>
        <vt:i4>0</vt:i4>
      </vt:variant>
      <vt:variant>
        <vt:i4>5</vt:i4>
      </vt:variant>
      <vt:variant>
        <vt:lpwstr/>
      </vt:variant>
      <vt:variant>
        <vt:lpwstr>_Toc47096478</vt:lpwstr>
      </vt:variant>
      <vt:variant>
        <vt:i4>1703989</vt:i4>
      </vt:variant>
      <vt:variant>
        <vt:i4>20</vt:i4>
      </vt:variant>
      <vt:variant>
        <vt:i4>0</vt:i4>
      </vt:variant>
      <vt:variant>
        <vt:i4>5</vt:i4>
      </vt:variant>
      <vt:variant>
        <vt:lpwstr/>
      </vt:variant>
      <vt:variant>
        <vt:lpwstr>_Toc47096477</vt:lpwstr>
      </vt:variant>
      <vt:variant>
        <vt:i4>1769525</vt:i4>
      </vt:variant>
      <vt:variant>
        <vt:i4>14</vt:i4>
      </vt:variant>
      <vt:variant>
        <vt:i4>0</vt:i4>
      </vt:variant>
      <vt:variant>
        <vt:i4>5</vt:i4>
      </vt:variant>
      <vt:variant>
        <vt:lpwstr/>
      </vt:variant>
      <vt:variant>
        <vt:lpwstr>_Toc47096476</vt:lpwstr>
      </vt:variant>
      <vt:variant>
        <vt:i4>1572917</vt:i4>
      </vt:variant>
      <vt:variant>
        <vt:i4>8</vt:i4>
      </vt:variant>
      <vt:variant>
        <vt:i4>0</vt:i4>
      </vt:variant>
      <vt:variant>
        <vt:i4>5</vt:i4>
      </vt:variant>
      <vt:variant>
        <vt:lpwstr/>
      </vt:variant>
      <vt:variant>
        <vt:lpwstr>_Toc47096475</vt:lpwstr>
      </vt:variant>
      <vt:variant>
        <vt:i4>1638453</vt:i4>
      </vt:variant>
      <vt:variant>
        <vt:i4>2</vt:i4>
      </vt:variant>
      <vt:variant>
        <vt:i4>0</vt:i4>
      </vt:variant>
      <vt:variant>
        <vt:i4>5</vt:i4>
      </vt:variant>
      <vt:variant>
        <vt:lpwstr/>
      </vt:variant>
      <vt:variant>
        <vt:lpwstr>_Toc47096474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CLAUSULAS GENERALES PARA</dc:title>
  <dc:creator>Ricardo Santocono</dc:creator>
  <cp:lastModifiedBy>Laura</cp:lastModifiedBy>
  <cp:revision>2</cp:revision>
  <cp:lastPrinted>2018-03-21T17:49:00Z</cp:lastPrinted>
  <dcterms:created xsi:type="dcterms:W3CDTF">2020-07-31T17:04:00Z</dcterms:created>
  <dcterms:modified xsi:type="dcterms:W3CDTF">2020-08-06T13:05:00Z</dcterms:modified>
</cp:coreProperties>
</file>